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Ind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0"/>
      </w:tblGrid>
      <w:tr w:rsidR="00A13868" w14:paraId="757148A9" w14:textId="77777777" w:rsidTr="001114A8">
        <w:tc>
          <w:tcPr>
            <w:tcW w:w="5492" w:type="dxa"/>
          </w:tcPr>
          <w:p w14:paraId="746B5CB0" w14:textId="120C5550" w:rsidR="001114A8" w:rsidRDefault="001114A8" w:rsidP="001114A8">
            <w:pPr>
              <w:tabs>
                <w:tab w:val="left" w:pos="1705"/>
                <w:tab w:val="center" w:pos="2567"/>
              </w:tabs>
              <w:spacing w:line="200" w:lineRule="atLeast"/>
              <w:jc w:val="center"/>
            </w:pPr>
            <w:r>
              <w:t>ПРИЛОЖЕНИЕ</w:t>
            </w:r>
          </w:p>
          <w:p w14:paraId="6D45FC16" w14:textId="32154100" w:rsidR="00A13868" w:rsidRPr="007B4F16" w:rsidRDefault="00A13868" w:rsidP="001114A8">
            <w:pPr>
              <w:tabs>
                <w:tab w:val="left" w:pos="1705"/>
                <w:tab w:val="center" w:pos="2567"/>
              </w:tabs>
              <w:spacing w:line="200" w:lineRule="atLeast"/>
              <w:jc w:val="center"/>
            </w:pPr>
            <w:r w:rsidRPr="007B4F16">
              <w:t>УТВЕРЖДЕН</w:t>
            </w:r>
          </w:p>
          <w:p w14:paraId="75CB3593" w14:textId="26B79E70" w:rsidR="00A13868" w:rsidRPr="007B4F16" w:rsidRDefault="00A13868" w:rsidP="001114A8">
            <w:pPr>
              <w:spacing w:line="200" w:lineRule="atLeast"/>
              <w:jc w:val="center"/>
            </w:pPr>
            <w:r w:rsidRPr="007B4F16">
              <w:t>постановлением администрации</w:t>
            </w:r>
          </w:p>
          <w:p w14:paraId="29152EAD" w14:textId="77777777" w:rsidR="00A13868" w:rsidRPr="007B4F16" w:rsidRDefault="00A13868" w:rsidP="001114A8">
            <w:pPr>
              <w:spacing w:line="200" w:lineRule="atLeast"/>
              <w:jc w:val="center"/>
            </w:pPr>
            <w:r w:rsidRPr="007B4F16">
              <w:t>Ордынского района</w:t>
            </w:r>
          </w:p>
          <w:p w14:paraId="2BEFC6F1" w14:textId="77777777" w:rsidR="00A13868" w:rsidRPr="007B4F16" w:rsidRDefault="00A13868" w:rsidP="001114A8">
            <w:pPr>
              <w:spacing w:line="200" w:lineRule="atLeast"/>
              <w:jc w:val="center"/>
            </w:pPr>
            <w:r w:rsidRPr="007B4F16">
              <w:t>Новосибирской области</w:t>
            </w:r>
          </w:p>
          <w:p w14:paraId="7B374E46" w14:textId="30DACAA9" w:rsidR="00A13868" w:rsidRPr="007B4F16" w:rsidRDefault="00A13868" w:rsidP="001114A8">
            <w:pPr>
              <w:spacing w:line="200" w:lineRule="atLeast"/>
              <w:jc w:val="center"/>
            </w:pPr>
            <w:r w:rsidRPr="007B4F16">
              <w:t xml:space="preserve">от </w:t>
            </w:r>
            <w:bookmarkStart w:id="0" w:name="_GoBack"/>
            <w:r w:rsidR="002710F5" w:rsidRPr="002710F5">
              <w:rPr>
                <w:color w:val="000000" w:themeColor="text1"/>
                <w:u w:val="single"/>
              </w:rPr>
              <w:t>13.06.2023г. №721/89</w:t>
            </w:r>
            <w:bookmarkEnd w:id="0"/>
          </w:p>
          <w:p w14:paraId="08F33628" w14:textId="77777777" w:rsidR="00A13868" w:rsidRDefault="00A13868" w:rsidP="00A13868">
            <w:pPr>
              <w:spacing w:line="200" w:lineRule="atLeast"/>
              <w:jc w:val="center"/>
            </w:pPr>
          </w:p>
        </w:tc>
      </w:tr>
    </w:tbl>
    <w:p w14:paraId="0B2F08B8" w14:textId="77777777" w:rsidR="00A13868" w:rsidRDefault="00A13868" w:rsidP="00A13868">
      <w:pPr>
        <w:spacing w:line="200" w:lineRule="atLeast"/>
        <w:jc w:val="center"/>
      </w:pPr>
    </w:p>
    <w:p w14:paraId="2E43FB43" w14:textId="77777777" w:rsidR="000F2976" w:rsidRDefault="000F2976" w:rsidP="006F1C1F"/>
    <w:p w14:paraId="04C95A3B" w14:textId="77777777" w:rsidR="00BB5184" w:rsidRPr="000A5394" w:rsidRDefault="00BB5184" w:rsidP="006F1C1F">
      <w:pPr>
        <w:jc w:val="center"/>
        <w:rPr>
          <w:b/>
        </w:rPr>
      </w:pPr>
      <w:r w:rsidRPr="000A5394">
        <w:rPr>
          <w:b/>
        </w:rPr>
        <w:t>ПЛАН</w:t>
      </w:r>
    </w:p>
    <w:p w14:paraId="365A1D9D" w14:textId="4FB5CFE9" w:rsidR="00BB5184" w:rsidRPr="000A5394" w:rsidRDefault="00D52BF2" w:rsidP="001B0464">
      <w:pPr>
        <w:jc w:val="center"/>
        <w:rPr>
          <w:b/>
        </w:rPr>
      </w:pPr>
      <w:r w:rsidRPr="000A5394">
        <w:rPr>
          <w:b/>
        </w:rPr>
        <w:t>мероприятий («дорожная</w:t>
      </w:r>
      <w:r w:rsidR="00374035" w:rsidRPr="000A5394">
        <w:rPr>
          <w:b/>
        </w:rPr>
        <w:t xml:space="preserve"> </w:t>
      </w:r>
      <w:r w:rsidRPr="000A5394">
        <w:rPr>
          <w:b/>
        </w:rPr>
        <w:t>карта</w:t>
      </w:r>
      <w:r w:rsidR="00BB5184" w:rsidRPr="000A5394">
        <w:rPr>
          <w:b/>
        </w:rPr>
        <w:t xml:space="preserve">») по </w:t>
      </w:r>
      <w:r w:rsidRPr="000A5394">
        <w:rPr>
          <w:b/>
        </w:rPr>
        <w:t>сопровождению</w:t>
      </w:r>
      <w:r w:rsidR="00E20CAA">
        <w:rPr>
          <w:b/>
        </w:rPr>
        <w:t xml:space="preserve"> </w:t>
      </w:r>
      <w:r w:rsidRPr="000A5394">
        <w:rPr>
          <w:b/>
        </w:rPr>
        <w:t>реализации</w:t>
      </w:r>
      <w:r w:rsidR="00372706" w:rsidRPr="000A5394">
        <w:rPr>
          <w:b/>
        </w:rPr>
        <w:t xml:space="preserve"> </w:t>
      </w:r>
      <w:r w:rsidRPr="000A5394">
        <w:rPr>
          <w:b/>
        </w:rPr>
        <w:t xml:space="preserve">на территории </w:t>
      </w:r>
      <w:r w:rsidR="00382778">
        <w:rPr>
          <w:b/>
        </w:rPr>
        <w:t xml:space="preserve">Ордынского района </w:t>
      </w:r>
      <w:r w:rsidRPr="000A5394">
        <w:rPr>
          <w:b/>
        </w:rPr>
        <w:t xml:space="preserve">Новосибирской области </w:t>
      </w:r>
      <w:r w:rsidR="00372706" w:rsidRPr="000A5394">
        <w:rPr>
          <w:b/>
        </w:rPr>
        <w:t xml:space="preserve">инклюзивного </w:t>
      </w:r>
      <w:r w:rsidR="00E74592" w:rsidRPr="000A5394">
        <w:rPr>
          <w:b/>
        </w:rPr>
        <w:t>общего и дополнительного образования, детского отдыха, созданию специальных условий</w:t>
      </w:r>
      <w:r w:rsidR="00372706" w:rsidRPr="000A5394">
        <w:rPr>
          <w:b/>
        </w:rPr>
        <w:t xml:space="preserve"> </w:t>
      </w:r>
      <w:r w:rsidR="00E74592" w:rsidRPr="000A5394">
        <w:rPr>
          <w:b/>
        </w:rPr>
        <w:t xml:space="preserve">для обучающихся </w:t>
      </w:r>
      <w:r w:rsidR="00426195" w:rsidRPr="000A5394">
        <w:rPr>
          <w:b/>
        </w:rPr>
        <w:t xml:space="preserve">с </w:t>
      </w:r>
      <w:r w:rsidR="00B60AEE" w:rsidRPr="000A5394">
        <w:rPr>
          <w:b/>
        </w:rPr>
        <w:t>ог</w:t>
      </w:r>
      <w:r w:rsidR="00E74592" w:rsidRPr="000A5394">
        <w:rPr>
          <w:b/>
        </w:rPr>
        <w:t>ран</w:t>
      </w:r>
      <w:r w:rsidR="00426195" w:rsidRPr="000A5394">
        <w:rPr>
          <w:b/>
        </w:rPr>
        <w:t xml:space="preserve">иченными возможностями здоровья, детей - инвалидов </w:t>
      </w:r>
      <w:r w:rsidR="00372706" w:rsidRPr="000A5394">
        <w:rPr>
          <w:b/>
        </w:rPr>
        <w:t>на</w:t>
      </w:r>
      <w:r w:rsidR="005A0E49" w:rsidRPr="000A5394">
        <w:rPr>
          <w:b/>
        </w:rPr>
        <w:t xml:space="preserve"> период до</w:t>
      </w:r>
      <w:r w:rsidR="00661C05" w:rsidRPr="000A5394">
        <w:rPr>
          <w:b/>
        </w:rPr>
        <w:t xml:space="preserve"> 20</w:t>
      </w:r>
      <w:r w:rsidR="00E74592" w:rsidRPr="000A5394">
        <w:rPr>
          <w:b/>
        </w:rPr>
        <w:t>30</w:t>
      </w:r>
      <w:r w:rsidR="00661C05" w:rsidRPr="000A5394">
        <w:rPr>
          <w:b/>
        </w:rPr>
        <w:t> года</w:t>
      </w:r>
    </w:p>
    <w:p w14:paraId="3A2ECF46" w14:textId="77777777" w:rsidR="00656A51" w:rsidRPr="000A5394" w:rsidRDefault="00656A51" w:rsidP="00656A51">
      <w:pPr>
        <w:widowControl w:val="0"/>
        <w:adjustRightInd w:val="0"/>
        <w:jc w:val="center"/>
        <w:rPr>
          <w:b/>
        </w:rPr>
      </w:pPr>
    </w:p>
    <w:tbl>
      <w:tblPr>
        <w:tblStyle w:val="a8"/>
        <w:tblW w:w="157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7"/>
        <w:gridCol w:w="4537"/>
        <w:gridCol w:w="1419"/>
        <w:gridCol w:w="6095"/>
        <w:gridCol w:w="2948"/>
      </w:tblGrid>
      <w:tr w:rsidR="00831648" w:rsidRPr="0033471D" w14:paraId="4C07685D" w14:textId="77777777" w:rsidTr="002D5EDB">
        <w:tc>
          <w:tcPr>
            <w:tcW w:w="707" w:type="dxa"/>
          </w:tcPr>
          <w:p w14:paraId="30D295F5" w14:textId="77777777" w:rsidR="00BB5184" w:rsidRPr="0033471D" w:rsidRDefault="00BB5184" w:rsidP="003E3BC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№</w:t>
            </w:r>
            <w:r w:rsidR="00572016" w:rsidRPr="0033471D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4537" w:type="dxa"/>
          </w:tcPr>
          <w:p w14:paraId="19CFB691" w14:textId="77777777" w:rsidR="00BB5184" w:rsidRPr="0033471D" w:rsidRDefault="00BB5184" w:rsidP="003E3BC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Направление мероприятий</w:t>
            </w:r>
          </w:p>
        </w:tc>
        <w:tc>
          <w:tcPr>
            <w:tcW w:w="1419" w:type="dxa"/>
          </w:tcPr>
          <w:p w14:paraId="509B94FE" w14:textId="77777777" w:rsidR="00BB5184" w:rsidRPr="0033471D" w:rsidRDefault="00BB5184" w:rsidP="003E3BC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Сроки</w:t>
            </w:r>
          </w:p>
        </w:tc>
        <w:tc>
          <w:tcPr>
            <w:tcW w:w="6095" w:type="dxa"/>
          </w:tcPr>
          <w:p w14:paraId="7BAFB693" w14:textId="77777777" w:rsidR="00BB5184" w:rsidRPr="0033471D" w:rsidRDefault="00BB5184" w:rsidP="003E3BC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Ожидаемые результаты</w:t>
            </w:r>
          </w:p>
        </w:tc>
        <w:tc>
          <w:tcPr>
            <w:tcW w:w="2948" w:type="dxa"/>
          </w:tcPr>
          <w:p w14:paraId="1EFC3198" w14:textId="316CAB7E" w:rsidR="00BB5184" w:rsidRPr="0033471D" w:rsidRDefault="00A86AE1" w:rsidP="00A86A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</w:t>
            </w:r>
            <w:r w:rsidR="00BB409B">
              <w:rPr>
                <w:sz w:val="24"/>
                <w:szCs w:val="24"/>
              </w:rPr>
              <w:t>сполнители, соисполнители</w:t>
            </w:r>
          </w:p>
        </w:tc>
      </w:tr>
      <w:tr w:rsidR="00BB5184" w:rsidRPr="0033471D" w14:paraId="2F3499F6" w14:textId="77777777" w:rsidTr="002D5EDB">
        <w:tc>
          <w:tcPr>
            <w:tcW w:w="15706" w:type="dxa"/>
            <w:gridSpan w:val="5"/>
          </w:tcPr>
          <w:p w14:paraId="533B90F3" w14:textId="0A34A8E8" w:rsidR="00BB5184" w:rsidRPr="0033471D" w:rsidRDefault="00C067C0" w:rsidP="003E3BC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  <w:lang w:val="en-US"/>
              </w:rPr>
              <w:t>I</w:t>
            </w:r>
            <w:r w:rsidRPr="0033471D">
              <w:rPr>
                <w:sz w:val="24"/>
                <w:szCs w:val="24"/>
              </w:rPr>
              <w:t xml:space="preserve">. </w:t>
            </w:r>
            <w:r w:rsidR="00BB5184" w:rsidRPr="0033471D">
              <w:rPr>
                <w:sz w:val="24"/>
                <w:szCs w:val="24"/>
              </w:rPr>
              <w:t xml:space="preserve">Нормативное правовое </w:t>
            </w:r>
            <w:r w:rsidR="00BA2D0A" w:rsidRPr="0033471D">
              <w:rPr>
                <w:sz w:val="24"/>
                <w:szCs w:val="24"/>
              </w:rPr>
              <w:t xml:space="preserve">регулирование, </w:t>
            </w:r>
            <w:r w:rsidR="00EE5497" w:rsidRPr="0033471D">
              <w:rPr>
                <w:sz w:val="24"/>
                <w:szCs w:val="24"/>
              </w:rPr>
              <w:t>организационно-</w:t>
            </w:r>
            <w:r w:rsidR="00BA2D0A" w:rsidRPr="0033471D">
              <w:rPr>
                <w:sz w:val="24"/>
                <w:szCs w:val="24"/>
              </w:rPr>
              <w:t>методическая поддержка</w:t>
            </w:r>
            <w:r w:rsidR="00B64E58" w:rsidRPr="0033471D">
              <w:rPr>
                <w:sz w:val="24"/>
                <w:szCs w:val="24"/>
              </w:rPr>
              <w:t xml:space="preserve"> инклюзивного образования</w:t>
            </w:r>
          </w:p>
        </w:tc>
      </w:tr>
      <w:tr w:rsidR="00831648" w:rsidRPr="0033471D" w14:paraId="441151CA" w14:textId="77777777" w:rsidTr="002D5EDB">
        <w:tc>
          <w:tcPr>
            <w:tcW w:w="707" w:type="dxa"/>
          </w:tcPr>
          <w:p w14:paraId="10034A7C" w14:textId="77777777" w:rsidR="00DB062A" w:rsidRPr="0033471D" w:rsidRDefault="00D2776C" w:rsidP="003E3BC0">
            <w:pPr>
              <w:jc w:val="center"/>
              <w:rPr>
                <w:rFonts w:eastAsia="Calibri"/>
                <w:sz w:val="24"/>
                <w:szCs w:val="24"/>
              </w:rPr>
            </w:pPr>
            <w:r w:rsidRPr="0033471D">
              <w:rPr>
                <w:rFonts w:eastAsia="Calibri"/>
                <w:sz w:val="24"/>
                <w:szCs w:val="24"/>
              </w:rPr>
              <w:t>1</w:t>
            </w:r>
            <w:r w:rsidR="004E07F3" w:rsidRPr="0033471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4537" w:type="dxa"/>
          </w:tcPr>
          <w:p w14:paraId="694D41E6" w14:textId="112DA6D0" w:rsidR="00C933B3" w:rsidRPr="0033471D" w:rsidRDefault="00AD6478" w:rsidP="0057672D">
            <w:pPr>
              <w:jc w:val="both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 xml:space="preserve">Совершенствование </w:t>
            </w:r>
            <w:r w:rsidRPr="0033471D">
              <w:rPr>
                <w:bCs/>
                <w:sz w:val="24"/>
                <w:szCs w:val="24"/>
              </w:rPr>
              <w:t xml:space="preserve">нормативного правового и методического обеспечения в части </w:t>
            </w:r>
            <w:proofErr w:type="gramStart"/>
            <w:r w:rsidRPr="0033471D">
              <w:rPr>
                <w:bCs/>
                <w:sz w:val="24"/>
                <w:szCs w:val="24"/>
              </w:rPr>
              <w:t>реализации пра</w:t>
            </w:r>
            <w:r w:rsidR="00535822" w:rsidRPr="0033471D">
              <w:rPr>
                <w:bCs/>
                <w:sz w:val="24"/>
                <w:szCs w:val="24"/>
              </w:rPr>
              <w:t>ва</w:t>
            </w:r>
            <w:proofErr w:type="gramEnd"/>
            <w:r w:rsidR="00535822" w:rsidRPr="0033471D">
              <w:rPr>
                <w:bCs/>
                <w:sz w:val="24"/>
                <w:szCs w:val="24"/>
              </w:rPr>
              <w:t xml:space="preserve"> обучающихся </w:t>
            </w:r>
            <w:r w:rsidRPr="0033471D">
              <w:rPr>
                <w:bCs/>
                <w:sz w:val="24"/>
                <w:szCs w:val="24"/>
              </w:rPr>
              <w:t xml:space="preserve">с ОВЗ </w:t>
            </w:r>
            <w:r w:rsidR="00535822" w:rsidRPr="0033471D">
              <w:rPr>
                <w:bCs/>
                <w:sz w:val="24"/>
                <w:szCs w:val="24"/>
              </w:rPr>
              <w:t xml:space="preserve">и детей-инвалидов (инвалидов) </w:t>
            </w:r>
            <w:r w:rsidRPr="0033471D">
              <w:rPr>
                <w:bCs/>
                <w:sz w:val="24"/>
                <w:szCs w:val="24"/>
              </w:rPr>
              <w:t>на образование</w:t>
            </w:r>
          </w:p>
        </w:tc>
        <w:tc>
          <w:tcPr>
            <w:tcW w:w="1419" w:type="dxa"/>
            <w:vAlign w:val="center"/>
          </w:tcPr>
          <w:p w14:paraId="53E60000" w14:textId="77777777" w:rsidR="00DB062A" w:rsidRPr="0033471D" w:rsidRDefault="00202E16" w:rsidP="000A384A">
            <w:pPr>
              <w:jc w:val="center"/>
              <w:rPr>
                <w:rFonts w:eastAsia="Calibri"/>
                <w:sz w:val="24"/>
                <w:szCs w:val="24"/>
              </w:rPr>
            </w:pPr>
            <w:r w:rsidRPr="0033471D">
              <w:rPr>
                <w:rFonts w:eastAsia="Calibri"/>
                <w:sz w:val="24"/>
                <w:szCs w:val="24"/>
              </w:rPr>
              <w:t>Е</w:t>
            </w:r>
            <w:r w:rsidR="001B0464" w:rsidRPr="0033471D">
              <w:rPr>
                <w:rFonts w:eastAsia="Calibri"/>
                <w:sz w:val="24"/>
                <w:szCs w:val="24"/>
              </w:rPr>
              <w:t>жегодно</w:t>
            </w:r>
          </w:p>
        </w:tc>
        <w:tc>
          <w:tcPr>
            <w:tcW w:w="6095" w:type="dxa"/>
          </w:tcPr>
          <w:p w14:paraId="075B7F7C" w14:textId="5429AF95" w:rsidR="0057672D" w:rsidRPr="0033471D" w:rsidRDefault="0057672D" w:rsidP="00B657E2">
            <w:pPr>
              <w:jc w:val="both"/>
              <w:rPr>
                <w:bCs/>
                <w:sz w:val="24"/>
                <w:szCs w:val="24"/>
              </w:rPr>
            </w:pPr>
            <w:r w:rsidRPr="0033471D">
              <w:rPr>
                <w:bCs/>
                <w:sz w:val="24"/>
                <w:szCs w:val="24"/>
              </w:rPr>
              <w:t xml:space="preserve">За период реализации плана мероприятий </w:t>
            </w:r>
            <w:r>
              <w:rPr>
                <w:bCs/>
                <w:sz w:val="24"/>
                <w:szCs w:val="24"/>
              </w:rPr>
              <w:t xml:space="preserve">будут </w:t>
            </w:r>
            <w:r w:rsidRPr="0033471D">
              <w:rPr>
                <w:bCs/>
                <w:sz w:val="24"/>
                <w:szCs w:val="24"/>
              </w:rPr>
              <w:t xml:space="preserve">реализованы </w:t>
            </w:r>
            <w:r>
              <w:rPr>
                <w:bCs/>
                <w:sz w:val="24"/>
                <w:szCs w:val="24"/>
              </w:rPr>
              <w:t>нормативно-правовые акты</w:t>
            </w:r>
            <w:r w:rsidRPr="0057672D">
              <w:rPr>
                <w:bCs/>
                <w:color w:val="000000" w:themeColor="text1"/>
                <w:sz w:val="24"/>
                <w:szCs w:val="24"/>
              </w:rPr>
              <w:t>, методические рекомендации, информационные письма, действующие на территории Новосибирской области по вопросам реализации инклюзивного и специального (коррекционного) образования.</w:t>
            </w:r>
          </w:p>
        </w:tc>
        <w:tc>
          <w:tcPr>
            <w:tcW w:w="2948" w:type="dxa"/>
          </w:tcPr>
          <w:p w14:paraId="1CCB7341" w14:textId="41851E37" w:rsidR="00634C8D" w:rsidRPr="0033471D" w:rsidRDefault="00964202" w:rsidP="0096420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УОМПиС</w:t>
            </w:r>
            <w:proofErr w:type="spellEnd"/>
          </w:p>
        </w:tc>
      </w:tr>
      <w:tr w:rsidR="009916C8" w:rsidRPr="0033471D" w14:paraId="27F29299" w14:textId="77777777" w:rsidTr="002D5EDB">
        <w:tc>
          <w:tcPr>
            <w:tcW w:w="707" w:type="dxa"/>
          </w:tcPr>
          <w:p w14:paraId="677B8FAB" w14:textId="77777777" w:rsidR="009916C8" w:rsidRPr="0033471D" w:rsidRDefault="00972250" w:rsidP="003E3BC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  <w:lang w:val="en-US"/>
              </w:rPr>
              <w:t>2</w:t>
            </w:r>
            <w:r w:rsidR="004E07F3" w:rsidRPr="0033471D">
              <w:rPr>
                <w:sz w:val="24"/>
                <w:szCs w:val="24"/>
              </w:rPr>
              <w:t>.</w:t>
            </w:r>
          </w:p>
        </w:tc>
        <w:tc>
          <w:tcPr>
            <w:tcW w:w="4537" w:type="dxa"/>
          </w:tcPr>
          <w:p w14:paraId="0A43726F" w14:textId="25315CC5" w:rsidR="009916C8" w:rsidRPr="0033471D" w:rsidRDefault="005D0FC3" w:rsidP="00003005">
            <w:pPr>
              <w:jc w:val="both"/>
              <w:rPr>
                <w:rFonts w:eastAsia="Calibri"/>
                <w:sz w:val="24"/>
                <w:szCs w:val="24"/>
              </w:rPr>
            </w:pPr>
            <w:r w:rsidRPr="0033471D">
              <w:rPr>
                <w:rFonts w:eastAsia="Calibri"/>
                <w:sz w:val="24"/>
                <w:szCs w:val="24"/>
              </w:rPr>
              <w:t xml:space="preserve">Обеспечение </w:t>
            </w:r>
            <w:r w:rsidR="00446413" w:rsidRPr="0033471D">
              <w:rPr>
                <w:rFonts w:eastAsia="Calibri"/>
                <w:sz w:val="24"/>
                <w:szCs w:val="24"/>
              </w:rPr>
              <w:t>межведомственно</w:t>
            </w:r>
            <w:r w:rsidR="002471CA" w:rsidRPr="0033471D">
              <w:rPr>
                <w:rFonts w:eastAsia="Calibri"/>
                <w:sz w:val="24"/>
                <w:szCs w:val="24"/>
              </w:rPr>
              <w:t>го</w:t>
            </w:r>
            <w:r w:rsidR="00446413" w:rsidRPr="0033471D">
              <w:rPr>
                <w:rFonts w:eastAsia="Calibri"/>
                <w:sz w:val="24"/>
                <w:szCs w:val="24"/>
              </w:rPr>
              <w:t xml:space="preserve"> </w:t>
            </w:r>
            <w:r w:rsidR="002471CA" w:rsidRPr="0033471D">
              <w:rPr>
                <w:rFonts w:eastAsia="Calibri"/>
                <w:sz w:val="24"/>
                <w:szCs w:val="24"/>
              </w:rPr>
              <w:t>взаимодействия</w:t>
            </w:r>
            <w:r w:rsidR="00446413" w:rsidRPr="0033471D">
              <w:rPr>
                <w:rFonts w:eastAsia="Calibri"/>
                <w:sz w:val="24"/>
                <w:szCs w:val="24"/>
              </w:rPr>
              <w:t xml:space="preserve"> </w:t>
            </w:r>
            <w:r w:rsidR="00714BFA" w:rsidRPr="0033471D">
              <w:rPr>
                <w:sz w:val="24"/>
                <w:szCs w:val="24"/>
              </w:rPr>
              <w:t xml:space="preserve">по вопросам </w:t>
            </w:r>
            <w:proofErr w:type="gramStart"/>
            <w:r w:rsidR="00714BFA" w:rsidRPr="0033471D">
              <w:rPr>
                <w:sz w:val="24"/>
                <w:szCs w:val="24"/>
              </w:rPr>
              <w:t>развития образования</w:t>
            </w:r>
            <w:proofErr w:type="gramEnd"/>
            <w:r w:rsidR="00714BFA" w:rsidRPr="0033471D">
              <w:rPr>
                <w:sz w:val="24"/>
                <w:szCs w:val="24"/>
              </w:rPr>
              <w:t xml:space="preserve"> </w:t>
            </w:r>
            <w:r w:rsidR="00396DB3" w:rsidRPr="0033471D">
              <w:rPr>
                <w:sz w:val="24"/>
                <w:szCs w:val="24"/>
              </w:rPr>
              <w:t xml:space="preserve">обучающихся </w:t>
            </w:r>
            <w:r w:rsidR="00535822" w:rsidRPr="0033471D">
              <w:rPr>
                <w:sz w:val="24"/>
                <w:szCs w:val="24"/>
              </w:rPr>
              <w:t>с ОВЗ</w:t>
            </w:r>
            <w:r w:rsidR="00714BFA" w:rsidRPr="0033471D">
              <w:rPr>
                <w:sz w:val="24"/>
                <w:szCs w:val="24"/>
              </w:rPr>
              <w:t xml:space="preserve"> и детей-инвалидов</w:t>
            </w:r>
          </w:p>
        </w:tc>
        <w:tc>
          <w:tcPr>
            <w:tcW w:w="1419" w:type="dxa"/>
            <w:vAlign w:val="center"/>
          </w:tcPr>
          <w:p w14:paraId="5889C199" w14:textId="6C4D54A3" w:rsidR="002471CA" w:rsidRPr="0033471D" w:rsidRDefault="00535822" w:rsidP="002471CA">
            <w:pPr>
              <w:jc w:val="center"/>
              <w:rPr>
                <w:rFonts w:eastAsia="Calibri"/>
                <w:sz w:val="24"/>
                <w:szCs w:val="24"/>
              </w:rPr>
            </w:pPr>
            <w:r w:rsidRPr="0033471D">
              <w:rPr>
                <w:rFonts w:eastAsia="Calibri"/>
                <w:sz w:val="24"/>
                <w:szCs w:val="24"/>
              </w:rPr>
              <w:t>Ежегодно</w:t>
            </w:r>
          </w:p>
          <w:p w14:paraId="37D4EA0B" w14:textId="59604526" w:rsidR="009916C8" w:rsidRPr="0033471D" w:rsidRDefault="009916C8" w:rsidP="00D025C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5" w:type="dxa"/>
          </w:tcPr>
          <w:p w14:paraId="2FD4A779" w14:textId="2E2D1AA4" w:rsidR="009916C8" w:rsidRPr="0033471D" w:rsidRDefault="0084047F" w:rsidP="00812DB8">
            <w:pPr>
              <w:jc w:val="both"/>
              <w:rPr>
                <w:rFonts w:eastAsia="Calibri"/>
                <w:sz w:val="24"/>
                <w:szCs w:val="24"/>
              </w:rPr>
            </w:pPr>
            <w:r w:rsidRPr="0033471D">
              <w:rPr>
                <w:rFonts w:eastAsia="Calibri"/>
                <w:sz w:val="24"/>
                <w:szCs w:val="24"/>
              </w:rPr>
              <w:t>О</w:t>
            </w:r>
            <w:r w:rsidR="000C2FC1" w:rsidRPr="0033471D">
              <w:rPr>
                <w:rFonts w:eastAsia="Calibri"/>
                <w:sz w:val="24"/>
                <w:szCs w:val="24"/>
              </w:rPr>
              <w:t>рганизация</w:t>
            </w:r>
            <w:r w:rsidR="00396DB3" w:rsidRPr="0033471D">
              <w:rPr>
                <w:rFonts w:eastAsia="Calibri"/>
                <w:sz w:val="24"/>
                <w:szCs w:val="24"/>
              </w:rPr>
              <w:t xml:space="preserve"> </w:t>
            </w:r>
            <w:r w:rsidR="000C2FC1" w:rsidRPr="0033471D">
              <w:rPr>
                <w:rFonts w:eastAsia="Calibri"/>
                <w:sz w:val="24"/>
                <w:szCs w:val="24"/>
              </w:rPr>
              <w:t>работы</w:t>
            </w:r>
            <w:r w:rsidR="005D0FC3" w:rsidRPr="0033471D">
              <w:rPr>
                <w:rFonts w:eastAsia="Calibri"/>
                <w:sz w:val="24"/>
                <w:szCs w:val="24"/>
              </w:rPr>
              <w:t xml:space="preserve"> </w:t>
            </w:r>
            <w:r w:rsidRPr="0033471D">
              <w:rPr>
                <w:rFonts w:eastAsia="Calibri"/>
                <w:sz w:val="24"/>
                <w:szCs w:val="24"/>
              </w:rPr>
              <w:t>межведомственно</w:t>
            </w:r>
            <w:r w:rsidR="002471CA" w:rsidRPr="0033471D">
              <w:rPr>
                <w:rFonts w:eastAsia="Calibri"/>
                <w:sz w:val="24"/>
                <w:szCs w:val="24"/>
              </w:rPr>
              <w:t>го</w:t>
            </w:r>
            <w:r w:rsidRPr="0033471D">
              <w:rPr>
                <w:rFonts w:eastAsia="Calibri"/>
                <w:sz w:val="24"/>
                <w:szCs w:val="24"/>
              </w:rPr>
              <w:t xml:space="preserve"> </w:t>
            </w:r>
            <w:r w:rsidR="002471CA" w:rsidRPr="0033471D">
              <w:rPr>
                <w:rFonts w:eastAsia="Calibri"/>
                <w:sz w:val="24"/>
                <w:szCs w:val="24"/>
              </w:rPr>
              <w:t>взаимодействия</w:t>
            </w:r>
            <w:r w:rsidR="00812DB8" w:rsidRPr="0033471D">
              <w:rPr>
                <w:rFonts w:eastAsia="Calibri"/>
                <w:sz w:val="24"/>
                <w:szCs w:val="24"/>
              </w:rPr>
              <w:t xml:space="preserve"> по вопросам р</w:t>
            </w:r>
            <w:r w:rsidR="003806C2" w:rsidRPr="0033471D">
              <w:rPr>
                <w:rFonts w:eastAsia="Calibri"/>
                <w:sz w:val="24"/>
                <w:szCs w:val="24"/>
              </w:rPr>
              <w:t>азвития образования детей с ОВЗ</w:t>
            </w:r>
            <w:r w:rsidR="00812DB8" w:rsidRPr="0033471D">
              <w:rPr>
                <w:rFonts w:eastAsia="Calibri"/>
                <w:sz w:val="24"/>
                <w:szCs w:val="24"/>
              </w:rPr>
              <w:t xml:space="preserve"> и детей-инвалидов, обучающихся в образовательных организациях, расположенных на территории </w:t>
            </w:r>
            <w:r w:rsidR="002471CA" w:rsidRPr="0033471D">
              <w:rPr>
                <w:rFonts w:eastAsia="Calibri"/>
                <w:sz w:val="24"/>
                <w:szCs w:val="24"/>
              </w:rPr>
              <w:t xml:space="preserve">Ордынского района </w:t>
            </w:r>
            <w:r w:rsidR="00812DB8" w:rsidRPr="0033471D">
              <w:rPr>
                <w:rFonts w:eastAsia="Calibri"/>
                <w:sz w:val="24"/>
                <w:szCs w:val="24"/>
              </w:rPr>
              <w:t>Новосибирской области</w:t>
            </w:r>
            <w:r w:rsidR="00714BFA" w:rsidRPr="0033471D">
              <w:rPr>
                <w:rFonts w:eastAsia="Calibri"/>
                <w:sz w:val="24"/>
                <w:szCs w:val="24"/>
              </w:rPr>
              <w:t>.</w:t>
            </w:r>
            <w:r w:rsidRPr="0033471D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948" w:type="dxa"/>
          </w:tcPr>
          <w:p w14:paraId="07BAE512" w14:textId="53BDF796" w:rsidR="009916C8" w:rsidRPr="0033471D" w:rsidRDefault="002471CA" w:rsidP="002D4242">
            <w:pPr>
              <w:jc w:val="center"/>
              <w:rPr>
                <w:sz w:val="24"/>
                <w:szCs w:val="24"/>
              </w:rPr>
            </w:pPr>
            <w:proofErr w:type="spellStart"/>
            <w:r w:rsidRPr="0033471D">
              <w:rPr>
                <w:sz w:val="24"/>
                <w:szCs w:val="24"/>
              </w:rPr>
              <w:t>УОМПиС</w:t>
            </w:r>
            <w:proofErr w:type="spellEnd"/>
            <w:r w:rsidR="00565E90">
              <w:rPr>
                <w:sz w:val="24"/>
                <w:szCs w:val="24"/>
              </w:rPr>
              <w:t>, МКУ Ордынского района «КЦСОН», ГБУЗ НСО «Ордынская ЦРБ»</w:t>
            </w:r>
            <w:r w:rsidR="00621B2F">
              <w:rPr>
                <w:sz w:val="24"/>
                <w:szCs w:val="24"/>
              </w:rPr>
              <w:t xml:space="preserve"> (во взаимодействии)</w:t>
            </w:r>
            <w:r w:rsidR="00565E90">
              <w:rPr>
                <w:sz w:val="24"/>
                <w:szCs w:val="24"/>
              </w:rPr>
              <w:t xml:space="preserve">, МКУ СКЦ Ордынского района, Ордынский филиал ГБУ </w:t>
            </w:r>
            <w:r w:rsidR="00565E90">
              <w:rPr>
                <w:sz w:val="24"/>
                <w:szCs w:val="24"/>
              </w:rPr>
              <w:lastRenderedPageBreak/>
              <w:t>НСО</w:t>
            </w:r>
            <w:r w:rsidR="0057672D">
              <w:rPr>
                <w:sz w:val="24"/>
                <w:szCs w:val="24"/>
              </w:rPr>
              <w:t xml:space="preserve"> ОЦДК</w:t>
            </w:r>
            <w:r w:rsidR="00565E90">
              <w:rPr>
                <w:sz w:val="24"/>
                <w:szCs w:val="24"/>
              </w:rPr>
              <w:t xml:space="preserve"> (во взаимодействии)</w:t>
            </w:r>
          </w:p>
        </w:tc>
      </w:tr>
      <w:tr w:rsidR="00565E90" w:rsidRPr="0033471D" w14:paraId="76E58E68" w14:textId="77777777" w:rsidTr="002D5EDB">
        <w:trPr>
          <w:trHeight w:val="1639"/>
        </w:trPr>
        <w:tc>
          <w:tcPr>
            <w:tcW w:w="707" w:type="dxa"/>
          </w:tcPr>
          <w:p w14:paraId="1FEEADC2" w14:textId="77777777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4537" w:type="dxa"/>
          </w:tcPr>
          <w:p w14:paraId="228CAB78" w14:textId="0738C8A8" w:rsidR="00565E90" w:rsidRPr="0033471D" w:rsidRDefault="00565E90" w:rsidP="00565E90">
            <w:pPr>
              <w:jc w:val="both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 xml:space="preserve">Организация и проведение </w:t>
            </w:r>
            <w:r w:rsidRPr="00565E90">
              <w:rPr>
                <w:color w:val="000000" w:themeColor="text1"/>
                <w:sz w:val="24"/>
                <w:szCs w:val="24"/>
              </w:rPr>
              <w:t xml:space="preserve">межведомственных </w:t>
            </w:r>
            <w:r w:rsidRPr="0033471D">
              <w:rPr>
                <w:sz w:val="24"/>
                <w:szCs w:val="24"/>
              </w:rPr>
              <w:t xml:space="preserve">мероприятий по вопросам развития инклюзивного образования </w:t>
            </w:r>
          </w:p>
        </w:tc>
        <w:tc>
          <w:tcPr>
            <w:tcW w:w="1419" w:type="dxa"/>
            <w:vAlign w:val="center"/>
          </w:tcPr>
          <w:p w14:paraId="099AD2B8" w14:textId="77777777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Ежегодно</w:t>
            </w:r>
          </w:p>
        </w:tc>
        <w:tc>
          <w:tcPr>
            <w:tcW w:w="6095" w:type="dxa"/>
          </w:tcPr>
          <w:p w14:paraId="13929232" w14:textId="58924A22" w:rsidR="00565E90" w:rsidRPr="0033471D" w:rsidRDefault="00565E90" w:rsidP="00565E90">
            <w:pPr>
              <w:jc w:val="both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 xml:space="preserve">Проведение для специалистов ППМС сопровождения, педагогических </w:t>
            </w:r>
            <w:proofErr w:type="gramStart"/>
            <w:r w:rsidRPr="0033471D">
              <w:rPr>
                <w:sz w:val="24"/>
                <w:szCs w:val="24"/>
              </w:rPr>
              <w:t>работников,  родителей</w:t>
            </w:r>
            <w:proofErr w:type="gramEnd"/>
            <w:r w:rsidRPr="0033471D">
              <w:rPr>
                <w:sz w:val="24"/>
                <w:szCs w:val="24"/>
              </w:rPr>
              <w:t xml:space="preserve"> (законных представителей) обучающихся с ОВЗ и детей-инвалидов мероприятий по вопросам развития инклюзивного образования на территории </w:t>
            </w:r>
            <w:r>
              <w:rPr>
                <w:sz w:val="24"/>
                <w:szCs w:val="24"/>
              </w:rPr>
              <w:t xml:space="preserve">Ордынского района </w:t>
            </w:r>
            <w:r w:rsidRPr="0033471D">
              <w:rPr>
                <w:sz w:val="24"/>
                <w:szCs w:val="24"/>
              </w:rPr>
              <w:t xml:space="preserve">Новосибирской области </w:t>
            </w:r>
          </w:p>
        </w:tc>
        <w:tc>
          <w:tcPr>
            <w:tcW w:w="2948" w:type="dxa"/>
          </w:tcPr>
          <w:p w14:paraId="7650053B" w14:textId="46CC2A15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proofErr w:type="spellStart"/>
            <w:r w:rsidRPr="0033471D">
              <w:rPr>
                <w:sz w:val="24"/>
                <w:szCs w:val="24"/>
              </w:rPr>
              <w:t>УОМПиС</w:t>
            </w:r>
            <w:proofErr w:type="spellEnd"/>
            <w:r>
              <w:rPr>
                <w:sz w:val="24"/>
                <w:szCs w:val="24"/>
              </w:rPr>
              <w:t>, МКУ Ордынского района «КЦСОН», ГБУЗ НСО «Ордынская ЦРБ»</w:t>
            </w:r>
            <w:r w:rsidR="00621B2F">
              <w:rPr>
                <w:sz w:val="24"/>
                <w:szCs w:val="24"/>
              </w:rPr>
              <w:t xml:space="preserve"> (во взаимодействии)</w:t>
            </w:r>
            <w:r>
              <w:rPr>
                <w:sz w:val="24"/>
                <w:szCs w:val="24"/>
              </w:rPr>
              <w:t xml:space="preserve">, МКУ СКЦ Ордынского района, Ордынский филиал ГБУ НСО </w:t>
            </w:r>
            <w:r w:rsidR="0057672D">
              <w:rPr>
                <w:sz w:val="24"/>
                <w:szCs w:val="24"/>
              </w:rPr>
              <w:t xml:space="preserve">ОЦДК </w:t>
            </w:r>
            <w:r>
              <w:rPr>
                <w:sz w:val="24"/>
                <w:szCs w:val="24"/>
              </w:rPr>
              <w:t>(во взаимодействии)</w:t>
            </w:r>
          </w:p>
        </w:tc>
      </w:tr>
      <w:tr w:rsidR="009505B8" w:rsidRPr="0033471D" w14:paraId="3A24047B" w14:textId="77777777" w:rsidTr="002D5EDB">
        <w:trPr>
          <w:trHeight w:val="1521"/>
        </w:trPr>
        <w:tc>
          <w:tcPr>
            <w:tcW w:w="707" w:type="dxa"/>
            <w:vMerge w:val="restart"/>
          </w:tcPr>
          <w:p w14:paraId="5F953439" w14:textId="77777777" w:rsidR="009505B8" w:rsidRPr="0033471D" w:rsidRDefault="009505B8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4.</w:t>
            </w:r>
          </w:p>
        </w:tc>
        <w:tc>
          <w:tcPr>
            <w:tcW w:w="4537" w:type="dxa"/>
            <w:vMerge w:val="restart"/>
          </w:tcPr>
          <w:p w14:paraId="7A016611" w14:textId="77777777" w:rsidR="009505B8" w:rsidRPr="0033471D" w:rsidRDefault="009505B8" w:rsidP="00565E90">
            <w:pPr>
              <w:jc w:val="both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 xml:space="preserve">Создание организационно-правовых </w:t>
            </w:r>
            <w:proofErr w:type="gramStart"/>
            <w:r w:rsidRPr="0033471D">
              <w:rPr>
                <w:sz w:val="24"/>
                <w:szCs w:val="24"/>
              </w:rPr>
              <w:t>условий  для</w:t>
            </w:r>
            <w:proofErr w:type="gramEnd"/>
            <w:r w:rsidRPr="0033471D">
              <w:rPr>
                <w:sz w:val="24"/>
                <w:szCs w:val="24"/>
              </w:rPr>
              <w:t xml:space="preserve"> развития инклюзивного образования детей в области физической культуры и спорта </w:t>
            </w:r>
          </w:p>
          <w:p w14:paraId="22B58194" w14:textId="77777777" w:rsidR="009505B8" w:rsidRPr="0033471D" w:rsidRDefault="009505B8" w:rsidP="00565E90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2838D7B8" w14:textId="77777777" w:rsidR="009505B8" w:rsidRPr="0033471D" w:rsidRDefault="009505B8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2023 год</w:t>
            </w:r>
          </w:p>
        </w:tc>
        <w:tc>
          <w:tcPr>
            <w:tcW w:w="6095" w:type="dxa"/>
          </w:tcPr>
          <w:p w14:paraId="27B8763A" w14:textId="6FAB759C" w:rsidR="009505B8" w:rsidRPr="0033471D" w:rsidRDefault="009505B8" w:rsidP="00565E90">
            <w:pPr>
              <w:jc w:val="both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 xml:space="preserve">Определение ответственных лиц за развитие </w:t>
            </w:r>
            <w:proofErr w:type="gramStart"/>
            <w:r w:rsidRPr="0033471D">
              <w:rPr>
                <w:sz w:val="24"/>
                <w:szCs w:val="24"/>
              </w:rPr>
              <w:t>системы инклюзивного образования</w:t>
            </w:r>
            <w:proofErr w:type="gramEnd"/>
            <w:r w:rsidRPr="0033471D">
              <w:rPr>
                <w:sz w:val="24"/>
                <w:szCs w:val="24"/>
              </w:rPr>
              <w:t xml:space="preserve"> обучающихся с ОВЗ и детей-инвалидов в области физической культуры и спорта</w:t>
            </w:r>
            <w:r w:rsidR="0057672D" w:rsidRPr="0071175F">
              <w:rPr>
                <w:color w:val="0070C0"/>
                <w:sz w:val="24"/>
                <w:szCs w:val="24"/>
              </w:rPr>
              <w:t xml:space="preserve"> </w:t>
            </w:r>
            <w:r w:rsidR="0057672D" w:rsidRPr="0057672D">
              <w:rPr>
                <w:color w:val="000000" w:themeColor="text1"/>
                <w:sz w:val="24"/>
                <w:szCs w:val="24"/>
              </w:rPr>
              <w:t>на территории Ордынского района Новосибирской области</w:t>
            </w:r>
            <w:r w:rsidRPr="0057672D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48" w:type="dxa"/>
            <w:vMerge w:val="restart"/>
          </w:tcPr>
          <w:p w14:paraId="0ADED8ED" w14:textId="77777777" w:rsidR="009505B8" w:rsidRDefault="009505B8" w:rsidP="00565E90">
            <w:pPr>
              <w:jc w:val="center"/>
              <w:rPr>
                <w:sz w:val="24"/>
                <w:szCs w:val="24"/>
              </w:rPr>
            </w:pPr>
            <w:proofErr w:type="spellStart"/>
            <w:r w:rsidRPr="0033471D">
              <w:rPr>
                <w:sz w:val="24"/>
                <w:szCs w:val="24"/>
              </w:rPr>
              <w:t>УОМПиС</w:t>
            </w:r>
            <w:proofErr w:type="spellEnd"/>
            <w:r w:rsidRPr="0033471D">
              <w:rPr>
                <w:sz w:val="24"/>
                <w:szCs w:val="24"/>
              </w:rPr>
              <w:t xml:space="preserve">, МКУ «МИМЦ», ОО, ДОО, </w:t>
            </w:r>
          </w:p>
          <w:p w14:paraId="1B30CC8D" w14:textId="2BA598AC" w:rsidR="009505B8" w:rsidRPr="0033471D" w:rsidRDefault="009505B8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ОО ДО</w:t>
            </w:r>
          </w:p>
        </w:tc>
      </w:tr>
      <w:tr w:rsidR="009505B8" w:rsidRPr="0033471D" w14:paraId="45474944" w14:textId="77777777" w:rsidTr="002D5EDB">
        <w:tc>
          <w:tcPr>
            <w:tcW w:w="707" w:type="dxa"/>
            <w:vMerge/>
          </w:tcPr>
          <w:p w14:paraId="22D47CCA" w14:textId="77777777" w:rsidR="009505B8" w:rsidRPr="0033471D" w:rsidRDefault="009505B8" w:rsidP="00565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</w:tcPr>
          <w:p w14:paraId="4CC427A0" w14:textId="77777777" w:rsidR="009505B8" w:rsidRPr="0033471D" w:rsidRDefault="009505B8" w:rsidP="00565E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1F16B6E1" w14:textId="540647CE" w:rsidR="009505B8" w:rsidRPr="0033471D" w:rsidRDefault="009505B8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Ежегодно</w:t>
            </w:r>
          </w:p>
        </w:tc>
        <w:tc>
          <w:tcPr>
            <w:tcW w:w="6095" w:type="dxa"/>
          </w:tcPr>
          <w:p w14:paraId="457291FB" w14:textId="551DDA71" w:rsidR="009505B8" w:rsidRPr="0033471D" w:rsidRDefault="009505B8" w:rsidP="00565E90">
            <w:pPr>
              <w:jc w:val="both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 xml:space="preserve">Увеличение доли обучающихся с ОВЗ и детей-инвалидов, включенных в систему инклюзивного образования в области физической культуры и спорта </w:t>
            </w:r>
          </w:p>
        </w:tc>
        <w:tc>
          <w:tcPr>
            <w:tcW w:w="2948" w:type="dxa"/>
            <w:vMerge/>
          </w:tcPr>
          <w:p w14:paraId="57572585" w14:textId="77777777" w:rsidR="009505B8" w:rsidRPr="0033471D" w:rsidRDefault="009505B8" w:rsidP="00565E90">
            <w:pPr>
              <w:jc w:val="center"/>
              <w:rPr>
                <w:sz w:val="24"/>
                <w:szCs w:val="24"/>
              </w:rPr>
            </w:pPr>
          </w:p>
        </w:tc>
      </w:tr>
      <w:tr w:rsidR="009505B8" w:rsidRPr="0033471D" w14:paraId="0D8CDB54" w14:textId="77777777" w:rsidTr="005211E0">
        <w:tc>
          <w:tcPr>
            <w:tcW w:w="707" w:type="dxa"/>
            <w:vMerge/>
          </w:tcPr>
          <w:p w14:paraId="4F6339B8" w14:textId="77777777" w:rsidR="009505B8" w:rsidRPr="0033471D" w:rsidRDefault="009505B8" w:rsidP="00565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</w:tcPr>
          <w:p w14:paraId="2CAA38FD" w14:textId="77777777" w:rsidR="009505B8" w:rsidRPr="0033471D" w:rsidRDefault="009505B8" w:rsidP="00565E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19590007" w14:textId="11F01218" w:rsidR="009505B8" w:rsidRPr="0033471D" w:rsidRDefault="009505B8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Ежегодно</w:t>
            </w:r>
          </w:p>
        </w:tc>
        <w:tc>
          <w:tcPr>
            <w:tcW w:w="6095" w:type="dxa"/>
          </w:tcPr>
          <w:p w14:paraId="0662D647" w14:textId="56C1284A" w:rsidR="009505B8" w:rsidRPr="0033471D" w:rsidRDefault="009505B8" w:rsidP="00565E90">
            <w:pPr>
              <w:jc w:val="both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Увеличение доли специалистов, прошедших обучение и (или) курсы повышения квалификации в сфере АФК, от общего числа специалистов, реализующих программы АФК</w:t>
            </w:r>
          </w:p>
        </w:tc>
        <w:tc>
          <w:tcPr>
            <w:tcW w:w="2948" w:type="dxa"/>
            <w:vMerge/>
            <w:shd w:val="clear" w:color="auto" w:fill="auto"/>
          </w:tcPr>
          <w:p w14:paraId="18C30B15" w14:textId="7CDD5E66" w:rsidR="009505B8" w:rsidRPr="0033471D" w:rsidRDefault="009505B8" w:rsidP="00565E90">
            <w:pPr>
              <w:jc w:val="center"/>
              <w:rPr>
                <w:sz w:val="24"/>
                <w:szCs w:val="24"/>
              </w:rPr>
            </w:pPr>
          </w:p>
        </w:tc>
      </w:tr>
      <w:tr w:rsidR="009505B8" w:rsidRPr="0033471D" w14:paraId="44FC751D" w14:textId="77777777" w:rsidTr="002D5EDB">
        <w:tc>
          <w:tcPr>
            <w:tcW w:w="707" w:type="dxa"/>
            <w:vMerge/>
          </w:tcPr>
          <w:p w14:paraId="5AD28966" w14:textId="77777777" w:rsidR="009505B8" w:rsidRPr="0033471D" w:rsidRDefault="009505B8" w:rsidP="00565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</w:tcPr>
          <w:p w14:paraId="59EDE3C5" w14:textId="77777777" w:rsidR="009505B8" w:rsidRPr="0033471D" w:rsidRDefault="009505B8" w:rsidP="00565E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1647F4FB" w14:textId="77777777" w:rsidR="009505B8" w:rsidRPr="0033471D" w:rsidRDefault="009505B8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Ежегодно</w:t>
            </w:r>
          </w:p>
        </w:tc>
        <w:tc>
          <w:tcPr>
            <w:tcW w:w="6095" w:type="dxa"/>
          </w:tcPr>
          <w:p w14:paraId="618DF0B0" w14:textId="0EDA982F" w:rsidR="009505B8" w:rsidRPr="0033471D" w:rsidRDefault="009505B8" w:rsidP="00565E90">
            <w:pPr>
              <w:jc w:val="both"/>
              <w:rPr>
                <w:sz w:val="24"/>
                <w:szCs w:val="24"/>
              </w:rPr>
            </w:pPr>
            <w:proofErr w:type="gramStart"/>
            <w:r w:rsidRPr="0033471D">
              <w:rPr>
                <w:sz w:val="24"/>
                <w:szCs w:val="24"/>
              </w:rPr>
              <w:t>Изучение  методических</w:t>
            </w:r>
            <w:proofErr w:type="gramEnd"/>
            <w:r w:rsidRPr="0033471D">
              <w:rPr>
                <w:sz w:val="24"/>
                <w:szCs w:val="24"/>
              </w:rPr>
              <w:t xml:space="preserve"> рекомендаций и пособий для повышения качества занятий по АФК, примерных дополнительных адаптированных общеобразовательных общеразвивающих программ физкультурно-спортивной направленности. Участие в семинарах, круглых столах и т.д.</w:t>
            </w:r>
          </w:p>
        </w:tc>
        <w:tc>
          <w:tcPr>
            <w:tcW w:w="2948" w:type="dxa"/>
            <w:vMerge/>
          </w:tcPr>
          <w:p w14:paraId="09957028" w14:textId="537B5C13" w:rsidR="009505B8" w:rsidRPr="0033471D" w:rsidRDefault="009505B8" w:rsidP="00565E90">
            <w:pPr>
              <w:jc w:val="center"/>
              <w:rPr>
                <w:sz w:val="24"/>
                <w:szCs w:val="24"/>
              </w:rPr>
            </w:pPr>
          </w:p>
        </w:tc>
      </w:tr>
      <w:tr w:rsidR="00565E90" w:rsidRPr="0033471D" w14:paraId="55FA7490" w14:textId="77777777" w:rsidTr="002D5EDB">
        <w:tc>
          <w:tcPr>
            <w:tcW w:w="15706" w:type="dxa"/>
            <w:gridSpan w:val="5"/>
            <w:vAlign w:val="center"/>
          </w:tcPr>
          <w:p w14:paraId="2425B76C" w14:textId="777A32C6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  <w:lang w:val="en-US"/>
              </w:rPr>
              <w:t>II</w:t>
            </w:r>
            <w:r w:rsidRPr="0033471D">
              <w:rPr>
                <w:sz w:val="24"/>
                <w:szCs w:val="24"/>
              </w:rPr>
              <w:t>. Развитие системы ранней помощи детям и их семьям</w:t>
            </w:r>
          </w:p>
        </w:tc>
      </w:tr>
      <w:tr w:rsidR="00565E90" w:rsidRPr="0033471D" w14:paraId="401D27C4" w14:textId="77777777" w:rsidTr="002D5EDB">
        <w:tc>
          <w:tcPr>
            <w:tcW w:w="707" w:type="dxa"/>
          </w:tcPr>
          <w:p w14:paraId="04569959" w14:textId="77777777" w:rsidR="00565E90" w:rsidRPr="0033471D" w:rsidRDefault="00565E90" w:rsidP="00565E90">
            <w:pPr>
              <w:jc w:val="center"/>
              <w:rPr>
                <w:rFonts w:eastAsia="Calibri"/>
                <w:sz w:val="24"/>
                <w:szCs w:val="24"/>
              </w:rPr>
            </w:pPr>
            <w:r w:rsidRPr="0033471D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4537" w:type="dxa"/>
          </w:tcPr>
          <w:p w14:paraId="0945A76E" w14:textId="4D391698" w:rsidR="00565E90" w:rsidRPr="0033471D" w:rsidRDefault="00565E90" w:rsidP="00565E90">
            <w:pPr>
              <w:jc w:val="both"/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</w:pPr>
            <w:r w:rsidRPr="0033471D"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  <w:t xml:space="preserve">Развитие системы оказания ранней помощи отдельным категориям детей, </w:t>
            </w:r>
            <w:r w:rsidRPr="0033471D"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  <w:lastRenderedPageBreak/>
              <w:t xml:space="preserve">проживающим на территории Ордынского </w:t>
            </w:r>
            <w:proofErr w:type="gramStart"/>
            <w:r w:rsidRPr="0033471D"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  <w:t>района  Новосибирской</w:t>
            </w:r>
            <w:proofErr w:type="gramEnd"/>
            <w:r w:rsidRPr="0033471D"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  <w:t xml:space="preserve"> области</w:t>
            </w:r>
          </w:p>
          <w:p w14:paraId="5034CDFF" w14:textId="77777777" w:rsidR="00565E90" w:rsidRPr="0033471D" w:rsidRDefault="00565E90" w:rsidP="00565E90">
            <w:pPr>
              <w:widowControl w:val="0"/>
              <w:ind w:left="35" w:right="34"/>
              <w:jc w:val="both"/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9" w:type="dxa"/>
            <w:vAlign w:val="center"/>
          </w:tcPr>
          <w:p w14:paraId="14CFA1D5" w14:textId="77777777" w:rsidR="00565E90" w:rsidRPr="0033471D" w:rsidRDefault="00565E90" w:rsidP="00565E90">
            <w:pPr>
              <w:widowControl w:val="0"/>
              <w:ind w:left="120"/>
              <w:jc w:val="center"/>
              <w:rPr>
                <w:spacing w:val="8"/>
                <w:sz w:val="24"/>
                <w:szCs w:val="24"/>
              </w:rPr>
            </w:pPr>
            <w:r w:rsidRPr="0033471D">
              <w:rPr>
                <w:spacing w:val="-1"/>
                <w:sz w:val="24"/>
                <w:szCs w:val="24"/>
                <w:shd w:val="clear" w:color="auto" w:fill="FFFFFF"/>
              </w:rPr>
              <w:lastRenderedPageBreak/>
              <w:t>2023-2024 годы</w:t>
            </w:r>
          </w:p>
        </w:tc>
        <w:tc>
          <w:tcPr>
            <w:tcW w:w="6095" w:type="dxa"/>
          </w:tcPr>
          <w:p w14:paraId="7C8014F5" w14:textId="1F403E95" w:rsidR="00565E90" w:rsidRPr="00B11FBC" w:rsidRDefault="00565E90" w:rsidP="00565E90">
            <w:pPr>
              <w:widowControl w:val="0"/>
              <w:ind w:left="34"/>
              <w:jc w:val="both"/>
              <w:rPr>
                <w:spacing w:val="8"/>
                <w:sz w:val="24"/>
                <w:szCs w:val="24"/>
              </w:rPr>
            </w:pPr>
            <w:r w:rsidRPr="00B11FBC"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  <w:t>Реализация</w:t>
            </w:r>
            <w:r w:rsidRPr="00B11FBC"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  <w:tab/>
              <w:t xml:space="preserve">мероприятий программы по совершенствованию системы ранней помощи на территории Новосибирской области на период 2021 – </w:t>
            </w:r>
            <w:r w:rsidRPr="00B11FBC"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  <w:lastRenderedPageBreak/>
              <w:t>2024 годы, утвержденной заместителем Губернатора Новосибирской области С.А. Нелюбовым 13.05.2021.</w:t>
            </w:r>
          </w:p>
        </w:tc>
        <w:tc>
          <w:tcPr>
            <w:tcW w:w="2948" w:type="dxa"/>
          </w:tcPr>
          <w:p w14:paraId="3BBF9753" w14:textId="402EFB7E" w:rsidR="00565E90" w:rsidRPr="0033471D" w:rsidRDefault="00565E90" w:rsidP="00DA183E">
            <w:pPr>
              <w:jc w:val="center"/>
              <w:rPr>
                <w:sz w:val="24"/>
                <w:szCs w:val="24"/>
              </w:rPr>
            </w:pPr>
            <w:proofErr w:type="spellStart"/>
            <w:r w:rsidRPr="0033471D">
              <w:rPr>
                <w:sz w:val="24"/>
                <w:szCs w:val="24"/>
              </w:rPr>
              <w:lastRenderedPageBreak/>
              <w:t>УОМПиС</w:t>
            </w:r>
            <w:proofErr w:type="spellEnd"/>
            <w:r w:rsidRPr="0033471D">
              <w:rPr>
                <w:sz w:val="24"/>
                <w:szCs w:val="24"/>
              </w:rPr>
              <w:t xml:space="preserve">, </w:t>
            </w:r>
            <w:r w:rsidR="000242FA">
              <w:rPr>
                <w:sz w:val="24"/>
                <w:szCs w:val="24"/>
              </w:rPr>
              <w:t xml:space="preserve">ОО, ДОО, </w:t>
            </w:r>
            <w:r w:rsidR="00DA183E">
              <w:rPr>
                <w:sz w:val="24"/>
                <w:szCs w:val="24"/>
              </w:rPr>
              <w:t xml:space="preserve">МКУ Ордынского района «КЦСОН», ГБУЗ НСО </w:t>
            </w:r>
            <w:r w:rsidR="00DA183E">
              <w:rPr>
                <w:sz w:val="24"/>
                <w:szCs w:val="24"/>
              </w:rPr>
              <w:lastRenderedPageBreak/>
              <w:t>«Ордынская ЦРБ»</w:t>
            </w:r>
            <w:r w:rsidR="00621B2F">
              <w:rPr>
                <w:sz w:val="24"/>
                <w:szCs w:val="24"/>
              </w:rPr>
              <w:t xml:space="preserve"> (во взаимодействии)</w:t>
            </w:r>
            <w:r w:rsidR="00DA183E">
              <w:rPr>
                <w:sz w:val="24"/>
                <w:szCs w:val="24"/>
              </w:rPr>
              <w:t>, Ордынский филиал ГБУ НСО ОЦДК (во взаимодействии)</w:t>
            </w:r>
          </w:p>
        </w:tc>
      </w:tr>
      <w:tr w:rsidR="00565E90" w:rsidRPr="0033471D" w14:paraId="575D1D16" w14:textId="77777777" w:rsidTr="002D5EDB">
        <w:tc>
          <w:tcPr>
            <w:tcW w:w="707" w:type="dxa"/>
            <w:vMerge w:val="restart"/>
          </w:tcPr>
          <w:p w14:paraId="5C650DEA" w14:textId="7E888361" w:rsidR="00565E90" w:rsidRPr="0033471D" w:rsidRDefault="00565E90" w:rsidP="00565E90">
            <w:pPr>
              <w:jc w:val="center"/>
              <w:rPr>
                <w:rFonts w:eastAsia="Calibri"/>
                <w:sz w:val="24"/>
                <w:szCs w:val="24"/>
              </w:rPr>
            </w:pPr>
            <w:r w:rsidRPr="0033471D">
              <w:rPr>
                <w:rFonts w:eastAsia="Calibri"/>
                <w:sz w:val="24"/>
                <w:szCs w:val="24"/>
              </w:rPr>
              <w:lastRenderedPageBreak/>
              <w:t>6.</w:t>
            </w:r>
          </w:p>
        </w:tc>
        <w:tc>
          <w:tcPr>
            <w:tcW w:w="4537" w:type="dxa"/>
            <w:vMerge w:val="restart"/>
          </w:tcPr>
          <w:p w14:paraId="2BD3A280" w14:textId="21277A16" w:rsidR="00565E90" w:rsidRPr="0033471D" w:rsidRDefault="00565E90" w:rsidP="00565E90">
            <w:pPr>
              <w:widowControl w:val="0"/>
              <w:ind w:left="35" w:right="34"/>
              <w:jc w:val="both"/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</w:pPr>
            <w:r w:rsidRPr="0033471D"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  <w:t>Развитие условий доступности оказания ранней коррекционной помощи детям и их семьям</w:t>
            </w:r>
          </w:p>
        </w:tc>
        <w:tc>
          <w:tcPr>
            <w:tcW w:w="1419" w:type="dxa"/>
            <w:vAlign w:val="center"/>
          </w:tcPr>
          <w:p w14:paraId="710DCFD4" w14:textId="5D82268D" w:rsidR="00565E90" w:rsidRPr="0033471D" w:rsidRDefault="00565E90" w:rsidP="00565E90">
            <w:pPr>
              <w:widowControl w:val="0"/>
              <w:ind w:left="120"/>
              <w:jc w:val="center"/>
              <w:rPr>
                <w:spacing w:val="-1"/>
                <w:sz w:val="24"/>
                <w:szCs w:val="24"/>
                <w:shd w:val="clear" w:color="auto" w:fill="FFFFFF"/>
              </w:rPr>
            </w:pPr>
            <w:r w:rsidRPr="0033471D">
              <w:rPr>
                <w:spacing w:val="-1"/>
                <w:sz w:val="24"/>
                <w:szCs w:val="24"/>
                <w:shd w:val="clear" w:color="auto" w:fill="FFFFFF"/>
              </w:rPr>
              <w:t>Ежегодно</w:t>
            </w:r>
          </w:p>
        </w:tc>
        <w:tc>
          <w:tcPr>
            <w:tcW w:w="6095" w:type="dxa"/>
          </w:tcPr>
          <w:p w14:paraId="39EAF539" w14:textId="0A2C724F" w:rsidR="00565E90" w:rsidRPr="0033471D" w:rsidRDefault="00565E90" w:rsidP="00565E90">
            <w:pPr>
              <w:widowControl w:val="0"/>
              <w:ind w:left="34"/>
              <w:jc w:val="both"/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</w:pPr>
            <w:r w:rsidRPr="0033471D"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  <w:t xml:space="preserve">Оказание услуг ранней коррекционной помощи не менее </w:t>
            </w:r>
            <w:r w:rsidRPr="00DA183E">
              <w:rPr>
                <w:rFonts w:eastAsia="Calibri"/>
                <w:color w:val="000000" w:themeColor="text1"/>
                <w:spacing w:val="-1"/>
                <w:sz w:val="24"/>
                <w:szCs w:val="24"/>
                <w:shd w:val="clear" w:color="auto" w:fill="FFFFFF"/>
              </w:rPr>
              <w:t xml:space="preserve">5 </w:t>
            </w:r>
            <w:r w:rsidRPr="0033471D"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  <w:t>детям и их семьям.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14:paraId="05CE5344" w14:textId="629A1A6D" w:rsidR="00565E90" w:rsidRPr="0033471D" w:rsidRDefault="00565E90" w:rsidP="00DA183E">
            <w:pPr>
              <w:jc w:val="center"/>
              <w:rPr>
                <w:sz w:val="24"/>
                <w:szCs w:val="24"/>
              </w:rPr>
            </w:pPr>
            <w:proofErr w:type="spellStart"/>
            <w:r w:rsidRPr="0033471D">
              <w:rPr>
                <w:sz w:val="24"/>
                <w:szCs w:val="24"/>
              </w:rPr>
              <w:t>УОМПиС</w:t>
            </w:r>
            <w:proofErr w:type="spellEnd"/>
            <w:r w:rsidRPr="0033471D">
              <w:rPr>
                <w:sz w:val="24"/>
                <w:szCs w:val="24"/>
              </w:rPr>
              <w:t>, Ордынский филиал ГБУ НСО</w:t>
            </w:r>
            <w:r w:rsidR="00DA183E">
              <w:rPr>
                <w:sz w:val="24"/>
                <w:szCs w:val="24"/>
              </w:rPr>
              <w:t xml:space="preserve"> ОЦДК</w:t>
            </w:r>
            <w:r w:rsidR="00621B2F">
              <w:rPr>
                <w:sz w:val="24"/>
                <w:szCs w:val="24"/>
              </w:rPr>
              <w:t xml:space="preserve"> (во взаимодействии)</w:t>
            </w:r>
            <w:r w:rsidR="00DA183E">
              <w:rPr>
                <w:sz w:val="24"/>
                <w:szCs w:val="24"/>
              </w:rPr>
              <w:t>, МКУ Ордынского района «КЦСОН», ГБУЗ НСО «Ордынская ЦРБ»</w:t>
            </w:r>
            <w:r w:rsidRPr="0033471D">
              <w:rPr>
                <w:sz w:val="24"/>
                <w:szCs w:val="24"/>
              </w:rPr>
              <w:t xml:space="preserve"> (во взаимодействии)</w:t>
            </w:r>
          </w:p>
        </w:tc>
      </w:tr>
      <w:tr w:rsidR="00565E90" w:rsidRPr="0033471D" w14:paraId="5FAF2C15" w14:textId="77777777" w:rsidTr="002D5EDB">
        <w:tc>
          <w:tcPr>
            <w:tcW w:w="707" w:type="dxa"/>
            <w:vMerge/>
          </w:tcPr>
          <w:p w14:paraId="04270F3B" w14:textId="77777777" w:rsidR="00565E90" w:rsidRPr="0033471D" w:rsidRDefault="00565E90" w:rsidP="00565E9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7" w:type="dxa"/>
            <w:vMerge/>
          </w:tcPr>
          <w:p w14:paraId="697FF404" w14:textId="72AE3B57" w:rsidR="00565E90" w:rsidRPr="0033471D" w:rsidRDefault="00565E90" w:rsidP="00565E90">
            <w:pPr>
              <w:widowControl w:val="0"/>
              <w:ind w:left="35" w:right="34"/>
              <w:jc w:val="both"/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9" w:type="dxa"/>
            <w:vAlign w:val="center"/>
          </w:tcPr>
          <w:p w14:paraId="6CC13663" w14:textId="661847F9" w:rsidR="00565E90" w:rsidRPr="0033471D" w:rsidRDefault="00565E90" w:rsidP="00565E90">
            <w:pPr>
              <w:widowControl w:val="0"/>
              <w:ind w:left="120"/>
              <w:jc w:val="center"/>
              <w:rPr>
                <w:spacing w:val="-1"/>
                <w:sz w:val="24"/>
                <w:szCs w:val="24"/>
                <w:shd w:val="clear" w:color="auto" w:fill="FFFFFF"/>
              </w:rPr>
            </w:pPr>
            <w:r w:rsidRPr="0033471D">
              <w:rPr>
                <w:spacing w:val="-1"/>
                <w:sz w:val="24"/>
                <w:szCs w:val="24"/>
                <w:shd w:val="clear" w:color="auto" w:fill="FFFFFF"/>
              </w:rPr>
              <w:t>2023-2024 годы</w:t>
            </w:r>
          </w:p>
        </w:tc>
        <w:tc>
          <w:tcPr>
            <w:tcW w:w="6095" w:type="dxa"/>
          </w:tcPr>
          <w:p w14:paraId="14ABFEC7" w14:textId="77777777" w:rsidR="0057672D" w:rsidRPr="0057672D" w:rsidRDefault="0057672D" w:rsidP="0057672D">
            <w:pPr>
              <w:widowControl w:val="0"/>
              <w:ind w:left="34"/>
              <w:jc w:val="both"/>
              <w:rPr>
                <w:rFonts w:eastAsia="Calibri"/>
                <w:color w:val="000000" w:themeColor="text1"/>
                <w:spacing w:val="-1"/>
                <w:sz w:val="24"/>
                <w:szCs w:val="24"/>
                <w:shd w:val="clear" w:color="auto" w:fill="FFFFFF"/>
              </w:rPr>
            </w:pPr>
            <w:r w:rsidRPr="0033471D"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  <w:t xml:space="preserve">В не менее </w:t>
            </w:r>
            <w:r w:rsidRPr="00DA183E">
              <w:rPr>
                <w:rFonts w:eastAsia="Calibri"/>
                <w:color w:val="000000" w:themeColor="text1"/>
                <w:spacing w:val="-1"/>
                <w:sz w:val="24"/>
                <w:szCs w:val="24"/>
                <w:shd w:val="clear" w:color="auto" w:fill="FFFFFF"/>
              </w:rPr>
              <w:t xml:space="preserve">1 </w:t>
            </w:r>
            <w:r w:rsidRPr="0033471D"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  <w:t xml:space="preserve">ДОО созданы условия для оказания консультативной помощи </w:t>
            </w:r>
            <w:r w:rsidRPr="0057672D">
              <w:rPr>
                <w:rFonts w:eastAsia="Calibri"/>
                <w:color w:val="000000" w:themeColor="text1"/>
                <w:spacing w:val="-1"/>
                <w:sz w:val="24"/>
                <w:szCs w:val="24"/>
                <w:shd w:val="clear" w:color="auto" w:fill="FFFFFF"/>
              </w:rPr>
              <w:t xml:space="preserve">семьям с детьми </w:t>
            </w:r>
            <w:proofErr w:type="spellStart"/>
            <w:r w:rsidRPr="0057672D">
              <w:rPr>
                <w:rFonts w:eastAsia="Calibri"/>
                <w:color w:val="000000" w:themeColor="text1"/>
                <w:spacing w:val="-1"/>
                <w:sz w:val="24"/>
                <w:szCs w:val="24"/>
                <w:shd w:val="clear" w:color="auto" w:fill="FFFFFF"/>
              </w:rPr>
              <w:t>раненего</w:t>
            </w:r>
            <w:proofErr w:type="spellEnd"/>
            <w:r w:rsidRPr="0057672D">
              <w:rPr>
                <w:rFonts w:eastAsia="Calibri"/>
                <w:color w:val="000000" w:themeColor="text1"/>
                <w:spacing w:val="-1"/>
                <w:sz w:val="24"/>
                <w:szCs w:val="24"/>
                <w:shd w:val="clear" w:color="auto" w:fill="FFFFFF"/>
              </w:rPr>
              <w:t xml:space="preserve"> возраста.</w:t>
            </w:r>
          </w:p>
          <w:p w14:paraId="4B50543F" w14:textId="2559D822" w:rsidR="00565E90" w:rsidRPr="0033471D" w:rsidRDefault="0057672D" w:rsidP="0057672D">
            <w:pPr>
              <w:widowControl w:val="0"/>
              <w:ind w:left="34"/>
              <w:jc w:val="both"/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</w:pPr>
            <w:r w:rsidRPr="0033471D"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  <w:t>Участие в обучающих семинарах для специалистов, оказывающих раннюю коррекционную помощь.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14:paraId="63BCDE75" w14:textId="245B3BDD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proofErr w:type="spellStart"/>
            <w:r w:rsidRPr="0033471D">
              <w:rPr>
                <w:sz w:val="24"/>
                <w:szCs w:val="24"/>
              </w:rPr>
              <w:t>УОМПиС</w:t>
            </w:r>
            <w:proofErr w:type="spellEnd"/>
            <w:r w:rsidRPr="0033471D">
              <w:rPr>
                <w:sz w:val="24"/>
                <w:szCs w:val="24"/>
              </w:rPr>
              <w:t>, ДОО</w:t>
            </w:r>
          </w:p>
        </w:tc>
      </w:tr>
      <w:tr w:rsidR="00565E90" w:rsidRPr="0033471D" w14:paraId="00C064F7" w14:textId="77777777" w:rsidTr="002D5EDB">
        <w:tc>
          <w:tcPr>
            <w:tcW w:w="15706" w:type="dxa"/>
            <w:gridSpan w:val="5"/>
          </w:tcPr>
          <w:p w14:paraId="162E13F5" w14:textId="3A2CFB6E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. Обеспечение качества инклюзивного образования</w:t>
            </w:r>
          </w:p>
        </w:tc>
      </w:tr>
      <w:tr w:rsidR="00565E90" w:rsidRPr="0033471D" w14:paraId="15FF8CF3" w14:textId="77777777" w:rsidTr="002D5EDB">
        <w:tc>
          <w:tcPr>
            <w:tcW w:w="707" w:type="dxa"/>
            <w:vMerge w:val="restart"/>
          </w:tcPr>
          <w:p w14:paraId="64E414CE" w14:textId="6DCE6DB5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7.</w:t>
            </w:r>
          </w:p>
        </w:tc>
        <w:tc>
          <w:tcPr>
            <w:tcW w:w="4537" w:type="dxa"/>
            <w:vMerge w:val="restart"/>
          </w:tcPr>
          <w:p w14:paraId="1CFF012C" w14:textId="77777777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Обеспечение поэтапного введения федерального государственного образовательного стандарта основного общего, среднего общего образования для обучающихся с ОВЗ</w:t>
            </w:r>
          </w:p>
        </w:tc>
        <w:tc>
          <w:tcPr>
            <w:tcW w:w="1419" w:type="dxa"/>
          </w:tcPr>
          <w:p w14:paraId="7DDCC2C2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6095" w:type="dxa"/>
          </w:tcPr>
          <w:p w14:paraId="19287B26" w14:textId="083CB4FE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 ОВЗ, дети - инвалиды 8 классов получают образование в соответствии с ФГОС ООО во всех ОО </w:t>
            </w:r>
          </w:p>
        </w:tc>
        <w:tc>
          <w:tcPr>
            <w:tcW w:w="2948" w:type="dxa"/>
          </w:tcPr>
          <w:p w14:paraId="41091F38" w14:textId="4BAEA509" w:rsidR="00565E90" w:rsidRPr="00DA183E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183E"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  <w:r w:rsidRPr="00DA183E">
              <w:rPr>
                <w:rFonts w:ascii="Times New Roman" w:hAnsi="Times New Roman" w:cs="Times New Roman"/>
                <w:sz w:val="24"/>
                <w:szCs w:val="24"/>
              </w:rPr>
              <w:t>, ОО</w:t>
            </w:r>
            <w:r w:rsidR="00DA183E" w:rsidRPr="00DA183E">
              <w:rPr>
                <w:rFonts w:ascii="Times New Roman" w:hAnsi="Times New Roman" w:cs="Times New Roman"/>
                <w:sz w:val="24"/>
                <w:szCs w:val="24"/>
              </w:rPr>
              <w:t>, МКУ «МИМЦ»</w:t>
            </w:r>
          </w:p>
        </w:tc>
      </w:tr>
      <w:tr w:rsidR="00565E90" w:rsidRPr="0033471D" w14:paraId="77E1AE15" w14:textId="77777777" w:rsidTr="002D5EDB">
        <w:tc>
          <w:tcPr>
            <w:tcW w:w="707" w:type="dxa"/>
            <w:vMerge/>
          </w:tcPr>
          <w:p w14:paraId="07CF0572" w14:textId="77777777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</w:tcPr>
          <w:p w14:paraId="2C109E9D" w14:textId="77777777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14A1A95B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6095" w:type="dxa"/>
          </w:tcPr>
          <w:p w14:paraId="18EAC401" w14:textId="1416A77B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 ОВЗ, дети - инвалиды 9 классов получают образование в соответствии с ФГОС ООО во всех ОО </w:t>
            </w:r>
          </w:p>
        </w:tc>
        <w:tc>
          <w:tcPr>
            <w:tcW w:w="2948" w:type="dxa"/>
          </w:tcPr>
          <w:p w14:paraId="016E19D5" w14:textId="122436A0" w:rsidR="00565E90" w:rsidRPr="00DA183E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183E"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  <w:r w:rsidRPr="00DA183E">
              <w:rPr>
                <w:rFonts w:ascii="Times New Roman" w:hAnsi="Times New Roman" w:cs="Times New Roman"/>
                <w:sz w:val="24"/>
                <w:szCs w:val="24"/>
              </w:rPr>
              <w:t>, ОО</w:t>
            </w:r>
            <w:r w:rsidR="00DA183E" w:rsidRPr="00DA183E">
              <w:rPr>
                <w:rFonts w:ascii="Times New Roman" w:hAnsi="Times New Roman" w:cs="Times New Roman"/>
                <w:sz w:val="24"/>
                <w:szCs w:val="24"/>
              </w:rPr>
              <w:t>, МКУ «МИМЦ»</w:t>
            </w:r>
          </w:p>
        </w:tc>
      </w:tr>
      <w:tr w:rsidR="00565E90" w:rsidRPr="0033471D" w14:paraId="35EB22EF" w14:textId="77777777" w:rsidTr="002D5EDB">
        <w:tc>
          <w:tcPr>
            <w:tcW w:w="707" w:type="dxa"/>
            <w:vMerge/>
          </w:tcPr>
          <w:p w14:paraId="27E05431" w14:textId="77777777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</w:tcPr>
          <w:p w14:paraId="640AA4DB" w14:textId="77777777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07634339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6095" w:type="dxa"/>
          </w:tcPr>
          <w:p w14:paraId="06169723" w14:textId="20D7E797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 ОВЗ, дети - инвалиды 10 классов получают образование в соответствии с ФГОС СОО во всех ОО </w:t>
            </w:r>
          </w:p>
        </w:tc>
        <w:tc>
          <w:tcPr>
            <w:tcW w:w="2948" w:type="dxa"/>
          </w:tcPr>
          <w:p w14:paraId="2BB0BA63" w14:textId="4861A1E2" w:rsidR="00565E90" w:rsidRPr="00DA183E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183E"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  <w:r w:rsidRPr="00DA183E">
              <w:rPr>
                <w:rFonts w:ascii="Times New Roman" w:hAnsi="Times New Roman" w:cs="Times New Roman"/>
                <w:sz w:val="24"/>
                <w:szCs w:val="24"/>
              </w:rPr>
              <w:t>, ОО</w:t>
            </w:r>
            <w:r w:rsidR="00DA183E" w:rsidRPr="00DA183E">
              <w:rPr>
                <w:rFonts w:ascii="Times New Roman" w:hAnsi="Times New Roman" w:cs="Times New Roman"/>
                <w:sz w:val="24"/>
                <w:szCs w:val="24"/>
              </w:rPr>
              <w:t>, МКУ «МИМЦ»</w:t>
            </w:r>
          </w:p>
        </w:tc>
      </w:tr>
      <w:tr w:rsidR="00565E90" w:rsidRPr="0033471D" w14:paraId="599C61F0" w14:textId="77777777" w:rsidTr="002D5EDB">
        <w:tc>
          <w:tcPr>
            <w:tcW w:w="707" w:type="dxa"/>
            <w:vMerge/>
          </w:tcPr>
          <w:p w14:paraId="18A802CB" w14:textId="77777777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</w:tcPr>
          <w:p w14:paraId="007FE2AB" w14:textId="77777777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45276115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6095" w:type="dxa"/>
          </w:tcPr>
          <w:p w14:paraId="12C44DDB" w14:textId="41BFFCF4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 ОВЗ, дети - инвалиды 11 классов получают образование в соответствии с ФГОС СОО во всех ОО </w:t>
            </w:r>
          </w:p>
        </w:tc>
        <w:tc>
          <w:tcPr>
            <w:tcW w:w="2948" w:type="dxa"/>
          </w:tcPr>
          <w:p w14:paraId="0FEB86BB" w14:textId="2EF6731F" w:rsidR="00565E90" w:rsidRPr="00DA183E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183E"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  <w:r w:rsidRPr="00DA183E">
              <w:rPr>
                <w:rFonts w:ascii="Times New Roman" w:hAnsi="Times New Roman" w:cs="Times New Roman"/>
                <w:sz w:val="24"/>
                <w:szCs w:val="24"/>
              </w:rPr>
              <w:t>, ОО</w:t>
            </w:r>
            <w:r w:rsidR="00DA183E" w:rsidRPr="00DA183E">
              <w:rPr>
                <w:rFonts w:ascii="Times New Roman" w:hAnsi="Times New Roman" w:cs="Times New Roman"/>
                <w:sz w:val="24"/>
                <w:szCs w:val="24"/>
              </w:rPr>
              <w:t>, МКУ «МИМЦ»</w:t>
            </w:r>
          </w:p>
        </w:tc>
      </w:tr>
      <w:tr w:rsidR="00565E90" w:rsidRPr="0033471D" w14:paraId="3B09EFFC" w14:textId="77777777" w:rsidTr="002D5EDB">
        <w:tc>
          <w:tcPr>
            <w:tcW w:w="707" w:type="dxa"/>
            <w:vMerge w:val="restart"/>
          </w:tcPr>
          <w:p w14:paraId="5F662241" w14:textId="372717C9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8.</w:t>
            </w:r>
          </w:p>
        </w:tc>
        <w:tc>
          <w:tcPr>
            <w:tcW w:w="4537" w:type="dxa"/>
            <w:vMerge w:val="restart"/>
          </w:tcPr>
          <w:p w14:paraId="6C3D114B" w14:textId="221612B1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Обеспечение поэтапного введения ФГОС УО (ИН)</w:t>
            </w:r>
          </w:p>
        </w:tc>
        <w:tc>
          <w:tcPr>
            <w:tcW w:w="1419" w:type="dxa"/>
          </w:tcPr>
          <w:p w14:paraId="7DCD69D8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6095" w:type="dxa"/>
          </w:tcPr>
          <w:p w14:paraId="4C62908F" w14:textId="77777777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Обучающиеся с ОВЗ, дети - инвалиды 8 классов получают образование в соответствии с ФГОС УО (ИН)</w:t>
            </w:r>
          </w:p>
        </w:tc>
        <w:tc>
          <w:tcPr>
            <w:tcW w:w="2948" w:type="dxa"/>
          </w:tcPr>
          <w:p w14:paraId="7C5098FC" w14:textId="76810337" w:rsidR="00565E90" w:rsidRPr="00DA183E" w:rsidRDefault="00565E90" w:rsidP="00565E90">
            <w:pPr>
              <w:jc w:val="center"/>
              <w:rPr>
                <w:sz w:val="24"/>
                <w:szCs w:val="24"/>
              </w:rPr>
            </w:pPr>
            <w:proofErr w:type="spellStart"/>
            <w:r w:rsidRPr="00DA183E">
              <w:rPr>
                <w:sz w:val="24"/>
                <w:szCs w:val="24"/>
              </w:rPr>
              <w:t>УОМПиС</w:t>
            </w:r>
            <w:proofErr w:type="spellEnd"/>
            <w:r w:rsidRPr="00DA183E">
              <w:rPr>
                <w:sz w:val="24"/>
                <w:szCs w:val="24"/>
              </w:rPr>
              <w:t>, ОО</w:t>
            </w:r>
            <w:r w:rsidR="00DA183E" w:rsidRPr="00DA183E">
              <w:rPr>
                <w:sz w:val="24"/>
                <w:szCs w:val="24"/>
              </w:rPr>
              <w:t>, МКУ «МИМЦ»</w:t>
            </w:r>
          </w:p>
        </w:tc>
      </w:tr>
      <w:tr w:rsidR="00565E90" w:rsidRPr="0033471D" w14:paraId="6F9DC3DA" w14:textId="77777777" w:rsidTr="002D5EDB">
        <w:tc>
          <w:tcPr>
            <w:tcW w:w="707" w:type="dxa"/>
            <w:vMerge/>
          </w:tcPr>
          <w:p w14:paraId="07487AE1" w14:textId="77777777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</w:tcPr>
          <w:p w14:paraId="029EC589" w14:textId="77777777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200CCA4D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6095" w:type="dxa"/>
          </w:tcPr>
          <w:p w14:paraId="25B9A1ED" w14:textId="77777777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Обучающиеся с ОВЗ, дети - инвалиды 9 классов получают образование в соответствии с ФГОС УО (ИН)</w:t>
            </w:r>
          </w:p>
        </w:tc>
        <w:tc>
          <w:tcPr>
            <w:tcW w:w="2948" w:type="dxa"/>
          </w:tcPr>
          <w:p w14:paraId="5D85C32F" w14:textId="6FA93992" w:rsidR="00565E90" w:rsidRPr="00DA183E" w:rsidRDefault="00565E90" w:rsidP="00565E90">
            <w:pPr>
              <w:jc w:val="center"/>
              <w:rPr>
                <w:sz w:val="24"/>
                <w:szCs w:val="24"/>
              </w:rPr>
            </w:pPr>
            <w:proofErr w:type="spellStart"/>
            <w:r w:rsidRPr="00DA183E">
              <w:rPr>
                <w:sz w:val="24"/>
                <w:szCs w:val="24"/>
              </w:rPr>
              <w:t>УОМПиС</w:t>
            </w:r>
            <w:proofErr w:type="spellEnd"/>
            <w:r w:rsidRPr="00DA183E">
              <w:rPr>
                <w:sz w:val="24"/>
                <w:szCs w:val="24"/>
              </w:rPr>
              <w:t>, ОО</w:t>
            </w:r>
            <w:r w:rsidR="00DA183E" w:rsidRPr="00DA183E">
              <w:rPr>
                <w:sz w:val="24"/>
                <w:szCs w:val="24"/>
              </w:rPr>
              <w:t>, МКУ «МИМЦ»</w:t>
            </w:r>
          </w:p>
        </w:tc>
      </w:tr>
      <w:tr w:rsidR="00565E90" w:rsidRPr="0033471D" w14:paraId="4A14F257" w14:textId="77777777" w:rsidTr="002D5EDB">
        <w:tc>
          <w:tcPr>
            <w:tcW w:w="707" w:type="dxa"/>
            <w:vMerge/>
          </w:tcPr>
          <w:p w14:paraId="126F83F9" w14:textId="77777777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</w:tcPr>
          <w:p w14:paraId="5B26B202" w14:textId="77777777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7687ECA9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6095" w:type="dxa"/>
          </w:tcPr>
          <w:p w14:paraId="578F0BD9" w14:textId="77777777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Обучающиеся с ОВЗ, дети - инвалиды 10 классов получают образование в соответствии с ФГОС УО (ИН)</w:t>
            </w:r>
          </w:p>
        </w:tc>
        <w:tc>
          <w:tcPr>
            <w:tcW w:w="2948" w:type="dxa"/>
          </w:tcPr>
          <w:p w14:paraId="25C678CC" w14:textId="5245FB3E" w:rsidR="00565E90" w:rsidRPr="00DA183E" w:rsidRDefault="00565E90" w:rsidP="00565E90">
            <w:pPr>
              <w:jc w:val="center"/>
              <w:rPr>
                <w:sz w:val="24"/>
                <w:szCs w:val="24"/>
              </w:rPr>
            </w:pPr>
            <w:proofErr w:type="spellStart"/>
            <w:r w:rsidRPr="00DA183E">
              <w:rPr>
                <w:sz w:val="24"/>
                <w:szCs w:val="24"/>
              </w:rPr>
              <w:t>УОМПиС</w:t>
            </w:r>
            <w:proofErr w:type="spellEnd"/>
            <w:r w:rsidRPr="00DA183E">
              <w:rPr>
                <w:sz w:val="24"/>
                <w:szCs w:val="24"/>
              </w:rPr>
              <w:t>, ОО</w:t>
            </w:r>
            <w:r w:rsidR="00DA183E" w:rsidRPr="00DA183E">
              <w:rPr>
                <w:sz w:val="24"/>
                <w:szCs w:val="24"/>
              </w:rPr>
              <w:t>, МКУ «МИМЦ»</w:t>
            </w:r>
          </w:p>
        </w:tc>
      </w:tr>
      <w:tr w:rsidR="00565E90" w:rsidRPr="0033471D" w14:paraId="1E8EE092" w14:textId="77777777" w:rsidTr="002D5EDB">
        <w:tc>
          <w:tcPr>
            <w:tcW w:w="707" w:type="dxa"/>
            <w:vMerge/>
          </w:tcPr>
          <w:p w14:paraId="20A1D158" w14:textId="77777777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</w:tcPr>
          <w:p w14:paraId="7AE8D95C" w14:textId="77777777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51E787B2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6095" w:type="dxa"/>
          </w:tcPr>
          <w:p w14:paraId="3A4D9972" w14:textId="77777777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Обучающиеся с ОВЗ, дети - инвалиды 11 классов получают образование в соответствии с ФГОС УО (ИН)</w:t>
            </w:r>
          </w:p>
        </w:tc>
        <w:tc>
          <w:tcPr>
            <w:tcW w:w="2948" w:type="dxa"/>
          </w:tcPr>
          <w:p w14:paraId="4E0485D3" w14:textId="62496D3C" w:rsidR="00565E90" w:rsidRPr="00DA183E" w:rsidRDefault="00565E90" w:rsidP="00565E90">
            <w:pPr>
              <w:jc w:val="center"/>
              <w:rPr>
                <w:sz w:val="24"/>
                <w:szCs w:val="24"/>
              </w:rPr>
            </w:pPr>
            <w:proofErr w:type="spellStart"/>
            <w:r w:rsidRPr="00DA183E">
              <w:rPr>
                <w:sz w:val="24"/>
                <w:szCs w:val="24"/>
              </w:rPr>
              <w:t>УОМПиС</w:t>
            </w:r>
            <w:proofErr w:type="spellEnd"/>
            <w:r w:rsidRPr="00DA183E">
              <w:rPr>
                <w:sz w:val="24"/>
                <w:szCs w:val="24"/>
              </w:rPr>
              <w:t>, ОО</w:t>
            </w:r>
            <w:r w:rsidR="00DA183E" w:rsidRPr="00DA183E">
              <w:rPr>
                <w:sz w:val="24"/>
                <w:szCs w:val="24"/>
              </w:rPr>
              <w:t>, МКУ «МИМЦ»</w:t>
            </w:r>
          </w:p>
        </w:tc>
      </w:tr>
      <w:tr w:rsidR="00565E90" w:rsidRPr="0033471D" w14:paraId="57D77A54" w14:textId="77777777" w:rsidTr="002D5EDB">
        <w:tc>
          <w:tcPr>
            <w:tcW w:w="707" w:type="dxa"/>
          </w:tcPr>
          <w:p w14:paraId="5EE62DFA" w14:textId="3E982CAD" w:rsidR="00565E90" w:rsidRPr="0033471D" w:rsidRDefault="00565E90" w:rsidP="00565E90">
            <w:pPr>
              <w:jc w:val="center"/>
              <w:rPr>
                <w:rFonts w:eastAsia="Calibri"/>
                <w:sz w:val="24"/>
                <w:szCs w:val="24"/>
              </w:rPr>
            </w:pPr>
            <w:r w:rsidRPr="0033471D"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4537" w:type="dxa"/>
          </w:tcPr>
          <w:p w14:paraId="3F7EB9B2" w14:textId="4940DBFE" w:rsidR="00565E90" w:rsidRPr="0033471D" w:rsidRDefault="00565E90" w:rsidP="00565E90">
            <w:pPr>
              <w:widowControl w:val="0"/>
              <w:tabs>
                <w:tab w:val="left" w:pos="935"/>
              </w:tabs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471D">
              <w:rPr>
                <w:sz w:val="24"/>
                <w:szCs w:val="24"/>
                <w:lang w:eastAsia="en-US"/>
              </w:rPr>
              <w:t>Развитие системы психолого-педагогического сопровождения образования обучающихся с ОВЗ, детей-инвалидов</w:t>
            </w:r>
          </w:p>
        </w:tc>
        <w:tc>
          <w:tcPr>
            <w:tcW w:w="1419" w:type="dxa"/>
            <w:vAlign w:val="center"/>
          </w:tcPr>
          <w:p w14:paraId="7BA6AE63" w14:textId="71ECDAA0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Ежегодно</w:t>
            </w:r>
          </w:p>
        </w:tc>
        <w:tc>
          <w:tcPr>
            <w:tcW w:w="6095" w:type="dxa"/>
          </w:tcPr>
          <w:p w14:paraId="45C0DCA4" w14:textId="2317268F" w:rsidR="00565E90" w:rsidRPr="0033471D" w:rsidRDefault="00565E90" w:rsidP="00565E90">
            <w:pPr>
              <w:jc w:val="both"/>
              <w:rPr>
                <w:bCs/>
                <w:sz w:val="24"/>
                <w:szCs w:val="24"/>
              </w:rPr>
            </w:pPr>
            <w:r w:rsidRPr="0033471D">
              <w:rPr>
                <w:bCs/>
                <w:sz w:val="24"/>
                <w:szCs w:val="24"/>
              </w:rPr>
              <w:t xml:space="preserve">В не менее чем </w:t>
            </w:r>
            <w:r w:rsidRPr="00FB6C44">
              <w:rPr>
                <w:bCs/>
                <w:color w:val="000000" w:themeColor="text1"/>
                <w:sz w:val="24"/>
                <w:szCs w:val="24"/>
              </w:rPr>
              <w:t xml:space="preserve">90 </w:t>
            </w:r>
            <w:r w:rsidRPr="0033471D">
              <w:rPr>
                <w:bCs/>
                <w:sz w:val="24"/>
                <w:szCs w:val="24"/>
              </w:rPr>
              <w:t>% ОО</w:t>
            </w:r>
            <w:r w:rsidR="00FB6C44">
              <w:rPr>
                <w:bCs/>
                <w:sz w:val="24"/>
                <w:szCs w:val="24"/>
              </w:rPr>
              <w:t>, ДОО</w:t>
            </w:r>
            <w:r w:rsidRPr="0033471D">
              <w:rPr>
                <w:bCs/>
                <w:sz w:val="24"/>
                <w:szCs w:val="24"/>
              </w:rPr>
              <w:t xml:space="preserve"> действуют психолого-педагогические консилиумы.</w:t>
            </w:r>
          </w:p>
          <w:p w14:paraId="447D0C2B" w14:textId="6E3960B2" w:rsidR="00565E90" w:rsidRPr="0033471D" w:rsidRDefault="00565E90" w:rsidP="00565E90">
            <w:pPr>
              <w:jc w:val="both"/>
              <w:rPr>
                <w:bCs/>
                <w:sz w:val="24"/>
                <w:szCs w:val="24"/>
              </w:rPr>
            </w:pPr>
            <w:r w:rsidRPr="0033471D">
              <w:rPr>
                <w:bCs/>
                <w:sz w:val="24"/>
                <w:szCs w:val="24"/>
              </w:rPr>
              <w:t>Участие в мониторинге развития системы ППМС сопровождения Новосибирской области</w:t>
            </w:r>
            <w:r w:rsidRPr="0033471D">
              <w:rPr>
                <w:sz w:val="24"/>
                <w:szCs w:val="24"/>
              </w:rPr>
              <w:t xml:space="preserve"> </w:t>
            </w:r>
            <w:r w:rsidRPr="0033471D">
              <w:rPr>
                <w:bCs/>
                <w:sz w:val="24"/>
                <w:szCs w:val="24"/>
              </w:rPr>
              <w:t>в соответствии с программой мониторинга доступности образовательной среды для обучающихся с ограниченными возможностями здоровья и детей-инвалидов (инвалидов) на территории Новосибирской области, утвержденной 30.12.2021 заместителем министра образования Новосибирской области В.Н. Щукиным</w:t>
            </w:r>
          </w:p>
        </w:tc>
        <w:tc>
          <w:tcPr>
            <w:tcW w:w="2948" w:type="dxa"/>
          </w:tcPr>
          <w:p w14:paraId="5916B981" w14:textId="0352C72E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proofErr w:type="spellStart"/>
            <w:r w:rsidRPr="0033471D">
              <w:rPr>
                <w:sz w:val="24"/>
                <w:szCs w:val="24"/>
              </w:rPr>
              <w:t>УОМПиС</w:t>
            </w:r>
            <w:proofErr w:type="spellEnd"/>
            <w:r w:rsidRPr="0033471D">
              <w:rPr>
                <w:sz w:val="24"/>
                <w:szCs w:val="24"/>
              </w:rPr>
              <w:t>, МКУ «МИМЦ», ОО, ДОО</w:t>
            </w:r>
            <w:r w:rsidR="0057672D">
              <w:rPr>
                <w:sz w:val="24"/>
                <w:szCs w:val="24"/>
              </w:rPr>
              <w:t xml:space="preserve">, </w:t>
            </w:r>
            <w:r w:rsidR="0057672D" w:rsidRPr="0057672D">
              <w:rPr>
                <w:color w:val="000000" w:themeColor="text1"/>
                <w:sz w:val="24"/>
                <w:szCs w:val="24"/>
              </w:rPr>
              <w:t>Ордынский филиал ГБУ НСО ОЦДК (во взаимодействии)</w:t>
            </w:r>
          </w:p>
        </w:tc>
      </w:tr>
      <w:tr w:rsidR="00565E90" w:rsidRPr="0033471D" w14:paraId="3979EBFA" w14:textId="77777777" w:rsidTr="002D5EDB">
        <w:tc>
          <w:tcPr>
            <w:tcW w:w="707" w:type="dxa"/>
          </w:tcPr>
          <w:p w14:paraId="007CDB03" w14:textId="528A9D67" w:rsidR="00565E90" w:rsidRPr="0033471D" w:rsidRDefault="00565E90" w:rsidP="00565E90">
            <w:pPr>
              <w:jc w:val="center"/>
              <w:rPr>
                <w:rFonts w:eastAsia="Calibri"/>
                <w:sz w:val="24"/>
                <w:szCs w:val="24"/>
              </w:rPr>
            </w:pPr>
            <w:r w:rsidRPr="0033471D">
              <w:rPr>
                <w:rFonts w:eastAsia="Calibri"/>
                <w:sz w:val="24"/>
                <w:szCs w:val="24"/>
              </w:rPr>
              <w:t>10.</w:t>
            </w:r>
          </w:p>
        </w:tc>
        <w:tc>
          <w:tcPr>
            <w:tcW w:w="4537" w:type="dxa"/>
          </w:tcPr>
          <w:p w14:paraId="50EAA42E" w14:textId="11807AFC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повышения качества работы психолого-педагогических консилиумов ОО и реализации ими СОУ для обучающихся </w:t>
            </w:r>
            <w:proofErr w:type="gram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с  ОВЗ</w:t>
            </w:r>
            <w:proofErr w:type="gramEnd"/>
          </w:p>
        </w:tc>
        <w:tc>
          <w:tcPr>
            <w:tcW w:w="1419" w:type="dxa"/>
            <w:vAlign w:val="center"/>
          </w:tcPr>
          <w:p w14:paraId="54A96B5A" w14:textId="08FAC3A2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2023-2025 годы</w:t>
            </w:r>
          </w:p>
        </w:tc>
        <w:tc>
          <w:tcPr>
            <w:tcW w:w="6095" w:type="dxa"/>
          </w:tcPr>
          <w:p w14:paraId="172FC62A" w14:textId="61B3BA0D" w:rsidR="00565E90" w:rsidRPr="002242C3" w:rsidRDefault="00565E90" w:rsidP="00565E9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242C3">
              <w:rPr>
                <w:color w:val="000000" w:themeColor="text1"/>
                <w:sz w:val="24"/>
                <w:szCs w:val="24"/>
              </w:rPr>
              <w:t xml:space="preserve">Проведение не менее </w:t>
            </w:r>
            <w:r w:rsidR="002242C3" w:rsidRPr="002242C3">
              <w:rPr>
                <w:color w:val="000000" w:themeColor="text1"/>
                <w:sz w:val="24"/>
                <w:szCs w:val="24"/>
              </w:rPr>
              <w:t>6</w:t>
            </w:r>
            <w:r w:rsidRPr="002242C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242C3">
              <w:rPr>
                <w:color w:val="000000" w:themeColor="text1"/>
                <w:sz w:val="24"/>
                <w:szCs w:val="24"/>
              </w:rPr>
              <w:t>супервизий</w:t>
            </w:r>
            <w:proofErr w:type="spellEnd"/>
            <w:r w:rsidRPr="002242C3">
              <w:rPr>
                <w:color w:val="000000" w:themeColor="text1"/>
                <w:sz w:val="24"/>
                <w:szCs w:val="24"/>
              </w:rPr>
              <w:t xml:space="preserve"> психолого-педагогических консилиумов ОО в рамках сетевого взаимодействия РО ИО;  </w:t>
            </w:r>
          </w:p>
          <w:p w14:paraId="02883D8E" w14:textId="29861CE6" w:rsidR="00565E90" w:rsidRPr="0033471D" w:rsidRDefault="00565E90" w:rsidP="002242C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42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сопровождения не менее 1</w:t>
            </w:r>
            <w:r w:rsidR="002242C3" w:rsidRPr="002242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2242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психолого-педагогических консилиумов ОО (ежегодно)</w:t>
            </w:r>
          </w:p>
        </w:tc>
        <w:tc>
          <w:tcPr>
            <w:tcW w:w="2948" w:type="dxa"/>
          </w:tcPr>
          <w:p w14:paraId="17F1FCBF" w14:textId="463AF9E5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, ОО, ДОО, </w:t>
            </w:r>
            <w:r w:rsidR="002242C3">
              <w:rPr>
                <w:rFonts w:ascii="Times New Roman" w:hAnsi="Times New Roman" w:cs="Times New Roman"/>
                <w:sz w:val="24"/>
                <w:szCs w:val="24"/>
              </w:rPr>
              <w:t xml:space="preserve">РО ИО, </w:t>
            </w: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Ордынский филиал ГБУ НСО ОЦДК (во взаимодействии)</w:t>
            </w:r>
          </w:p>
        </w:tc>
      </w:tr>
      <w:tr w:rsidR="00565E90" w:rsidRPr="0033471D" w14:paraId="19B4D486" w14:textId="77777777" w:rsidTr="002D5EDB">
        <w:tc>
          <w:tcPr>
            <w:tcW w:w="15706" w:type="dxa"/>
            <w:gridSpan w:val="5"/>
          </w:tcPr>
          <w:p w14:paraId="53A91C70" w14:textId="5754B5A9" w:rsidR="00565E90" w:rsidRPr="0033471D" w:rsidRDefault="00565E90" w:rsidP="00565E90">
            <w:pPr>
              <w:jc w:val="center"/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</w:pPr>
            <w:r w:rsidRPr="0033471D">
              <w:rPr>
                <w:rFonts w:eastAsia="Calibri"/>
                <w:spacing w:val="-1"/>
                <w:sz w:val="24"/>
                <w:szCs w:val="24"/>
                <w:shd w:val="clear" w:color="auto" w:fill="FFFFFF"/>
                <w:lang w:val="en-US"/>
              </w:rPr>
              <w:t>IV</w:t>
            </w:r>
            <w:r w:rsidRPr="0033471D"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  <w:t>. Подготовка кадров и повышение квалификации специалистов</w:t>
            </w:r>
          </w:p>
        </w:tc>
      </w:tr>
      <w:tr w:rsidR="00565E90" w:rsidRPr="0033471D" w14:paraId="69F95F27" w14:textId="77777777" w:rsidTr="002D5EDB">
        <w:tc>
          <w:tcPr>
            <w:tcW w:w="707" w:type="dxa"/>
          </w:tcPr>
          <w:p w14:paraId="4949D85E" w14:textId="29EDAEA9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11.</w:t>
            </w:r>
          </w:p>
        </w:tc>
        <w:tc>
          <w:tcPr>
            <w:tcW w:w="4537" w:type="dxa"/>
          </w:tcPr>
          <w:p w14:paraId="30FE7720" w14:textId="4DC13639" w:rsidR="00565E90" w:rsidRPr="0033471D" w:rsidRDefault="00565E90" w:rsidP="00565E90">
            <w:pPr>
              <w:jc w:val="both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 xml:space="preserve">Повышение квалификации в сфере </w:t>
            </w:r>
            <w:proofErr w:type="gramStart"/>
            <w:r w:rsidRPr="0033471D">
              <w:rPr>
                <w:sz w:val="24"/>
                <w:szCs w:val="24"/>
              </w:rPr>
              <w:t>обучения</w:t>
            </w:r>
            <w:proofErr w:type="gramEnd"/>
            <w:r w:rsidRPr="0033471D">
              <w:rPr>
                <w:sz w:val="24"/>
                <w:szCs w:val="24"/>
              </w:rPr>
              <w:t xml:space="preserve"> обучающихся с ОВЗ для педагогических работников </w:t>
            </w:r>
          </w:p>
        </w:tc>
        <w:tc>
          <w:tcPr>
            <w:tcW w:w="1419" w:type="dxa"/>
            <w:vAlign w:val="center"/>
          </w:tcPr>
          <w:p w14:paraId="2D2CCC76" w14:textId="4B2E55F1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2025 год</w:t>
            </w:r>
          </w:p>
        </w:tc>
        <w:tc>
          <w:tcPr>
            <w:tcW w:w="6095" w:type="dxa"/>
          </w:tcPr>
          <w:p w14:paraId="2AAC896F" w14:textId="7356C64B" w:rsidR="00565E90" w:rsidRPr="0033471D" w:rsidRDefault="00565E90" w:rsidP="00565E90">
            <w:pPr>
              <w:jc w:val="both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 xml:space="preserve">Не менее 80 % педагогических работников сферы образования обучены по вопросам </w:t>
            </w:r>
            <w:proofErr w:type="gramStart"/>
            <w:r w:rsidRPr="0033471D">
              <w:rPr>
                <w:sz w:val="24"/>
                <w:szCs w:val="24"/>
              </w:rPr>
              <w:t>обучения</w:t>
            </w:r>
            <w:proofErr w:type="gramEnd"/>
            <w:r w:rsidRPr="0033471D">
              <w:rPr>
                <w:sz w:val="24"/>
                <w:szCs w:val="24"/>
              </w:rPr>
              <w:t xml:space="preserve"> обучающихся с ОВЗ и детей-инвалидов </w:t>
            </w:r>
          </w:p>
        </w:tc>
        <w:tc>
          <w:tcPr>
            <w:tcW w:w="2948" w:type="dxa"/>
          </w:tcPr>
          <w:p w14:paraId="18E6D155" w14:textId="47FD2F6B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proofErr w:type="spellStart"/>
            <w:r w:rsidRPr="0033471D">
              <w:rPr>
                <w:sz w:val="24"/>
                <w:szCs w:val="24"/>
              </w:rPr>
              <w:t>УОМПиС</w:t>
            </w:r>
            <w:proofErr w:type="spellEnd"/>
            <w:r w:rsidRPr="0033471D">
              <w:rPr>
                <w:sz w:val="24"/>
                <w:szCs w:val="24"/>
              </w:rPr>
              <w:t>, МКУ «МИМЦ», ОО, ДОО, ОО ДО</w:t>
            </w:r>
          </w:p>
        </w:tc>
      </w:tr>
      <w:tr w:rsidR="00565E90" w:rsidRPr="0033471D" w14:paraId="4931E0D7" w14:textId="77777777" w:rsidTr="002D5EDB">
        <w:tc>
          <w:tcPr>
            <w:tcW w:w="707" w:type="dxa"/>
          </w:tcPr>
          <w:p w14:paraId="1EC43AA1" w14:textId="6BC52B4E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12.</w:t>
            </w:r>
          </w:p>
        </w:tc>
        <w:tc>
          <w:tcPr>
            <w:tcW w:w="4537" w:type="dxa"/>
          </w:tcPr>
          <w:p w14:paraId="6909F5B2" w14:textId="797960AC" w:rsidR="00565E90" w:rsidRPr="0033471D" w:rsidRDefault="00565E90" w:rsidP="00565E90">
            <w:pPr>
              <w:jc w:val="both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 xml:space="preserve">Обучение лиц, ответственных за создание условий доступности объектов и услуг в ОО для организации инклюзивного образования </w:t>
            </w:r>
          </w:p>
        </w:tc>
        <w:tc>
          <w:tcPr>
            <w:tcW w:w="1419" w:type="dxa"/>
            <w:vAlign w:val="center"/>
          </w:tcPr>
          <w:p w14:paraId="3E23AB3F" w14:textId="77777777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2023-2025 годы</w:t>
            </w:r>
          </w:p>
        </w:tc>
        <w:tc>
          <w:tcPr>
            <w:tcW w:w="6095" w:type="dxa"/>
          </w:tcPr>
          <w:p w14:paraId="796D53D8" w14:textId="1ED862EA" w:rsidR="00565E90" w:rsidRPr="0033471D" w:rsidRDefault="00565E90" w:rsidP="00565E90">
            <w:pPr>
              <w:jc w:val="both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Участие в обучающих мероприятиях лиц, ответственных за реализацию и создание условий доступности объектов и услуг в ОО</w:t>
            </w:r>
          </w:p>
        </w:tc>
        <w:tc>
          <w:tcPr>
            <w:tcW w:w="2948" w:type="dxa"/>
          </w:tcPr>
          <w:p w14:paraId="10B77740" w14:textId="77777777" w:rsidR="004F6147" w:rsidRDefault="00565E90" w:rsidP="00565E90">
            <w:pPr>
              <w:jc w:val="center"/>
              <w:rPr>
                <w:sz w:val="24"/>
                <w:szCs w:val="24"/>
              </w:rPr>
            </w:pPr>
            <w:proofErr w:type="spellStart"/>
            <w:r w:rsidRPr="0033471D">
              <w:rPr>
                <w:sz w:val="24"/>
                <w:szCs w:val="24"/>
              </w:rPr>
              <w:t>УОМПиС</w:t>
            </w:r>
            <w:proofErr w:type="spellEnd"/>
            <w:r w:rsidRPr="0033471D">
              <w:rPr>
                <w:sz w:val="24"/>
                <w:szCs w:val="24"/>
              </w:rPr>
              <w:t xml:space="preserve">, МКУ «МИМЦ», ОО, ДОО, </w:t>
            </w:r>
          </w:p>
          <w:p w14:paraId="2F4019FE" w14:textId="57631F5F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ОО ДО</w:t>
            </w:r>
          </w:p>
        </w:tc>
      </w:tr>
      <w:tr w:rsidR="00565E90" w:rsidRPr="0033471D" w14:paraId="2AB283E9" w14:textId="77777777" w:rsidTr="002D5EDB">
        <w:tc>
          <w:tcPr>
            <w:tcW w:w="707" w:type="dxa"/>
          </w:tcPr>
          <w:p w14:paraId="45216DC5" w14:textId="10B5C523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13.</w:t>
            </w:r>
          </w:p>
        </w:tc>
        <w:tc>
          <w:tcPr>
            <w:tcW w:w="4537" w:type="dxa"/>
          </w:tcPr>
          <w:p w14:paraId="2E7CFE40" w14:textId="7D7D52B8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региональных мероприятиях, в том числе обучающих, по актуальным вопросам развития образования обучающихся с ОВЗ и детей- инвалидов </w:t>
            </w:r>
          </w:p>
          <w:p w14:paraId="0C32B55F" w14:textId="77777777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vAlign w:val="center"/>
          </w:tcPr>
          <w:p w14:paraId="1064A201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6095" w:type="dxa"/>
          </w:tcPr>
          <w:p w14:paraId="50CA5D80" w14:textId="7CE70241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Участие в региональных мероприятиях по вопросам:</w:t>
            </w:r>
          </w:p>
          <w:p w14:paraId="54320541" w14:textId="77777777" w:rsidR="00565E90" w:rsidRPr="0033471D" w:rsidRDefault="00565E90" w:rsidP="00565E90">
            <w:pPr>
              <w:pStyle w:val="ConsPlusNormal"/>
              <w:numPr>
                <w:ilvl w:val="0"/>
                <w:numId w:val="1"/>
              </w:numPr>
              <w:ind w:left="0" w:firstLine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и психолого-педагогического сопровождения обучающихся с ОВЗ и детей- инвалидов;         </w:t>
            </w:r>
          </w:p>
          <w:p w14:paraId="7FB6CDAC" w14:textId="010266E5" w:rsidR="00565E90" w:rsidRPr="0033471D" w:rsidRDefault="00565E90" w:rsidP="00565E90">
            <w:pPr>
              <w:pStyle w:val="ConsPlusNormal"/>
              <w:numPr>
                <w:ilvl w:val="0"/>
                <w:numId w:val="1"/>
              </w:numPr>
              <w:ind w:left="0" w:firstLine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proofErr w:type="spell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обучающимися с ОВЗ и детьми-инвалидами;</w:t>
            </w:r>
          </w:p>
          <w:p w14:paraId="7FA7C572" w14:textId="3133D932" w:rsidR="00565E90" w:rsidRPr="0033471D" w:rsidRDefault="00565E90" w:rsidP="00565E90">
            <w:pPr>
              <w:pStyle w:val="ConsPlusNormal"/>
              <w:numPr>
                <w:ilvl w:val="0"/>
                <w:numId w:val="1"/>
              </w:numPr>
              <w:ind w:left="0" w:firstLine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выявления, </w:t>
            </w:r>
            <w:proofErr w:type="gram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поддержки и развития способностей и талантов</w:t>
            </w:r>
            <w:proofErr w:type="gram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ОВЗ и детей-инвалидов </w:t>
            </w:r>
            <w:r w:rsidRPr="00334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(инвалидов).</w:t>
            </w:r>
          </w:p>
        </w:tc>
        <w:tc>
          <w:tcPr>
            <w:tcW w:w="2948" w:type="dxa"/>
            <w:tcBorders>
              <w:top w:val="single" w:sz="4" w:space="0" w:color="auto"/>
            </w:tcBorders>
          </w:tcPr>
          <w:p w14:paraId="7FFD1243" w14:textId="282F3D5B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УОМПиС</w:t>
            </w:r>
            <w:proofErr w:type="spell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, МКУ «МИМЦ», ОО, ДОО, ОО ДО, Ордынский филиал ГБУ НСО ОЦДК (во взаимодействии) </w:t>
            </w:r>
          </w:p>
        </w:tc>
      </w:tr>
      <w:tr w:rsidR="00565E90" w:rsidRPr="0033471D" w14:paraId="17DF11CE" w14:textId="77777777" w:rsidTr="002D5EDB">
        <w:tc>
          <w:tcPr>
            <w:tcW w:w="707" w:type="dxa"/>
          </w:tcPr>
          <w:p w14:paraId="4FCA4901" w14:textId="1E2BDD48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4537" w:type="dxa"/>
          </w:tcPr>
          <w:p w14:paraId="1E5F9D55" w14:textId="77777777" w:rsidR="00565E90" w:rsidRPr="0033471D" w:rsidRDefault="00565E90" w:rsidP="00565E90">
            <w:pPr>
              <w:pStyle w:val="TableParagraph"/>
              <w:ind w:firstLine="31"/>
              <w:jc w:val="both"/>
              <w:rPr>
                <w:sz w:val="24"/>
                <w:szCs w:val="24"/>
                <w:lang w:eastAsia="ru-RU"/>
              </w:rPr>
            </w:pPr>
            <w:r w:rsidRPr="0033471D">
              <w:rPr>
                <w:sz w:val="24"/>
                <w:szCs w:val="24"/>
                <w:lang w:eastAsia="ru-RU"/>
              </w:rPr>
              <w:t xml:space="preserve">Внедрение </w:t>
            </w:r>
            <w:proofErr w:type="gramStart"/>
            <w:r w:rsidRPr="0033471D">
              <w:rPr>
                <w:sz w:val="24"/>
                <w:szCs w:val="24"/>
                <w:lang w:eastAsia="ru-RU"/>
              </w:rPr>
              <w:t>разработанного  программно</w:t>
            </w:r>
            <w:proofErr w:type="gramEnd"/>
            <w:r w:rsidRPr="0033471D">
              <w:rPr>
                <w:sz w:val="24"/>
                <w:szCs w:val="24"/>
                <w:lang w:eastAsia="ru-RU"/>
              </w:rPr>
              <w:t>-методического обеспечения образования обучающихся с ОВЗ, детей-инвалидов</w:t>
            </w:r>
          </w:p>
        </w:tc>
        <w:tc>
          <w:tcPr>
            <w:tcW w:w="1419" w:type="dxa"/>
            <w:vAlign w:val="center"/>
          </w:tcPr>
          <w:p w14:paraId="552383EB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2023-2027 годы</w:t>
            </w:r>
          </w:p>
        </w:tc>
        <w:tc>
          <w:tcPr>
            <w:tcW w:w="6095" w:type="dxa"/>
          </w:tcPr>
          <w:p w14:paraId="4E88B77F" w14:textId="1B0047FA" w:rsidR="00565E90" w:rsidRPr="0033471D" w:rsidRDefault="00565E90" w:rsidP="00565E90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3471D">
              <w:rPr>
                <w:sz w:val="24"/>
                <w:szCs w:val="24"/>
                <w:lang w:eastAsia="ru-RU"/>
              </w:rPr>
              <w:t xml:space="preserve">Использование ОО программно-методического обеспечения обучения обучающихся с ОВЗ и детей-инвалидов, включающего АООП, образовательные программы основного общего и среднего общего образования обучающихся с ОВЗ, программы по АФК </w:t>
            </w:r>
          </w:p>
        </w:tc>
        <w:tc>
          <w:tcPr>
            <w:tcW w:w="2948" w:type="dxa"/>
            <w:tcBorders>
              <w:top w:val="single" w:sz="4" w:space="0" w:color="auto"/>
            </w:tcBorders>
          </w:tcPr>
          <w:p w14:paraId="3381DBEE" w14:textId="4E4B7C5B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, МКУ «МИМЦ», ОО, ДОО, ОО ДО</w:t>
            </w:r>
          </w:p>
        </w:tc>
      </w:tr>
      <w:tr w:rsidR="00565E90" w:rsidRPr="0033471D" w14:paraId="4B21EBE5" w14:textId="77777777" w:rsidTr="002D5EDB">
        <w:tc>
          <w:tcPr>
            <w:tcW w:w="707" w:type="dxa"/>
          </w:tcPr>
          <w:p w14:paraId="63BAC53B" w14:textId="5D633E8A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15.</w:t>
            </w:r>
          </w:p>
        </w:tc>
        <w:tc>
          <w:tcPr>
            <w:tcW w:w="4537" w:type="dxa"/>
          </w:tcPr>
          <w:p w14:paraId="0F2D4785" w14:textId="05F7F25D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разработанного учебно-методического обеспечения </w:t>
            </w:r>
            <w:proofErr w:type="gram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gram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ОВЗ и детей-инвалидов</w:t>
            </w:r>
          </w:p>
        </w:tc>
        <w:tc>
          <w:tcPr>
            <w:tcW w:w="1419" w:type="dxa"/>
          </w:tcPr>
          <w:p w14:paraId="571D800C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2023-2027 годы</w:t>
            </w:r>
          </w:p>
        </w:tc>
        <w:tc>
          <w:tcPr>
            <w:tcW w:w="6095" w:type="dxa"/>
          </w:tcPr>
          <w:p w14:paraId="643A136E" w14:textId="1401806D" w:rsidR="00565E90" w:rsidRPr="0033471D" w:rsidRDefault="00565E90" w:rsidP="00565E90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33471D">
              <w:rPr>
                <w:sz w:val="24"/>
                <w:szCs w:val="24"/>
                <w:lang w:eastAsia="ru-RU"/>
              </w:rPr>
              <w:t xml:space="preserve">Использование ОО учебно-методического обеспечения обучения обучающихся с ОВЗ и детей-инвалидов, включающее: </w:t>
            </w:r>
          </w:p>
          <w:p w14:paraId="76CE31ED" w14:textId="77777777" w:rsidR="00565E90" w:rsidRPr="0033471D" w:rsidRDefault="00565E90" w:rsidP="00565E90">
            <w:pPr>
              <w:pStyle w:val="TableParagraph"/>
              <w:numPr>
                <w:ilvl w:val="0"/>
                <w:numId w:val="2"/>
              </w:numPr>
              <w:ind w:left="312" w:hanging="284"/>
              <w:jc w:val="both"/>
              <w:rPr>
                <w:sz w:val="24"/>
                <w:szCs w:val="24"/>
                <w:lang w:eastAsia="ru-RU"/>
              </w:rPr>
            </w:pPr>
            <w:r w:rsidRPr="0033471D">
              <w:rPr>
                <w:sz w:val="24"/>
                <w:szCs w:val="24"/>
                <w:lang w:eastAsia="ru-RU"/>
              </w:rPr>
              <w:t>специальные учебники для обучающихся с ОВЗ и детей-инвалидов;</w:t>
            </w:r>
          </w:p>
          <w:p w14:paraId="12F2090A" w14:textId="4D341F5B" w:rsidR="00565E90" w:rsidRPr="0033471D" w:rsidRDefault="00565E90" w:rsidP="00565E90">
            <w:pPr>
              <w:pStyle w:val="TableParagraph"/>
              <w:numPr>
                <w:ilvl w:val="0"/>
                <w:numId w:val="2"/>
              </w:numPr>
              <w:ind w:left="312" w:hanging="284"/>
              <w:jc w:val="both"/>
              <w:rPr>
                <w:sz w:val="24"/>
                <w:szCs w:val="24"/>
                <w:lang w:eastAsia="ru-RU"/>
              </w:rPr>
            </w:pPr>
            <w:r w:rsidRPr="0033471D">
              <w:rPr>
                <w:sz w:val="24"/>
                <w:szCs w:val="24"/>
                <w:lang w:eastAsia="ru-RU"/>
              </w:rPr>
              <w:t>методические пособия для педагогических работников;</w:t>
            </w:r>
          </w:p>
          <w:p w14:paraId="21C6382F" w14:textId="4FE2AED4" w:rsidR="00565E90" w:rsidRPr="0033471D" w:rsidRDefault="00565E90" w:rsidP="00565E90">
            <w:pPr>
              <w:pStyle w:val="TableParagraph"/>
              <w:numPr>
                <w:ilvl w:val="0"/>
                <w:numId w:val="2"/>
              </w:numPr>
              <w:ind w:left="312" w:hanging="284"/>
              <w:jc w:val="both"/>
              <w:rPr>
                <w:sz w:val="24"/>
                <w:szCs w:val="24"/>
                <w:lang w:eastAsia="ru-RU"/>
              </w:rPr>
            </w:pPr>
            <w:r w:rsidRPr="0033471D">
              <w:rPr>
                <w:sz w:val="24"/>
                <w:szCs w:val="24"/>
                <w:lang w:eastAsia="ru-RU"/>
              </w:rPr>
              <w:t xml:space="preserve">методические </w:t>
            </w:r>
            <w:proofErr w:type="spellStart"/>
            <w:r w:rsidRPr="0033471D">
              <w:rPr>
                <w:sz w:val="24"/>
                <w:szCs w:val="24"/>
                <w:lang w:eastAsia="ru-RU"/>
              </w:rPr>
              <w:t>рекомендаци</w:t>
            </w:r>
            <w:proofErr w:type="spellEnd"/>
            <w:r w:rsidRPr="0033471D">
              <w:rPr>
                <w:sz w:val="24"/>
                <w:szCs w:val="24"/>
                <w:lang w:eastAsia="ru-RU"/>
              </w:rPr>
              <w:t xml:space="preserve"> для участников образовательных отношений по вопросам </w:t>
            </w:r>
            <w:proofErr w:type="gramStart"/>
            <w:r w:rsidRPr="0033471D">
              <w:rPr>
                <w:sz w:val="24"/>
                <w:szCs w:val="24"/>
                <w:lang w:eastAsia="ru-RU"/>
              </w:rPr>
              <w:t>организации обучения</w:t>
            </w:r>
            <w:proofErr w:type="gramEnd"/>
            <w:r w:rsidRPr="0033471D">
              <w:rPr>
                <w:sz w:val="24"/>
                <w:szCs w:val="24"/>
                <w:lang w:eastAsia="ru-RU"/>
              </w:rPr>
              <w:t xml:space="preserve"> обучающихся с ОВЗ и детей-инвалидов, оказания им психолого-педагогической помощи</w:t>
            </w:r>
          </w:p>
        </w:tc>
        <w:tc>
          <w:tcPr>
            <w:tcW w:w="2948" w:type="dxa"/>
            <w:tcBorders>
              <w:top w:val="single" w:sz="4" w:space="0" w:color="auto"/>
            </w:tcBorders>
          </w:tcPr>
          <w:p w14:paraId="44780343" w14:textId="326558C1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, МКУ «МИМЦ», ОО, ДОО, ОО ДО</w:t>
            </w:r>
          </w:p>
        </w:tc>
      </w:tr>
      <w:tr w:rsidR="00565E90" w:rsidRPr="0033471D" w14:paraId="5E41194E" w14:textId="77777777" w:rsidTr="002D5EDB">
        <w:tc>
          <w:tcPr>
            <w:tcW w:w="707" w:type="dxa"/>
          </w:tcPr>
          <w:p w14:paraId="6F637FC3" w14:textId="46A7F428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16.</w:t>
            </w:r>
          </w:p>
        </w:tc>
        <w:tc>
          <w:tcPr>
            <w:tcW w:w="4537" w:type="dxa"/>
          </w:tcPr>
          <w:p w14:paraId="5729584B" w14:textId="77777777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трансляция лучших практик в сфере </w:t>
            </w:r>
            <w:proofErr w:type="gram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gram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ОВЗ, повышение уровня профессиональных компетенций педагогов</w:t>
            </w:r>
          </w:p>
        </w:tc>
        <w:tc>
          <w:tcPr>
            <w:tcW w:w="1419" w:type="dxa"/>
            <w:vAlign w:val="center"/>
          </w:tcPr>
          <w:p w14:paraId="682D2A35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6095" w:type="dxa"/>
          </w:tcPr>
          <w:p w14:paraId="27B921DA" w14:textId="40E69D3E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региональных этапах Всероссийских конкурсов: «Педагог-психолог России», «Учитель-дефектолог России», «Лучшая </w:t>
            </w:r>
            <w:proofErr w:type="spell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инклюзивня</w:t>
            </w:r>
            <w:proofErr w:type="spell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 школа России»; регионального конкурса «Эффективные практики обучения и воспитания обучающихся с ОВЗ»; Областной Недели психологии.</w:t>
            </w:r>
          </w:p>
          <w:p w14:paraId="4A193761" w14:textId="2CEA5412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Обеспечение повышения:</w:t>
            </w:r>
          </w:p>
          <w:p w14:paraId="00D9E1D9" w14:textId="77777777" w:rsidR="00565E90" w:rsidRPr="0033471D" w:rsidRDefault="00565E90" w:rsidP="00565E90">
            <w:pPr>
              <w:pStyle w:val="ConsPlusNormal"/>
              <w:numPr>
                <w:ilvl w:val="0"/>
                <w:numId w:val="3"/>
              </w:numPr>
              <w:ind w:left="31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уровня информированности педагогических работников и общественности в части современного состояния и тенденций развития образования обучающихся ОВЗ и детей-инвалидов;</w:t>
            </w:r>
          </w:p>
          <w:p w14:paraId="04545F92" w14:textId="7643AE91" w:rsidR="00565E90" w:rsidRPr="0033471D" w:rsidRDefault="00565E90" w:rsidP="00565E90">
            <w:pPr>
              <w:pStyle w:val="ConsPlusNormal"/>
              <w:numPr>
                <w:ilvl w:val="0"/>
                <w:numId w:val="3"/>
              </w:numPr>
              <w:ind w:left="31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престижа профессии педагога-психолога, учителя-дефектолога, учителя-логопеда.</w:t>
            </w:r>
          </w:p>
        </w:tc>
        <w:tc>
          <w:tcPr>
            <w:tcW w:w="2948" w:type="dxa"/>
          </w:tcPr>
          <w:p w14:paraId="1DB5B081" w14:textId="6E1864BD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, МКУ «МИМЦ», ОО, ДОО, ОО ДО, Ордынский филиал ГБУ НСО ОЦДК (во взаимодействии) </w:t>
            </w:r>
          </w:p>
        </w:tc>
      </w:tr>
      <w:tr w:rsidR="00565E90" w:rsidRPr="0033471D" w14:paraId="009EA8DA" w14:textId="77777777" w:rsidTr="002D5EDB">
        <w:trPr>
          <w:trHeight w:val="952"/>
        </w:trPr>
        <w:tc>
          <w:tcPr>
            <w:tcW w:w="707" w:type="dxa"/>
            <w:vMerge w:val="restart"/>
          </w:tcPr>
          <w:p w14:paraId="26920533" w14:textId="34F06873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4537" w:type="dxa"/>
            <w:vMerge w:val="restart"/>
          </w:tcPr>
          <w:p w14:paraId="4ADE451A" w14:textId="77777777" w:rsidR="00565E90" w:rsidRPr="0033471D" w:rsidRDefault="00565E90" w:rsidP="00565E90">
            <w:pPr>
              <w:widowControl w:val="0"/>
              <w:jc w:val="both"/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</w:pPr>
            <w:r w:rsidRPr="0033471D"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  <w:t>Создание условий для непрерывного повышения компетентности педагогов по вопросам инклюзивного образования в системе сетевого взаимодействия</w:t>
            </w:r>
          </w:p>
        </w:tc>
        <w:tc>
          <w:tcPr>
            <w:tcW w:w="1419" w:type="dxa"/>
            <w:vAlign w:val="center"/>
          </w:tcPr>
          <w:p w14:paraId="4C0DCC8A" w14:textId="4CAF683A" w:rsidR="00565E90" w:rsidRPr="0033471D" w:rsidRDefault="00565E90" w:rsidP="00565E90">
            <w:pPr>
              <w:widowControl w:val="0"/>
              <w:jc w:val="center"/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</w:pPr>
            <w:r w:rsidRPr="0033471D">
              <w:rPr>
                <w:sz w:val="24"/>
                <w:szCs w:val="24"/>
              </w:rPr>
              <w:t>2025, 2028 годы</w:t>
            </w:r>
          </w:p>
        </w:tc>
        <w:tc>
          <w:tcPr>
            <w:tcW w:w="6095" w:type="dxa"/>
          </w:tcPr>
          <w:p w14:paraId="486C98A8" w14:textId="41EE4C3A" w:rsidR="00565E90" w:rsidRPr="0033471D" w:rsidRDefault="00565E90" w:rsidP="00565E90">
            <w:pPr>
              <w:widowControl w:val="0"/>
              <w:ind w:left="35"/>
              <w:jc w:val="both"/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</w:pPr>
            <w:r w:rsidRPr="0033471D">
              <w:rPr>
                <w:sz w:val="24"/>
                <w:szCs w:val="24"/>
              </w:rPr>
              <w:t>Участие в региональном конкурсе среди ОО с целью отбора РО ИО и СП ИО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</w:tcBorders>
          </w:tcPr>
          <w:p w14:paraId="106EAAE4" w14:textId="1656A1C2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, МКУ «МИМЦ», ОО, </w:t>
            </w:r>
            <w:proofErr w:type="gram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ДОО, </w:t>
            </w:r>
            <w:r w:rsidR="008A32AE">
              <w:rPr>
                <w:rFonts w:ascii="Times New Roman" w:hAnsi="Times New Roman" w:cs="Times New Roman"/>
                <w:sz w:val="24"/>
                <w:szCs w:val="24"/>
              </w:rPr>
              <w:t xml:space="preserve"> РО</w:t>
            </w:r>
            <w:proofErr w:type="gramEnd"/>
            <w:r w:rsidR="008A32AE">
              <w:rPr>
                <w:rFonts w:ascii="Times New Roman" w:hAnsi="Times New Roman" w:cs="Times New Roman"/>
                <w:sz w:val="24"/>
                <w:szCs w:val="24"/>
              </w:rPr>
              <w:t xml:space="preserve"> ИО, СП ИО, </w:t>
            </w: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Ордынский филиал ГБУ НСО ОЦДК (во взаимодействии)</w:t>
            </w:r>
          </w:p>
        </w:tc>
      </w:tr>
      <w:tr w:rsidR="00565E90" w:rsidRPr="0033471D" w14:paraId="55EF907E" w14:textId="77777777" w:rsidTr="002D5EDB">
        <w:trPr>
          <w:trHeight w:val="970"/>
        </w:trPr>
        <w:tc>
          <w:tcPr>
            <w:tcW w:w="707" w:type="dxa"/>
            <w:vMerge/>
          </w:tcPr>
          <w:p w14:paraId="61C05343" w14:textId="77777777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</w:tcPr>
          <w:p w14:paraId="2A4727A8" w14:textId="77777777" w:rsidR="00565E90" w:rsidRPr="0033471D" w:rsidRDefault="00565E90" w:rsidP="00565E90">
            <w:pPr>
              <w:widowControl w:val="0"/>
              <w:jc w:val="both"/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9" w:type="dxa"/>
            <w:vAlign w:val="center"/>
          </w:tcPr>
          <w:p w14:paraId="06C90FB5" w14:textId="77777777" w:rsidR="00565E90" w:rsidRPr="0033471D" w:rsidRDefault="00565E90" w:rsidP="00565E90">
            <w:pPr>
              <w:widowControl w:val="0"/>
              <w:jc w:val="center"/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</w:pPr>
            <w:r w:rsidRPr="0033471D"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  <w:t>Ежегодно</w:t>
            </w:r>
          </w:p>
        </w:tc>
        <w:tc>
          <w:tcPr>
            <w:tcW w:w="6095" w:type="dxa"/>
          </w:tcPr>
          <w:p w14:paraId="6A6C44A7" w14:textId="27500533" w:rsidR="00565E90" w:rsidRPr="004F6147" w:rsidRDefault="00565E90" w:rsidP="00565E90">
            <w:pPr>
              <w:widowControl w:val="0"/>
              <w:ind w:left="35"/>
              <w:jc w:val="both"/>
              <w:rPr>
                <w:sz w:val="24"/>
                <w:szCs w:val="24"/>
              </w:rPr>
            </w:pPr>
            <w:r w:rsidRPr="004F6147"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  <w:t xml:space="preserve">Организация деятельности РО ИО и СП ИО по вопросу проведения </w:t>
            </w:r>
            <w:proofErr w:type="spellStart"/>
            <w:r w:rsidRPr="004F6147"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  <w:t>практикоориентированных</w:t>
            </w:r>
            <w:proofErr w:type="spellEnd"/>
            <w:r w:rsidRPr="004F6147"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  <w:t xml:space="preserve"> обучающих мероприятий с охватом не менее </w:t>
            </w:r>
            <w:r w:rsidRPr="004F6147">
              <w:rPr>
                <w:rFonts w:eastAsia="Calibri"/>
                <w:color w:val="000000" w:themeColor="text1"/>
                <w:spacing w:val="-1"/>
                <w:sz w:val="24"/>
                <w:szCs w:val="24"/>
                <w:shd w:val="clear" w:color="auto" w:fill="FFFFFF"/>
              </w:rPr>
              <w:t xml:space="preserve">50 </w:t>
            </w:r>
            <w:r w:rsidRPr="004F6147">
              <w:rPr>
                <w:rFonts w:eastAsia="Calibri"/>
                <w:spacing w:val="-1"/>
                <w:sz w:val="24"/>
                <w:szCs w:val="24"/>
                <w:shd w:val="clear" w:color="auto" w:fill="FFFFFF"/>
              </w:rPr>
              <w:t>человек (ежегодно)</w:t>
            </w:r>
          </w:p>
        </w:tc>
        <w:tc>
          <w:tcPr>
            <w:tcW w:w="2948" w:type="dxa"/>
            <w:vMerge/>
          </w:tcPr>
          <w:p w14:paraId="5692B9D2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E90" w:rsidRPr="0033471D" w14:paraId="27330220" w14:textId="77777777" w:rsidTr="002D5EDB">
        <w:tc>
          <w:tcPr>
            <w:tcW w:w="15706" w:type="dxa"/>
            <w:gridSpan w:val="5"/>
          </w:tcPr>
          <w:p w14:paraId="7928A446" w14:textId="21960329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  <w:lang w:val="en-US"/>
              </w:rPr>
              <w:t>V</w:t>
            </w:r>
            <w:r w:rsidRPr="0033471D">
              <w:rPr>
                <w:sz w:val="24"/>
                <w:szCs w:val="24"/>
              </w:rPr>
              <w:t>. Мониторинг, контроль за соблюдением права на образование и созданием СОУ, оценка развития инклюзивного образования</w:t>
            </w:r>
          </w:p>
        </w:tc>
      </w:tr>
      <w:tr w:rsidR="00565E90" w:rsidRPr="0033471D" w14:paraId="787264F3" w14:textId="77777777" w:rsidTr="002D5EDB">
        <w:tc>
          <w:tcPr>
            <w:tcW w:w="707" w:type="dxa"/>
          </w:tcPr>
          <w:p w14:paraId="6AE5404B" w14:textId="59EE6CCB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18.</w:t>
            </w:r>
          </w:p>
        </w:tc>
        <w:tc>
          <w:tcPr>
            <w:tcW w:w="4537" w:type="dxa"/>
            <w:vAlign w:val="center"/>
          </w:tcPr>
          <w:p w14:paraId="77E05FB3" w14:textId="3303EA19" w:rsidR="00565E90" w:rsidRPr="0033471D" w:rsidRDefault="008A32AE" w:rsidP="008A32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деятельности образовательных организаций</w:t>
            </w:r>
            <w:r w:rsidR="00565E90"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соблюдения прав детей -  инвалидов и обучающихся с ОВЗ на получение образования</w:t>
            </w:r>
          </w:p>
        </w:tc>
        <w:tc>
          <w:tcPr>
            <w:tcW w:w="1419" w:type="dxa"/>
            <w:vAlign w:val="center"/>
          </w:tcPr>
          <w:p w14:paraId="75C449F0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</w:p>
          <w:p w14:paraId="06557C65" w14:textId="20C54EB1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с ежегодным планом </w:t>
            </w:r>
          </w:p>
        </w:tc>
        <w:tc>
          <w:tcPr>
            <w:tcW w:w="6095" w:type="dxa"/>
          </w:tcPr>
          <w:p w14:paraId="5E706C0A" w14:textId="0E121C1E" w:rsidR="00565E90" w:rsidRPr="0033471D" w:rsidRDefault="008A32AE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65E90" w:rsidRPr="0033471D">
              <w:rPr>
                <w:rFonts w:ascii="Times New Roman" w:hAnsi="Times New Roman" w:cs="Times New Roman"/>
                <w:sz w:val="24"/>
                <w:szCs w:val="24"/>
              </w:rPr>
              <w:t>правки о выявленн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565E90"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65E90"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рекомендации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устранению</w:t>
            </w:r>
            <w:r w:rsidR="00565E90" w:rsidRPr="003347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91DA14" w14:textId="03C029E9" w:rsidR="00565E90" w:rsidRPr="0033471D" w:rsidRDefault="008A32AE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="00565E90"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устранения нарушений, обозначенных в справках.</w:t>
            </w:r>
          </w:p>
        </w:tc>
        <w:tc>
          <w:tcPr>
            <w:tcW w:w="2948" w:type="dxa"/>
            <w:vAlign w:val="center"/>
          </w:tcPr>
          <w:p w14:paraId="52F7688A" w14:textId="63986251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, МКУ «МИМЦ», ОО, ДОО, ОО ДО, Ордынский филиал ГБУ НСО ОЦДК (во взаимодействии)</w:t>
            </w:r>
          </w:p>
        </w:tc>
      </w:tr>
      <w:tr w:rsidR="00565E90" w:rsidRPr="0033471D" w14:paraId="46415D90" w14:textId="77777777" w:rsidTr="002D5EDB">
        <w:tc>
          <w:tcPr>
            <w:tcW w:w="15706" w:type="dxa"/>
            <w:gridSpan w:val="5"/>
          </w:tcPr>
          <w:p w14:paraId="645C5BF9" w14:textId="060B5A12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  <w:lang w:val="en-US"/>
              </w:rPr>
              <w:t>VI</w:t>
            </w:r>
            <w:r w:rsidRPr="0033471D">
              <w:rPr>
                <w:sz w:val="24"/>
                <w:szCs w:val="24"/>
              </w:rPr>
              <w:t>. Информационное, финансовое и материально-техническое обеспечение развития инклюзивного образования</w:t>
            </w:r>
          </w:p>
        </w:tc>
      </w:tr>
      <w:tr w:rsidR="00565E90" w:rsidRPr="0033471D" w14:paraId="5479433D" w14:textId="77777777" w:rsidTr="002D5EDB">
        <w:tc>
          <w:tcPr>
            <w:tcW w:w="707" w:type="dxa"/>
          </w:tcPr>
          <w:p w14:paraId="54AF2BB0" w14:textId="6F322DD8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19.</w:t>
            </w:r>
          </w:p>
        </w:tc>
        <w:tc>
          <w:tcPr>
            <w:tcW w:w="4537" w:type="dxa"/>
          </w:tcPr>
          <w:p w14:paraId="5F2BD8A0" w14:textId="77777777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Внедрение новых подходов к финансовому обеспечению образования обучающихся с ОВЗ и детей-инвалидов</w:t>
            </w:r>
          </w:p>
        </w:tc>
        <w:tc>
          <w:tcPr>
            <w:tcW w:w="1419" w:type="dxa"/>
            <w:vAlign w:val="center"/>
          </w:tcPr>
          <w:p w14:paraId="30225C3A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6095" w:type="dxa"/>
          </w:tcPr>
          <w:p w14:paraId="3138D857" w14:textId="4A16CF07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нормативов финансового обеспечения государственных гарантий на получение обучающимися с ОВЗ и детьми-инвалидами общего образования в соответствии с методическими рекомендациями, разработанными Министерством просвещения Российской Федерации </w:t>
            </w:r>
          </w:p>
        </w:tc>
        <w:tc>
          <w:tcPr>
            <w:tcW w:w="2948" w:type="dxa"/>
          </w:tcPr>
          <w:p w14:paraId="799B437E" w14:textId="6DAB8DFD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, ОО, ДОО</w:t>
            </w:r>
            <w:r w:rsidR="00A86AE1">
              <w:rPr>
                <w:rFonts w:ascii="Times New Roman" w:hAnsi="Times New Roman" w:cs="Times New Roman"/>
                <w:sz w:val="24"/>
                <w:szCs w:val="24"/>
              </w:rPr>
              <w:t xml:space="preserve">, ОО ДО, </w:t>
            </w:r>
            <w:r w:rsidR="00A86AE1" w:rsidRPr="00A86AE1">
              <w:rPr>
                <w:rFonts w:ascii="Times New Roman" w:hAnsi="Times New Roman" w:cs="Times New Roman"/>
                <w:iCs/>
                <w:sz w:val="24"/>
                <w:szCs w:val="24"/>
              </w:rPr>
              <w:t>МКУ «Центр обеспечения Ордынского района»</w:t>
            </w:r>
          </w:p>
        </w:tc>
      </w:tr>
      <w:tr w:rsidR="00565E90" w:rsidRPr="0033471D" w14:paraId="645654B9" w14:textId="77777777" w:rsidTr="002D5EDB">
        <w:tc>
          <w:tcPr>
            <w:tcW w:w="707" w:type="dxa"/>
          </w:tcPr>
          <w:p w14:paraId="6D815EAE" w14:textId="6DEC2566" w:rsidR="00565E90" w:rsidRPr="0033471D" w:rsidRDefault="00565E90" w:rsidP="00A86AE1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2</w:t>
            </w:r>
            <w:r w:rsidR="00A86AE1">
              <w:rPr>
                <w:sz w:val="24"/>
                <w:szCs w:val="24"/>
              </w:rPr>
              <w:t>0</w:t>
            </w:r>
            <w:r w:rsidRPr="0033471D">
              <w:rPr>
                <w:sz w:val="24"/>
                <w:szCs w:val="24"/>
              </w:rPr>
              <w:t>.</w:t>
            </w:r>
          </w:p>
        </w:tc>
        <w:tc>
          <w:tcPr>
            <w:tcW w:w="4537" w:type="dxa"/>
          </w:tcPr>
          <w:p w14:paraId="171A2A95" w14:textId="4297EE76" w:rsidR="00565E90" w:rsidRPr="0033471D" w:rsidRDefault="00565E90" w:rsidP="00565E90">
            <w:pPr>
              <w:jc w:val="both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 xml:space="preserve">Осуществление информационно-просветительской работы по вопросам развития инклюзивного образования, в том числе размещение информационно-методических материалов на интернет-порталах </w:t>
            </w:r>
          </w:p>
        </w:tc>
        <w:tc>
          <w:tcPr>
            <w:tcW w:w="1419" w:type="dxa"/>
            <w:vAlign w:val="center"/>
          </w:tcPr>
          <w:p w14:paraId="61E042DC" w14:textId="77777777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Ежегодно</w:t>
            </w:r>
          </w:p>
        </w:tc>
        <w:tc>
          <w:tcPr>
            <w:tcW w:w="6095" w:type="dxa"/>
          </w:tcPr>
          <w:p w14:paraId="1A66EC52" w14:textId="3C6727D3" w:rsidR="00A86AE1" w:rsidRDefault="00A86AE1" w:rsidP="00565E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информированности родителей (законных представителей) обучающихся по вопросам</w:t>
            </w:r>
            <w:r w:rsidRPr="0033471D">
              <w:rPr>
                <w:sz w:val="24"/>
                <w:szCs w:val="24"/>
              </w:rPr>
              <w:t xml:space="preserve"> инклюзивного образования</w:t>
            </w:r>
            <w:r>
              <w:rPr>
                <w:sz w:val="24"/>
                <w:szCs w:val="24"/>
              </w:rPr>
              <w:t xml:space="preserve"> через </w:t>
            </w:r>
            <w:proofErr w:type="spellStart"/>
            <w:r>
              <w:rPr>
                <w:sz w:val="24"/>
                <w:szCs w:val="24"/>
              </w:rPr>
              <w:t>дистанци</w:t>
            </w:r>
            <w:r w:rsidR="00482D65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оное</w:t>
            </w:r>
            <w:proofErr w:type="spellEnd"/>
            <w:r>
              <w:rPr>
                <w:sz w:val="24"/>
                <w:szCs w:val="24"/>
              </w:rPr>
              <w:t xml:space="preserve"> участие </w:t>
            </w:r>
          </w:p>
          <w:p w14:paraId="2EA253B0" w14:textId="77777777" w:rsidR="00A86AE1" w:rsidRDefault="00A86AE1" w:rsidP="00A86A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областном</w:t>
            </w:r>
            <w:r w:rsidR="00565E90" w:rsidRPr="0033471D">
              <w:rPr>
                <w:sz w:val="24"/>
                <w:szCs w:val="24"/>
              </w:rPr>
              <w:t xml:space="preserve"> родительско</w:t>
            </w:r>
            <w:r>
              <w:rPr>
                <w:sz w:val="24"/>
                <w:szCs w:val="24"/>
              </w:rPr>
              <w:t>м</w:t>
            </w:r>
            <w:r w:rsidR="00565E90" w:rsidRPr="0033471D">
              <w:rPr>
                <w:sz w:val="24"/>
                <w:szCs w:val="24"/>
              </w:rPr>
              <w:t xml:space="preserve"> лектори</w:t>
            </w:r>
            <w:r>
              <w:rPr>
                <w:sz w:val="24"/>
                <w:szCs w:val="24"/>
              </w:rPr>
              <w:t>и.</w:t>
            </w:r>
          </w:p>
          <w:p w14:paraId="72298C69" w14:textId="089DF3E5" w:rsidR="00565E90" w:rsidRPr="0033471D" w:rsidRDefault="00565E90" w:rsidP="00A86AE1">
            <w:pPr>
              <w:jc w:val="both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Размещение на регулярной основе материалов по вопросам реализации инклюзивного образования на официальных сайтах в информационно-</w:t>
            </w:r>
            <w:proofErr w:type="spellStart"/>
            <w:r w:rsidRPr="0033471D">
              <w:rPr>
                <w:sz w:val="24"/>
                <w:szCs w:val="24"/>
              </w:rPr>
              <w:t>телекоммуникаионной</w:t>
            </w:r>
            <w:proofErr w:type="spellEnd"/>
            <w:r w:rsidRPr="0033471D">
              <w:rPr>
                <w:sz w:val="24"/>
                <w:szCs w:val="24"/>
              </w:rPr>
              <w:t xml:space="preserve"> сети «Интернет» РО ИО и СП ИО, их партнеров. </w:t>
            </w:r>
          </w:p>
        </w:tc>
        <w:tc>
          <w:tcPr>
            <w:tcW w:w="2948" w:type="dxa"/>
          </w:tcPr>
          <w:p w14:paraId="3EFC9174" w14:textId="41AA5A45" w:rsidR="00565E90" w:rsidRPr="0033471D" w:rsidRDefault="00565E90" w:rsidP="00565E90">
            <w:pPr>
              <w:rPr>
                <w:sz w:val="24"/>
                <w:szCs w:val="24"/>
              </w:rPr>
            </w:pPr>
          </w:p>
          <w:p w14:paraId="0CBDB1B0" w14:textId="40901C6C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proofErr w:type="spellStart"/>
            <w:r w:rsidRPr="0033471D">
              <w:rPr>
                <w:sz w:val="24"/>
                <w:szCs w:val="24"/>
              </w:rPr>
              <w:t>УОМПиС</w:t>
            </w:r>
            <w:proofErr w:type="spellEnd"/>
            <w:r w:rsidRPr="0033471D">
              <w:rPr>
                <w:sz w:val="24"/>
                <w:szCs w:val="24"/>
              </w:rPr>
              <w:t>, МКУ «МИМЦ», ОО, ДОО</w:t>
            </w:r>
            <w:r w:rsidR="00482D65">
              <w:rPr>
                <w:sz w:val="24"/>
                <w:szCs w:val="24"/>
              </w:rPr>
              <w:t>, РО ИО, СП ИО</w:t>
            </w:r>
          </w:p>
        </w:tc>
      </w:tr>
      <w:tr w:rsidR="00565E90" w:rsidRPr="0033471D" w14:paraId="4881A269" w14:textId="77777777" w:rsidTr="002D5EDB">
        <w:tc>
          <w:tcPr>
            <w:tcW w:w="707" w:type="dxa"/>
          </w:tcPr>
          <w:p w14:paraId="5EFD285A" w14:textId="08FDD11D" w:rsidR="00565E90" w:rsidRPr="0033471D" w:rsidRDefault="00565E90" w:rsidP="00362599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2</w:t>
            </w:r>
            <w:r w:rsidR="00362599">
              <w:rPr>
                <w:sz w:val="24"/>
                <w:szCs w:val="24"/>
              </w:rPr>
              <w:t>1</w:t>
            </w:r>
            <w:r w:rsidRPr="0033471D">
              <w:rPr>
                <w:sz w:val="24"/>
                <w:szCs w:val="24"/>
              </w:rPr>
              <w:t>.</w:t>
            </w:r>
          </w:p>
        </w:tc>
        <w:tc>
          <w:tcPr>
            <w:tcW w:w="4537" w:type="dxa"/>
          </w:tcPr>
          <w:p w14:paraId="3101FB28" w14:textId="22DC9214" w:rsidR="00565E90" w:rsidRPr="0033471D" w:rsidRDefault="00565E90" w:rsidP="00565E90">
            <w:pPr>
              <w:jc w:val="both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 xml:space="preserve">Развитие сети консультационных центров (пунктов) для оказания услуг </w:t>
            </w:r>
            <w:proofErr w:type="spellStart"/>
            <w:r w:rsidRPr="0033471D">
              <w:rPr>
                <w:sz w:val="24"/>
                <w:szCs w:val="24"/>
              </w:rPr>
              <w:t>психолого</w:t>
            </w:r>
            <w:proofErr w:type="spellEnd"/>
            <w:r w:rsidRPr="0033471D">
              <w:rPr>
                <w:sz w:val="24"/>
                <w:szCs w:val="24"/>
              </w:rPr>
              <w:t xml:space="preserve"> -педагогической, методической и консультационной помощи родителям</w:t>
            </w:r>
          </w:p>
        </w:tc>
        <w:tc>
          <w:tcPr>
            <w:tcW w:w="1419" w:type="dxa"/>
            <w:vAlign w:val="center"/>
          </w:tcPr>
          <w:p w14:paraId="340D0E0A" w14:textId="3D483E24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2019-2024</w:t>
            </w:r>
          </w:p>
        </w:tc>
        <w:tc>
          <w:tcPr>
            <w:tcW w:w="6095" w:type="dxa"/>
          </w:tcPr>
          <w:p w14:paraId="2868146F" w14:textId="6E8FF0DB" w:rsidR="00565E90" w:rsidRPr="0033471D" w:rsidRDefault="00565E90" w:rsidP="00565E90">
            <w:pPr>
              <w:jc w:val="both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 xml:space="preserve">Оказание не менее </w:t>
            </w:r>
            <w:r w:rsidRPr="00B5190C">
              <w:rPr>
                <w:color w:val="000000" w:themeColor="text1"/>
                <w:sz w:val="24"/>
                <w:szCs w:val="24"/>
              </w:rPr>
              <w:t>4</w:t>
            </w:r>
            <w:r w:rsidR="00B5190C" w:rsidRPr="00B5190C">
              <w:rPr>
                <w:color w:val="000000" w:themeColor="text1"/>
                <w:sz w:val="24"/>
                <w:szCs w:val="24"/>
              </w:rPr>
              <w:t xml:space="preserve"> тысяч</w:t>
            </w:r>
            <w:r w:rsidRPr="00B5190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3471D">
              <w:rPr>
                <w:sz w:val="24"/>
                <w:szCs w:val="24"/>
              </w:rPr>
              <w:t>услуг психолого-педагогической, методической и консультационной помощи родителям (нарастающим итогом с 2019 года).</w:t>
            </w:r>
          </w:p>
          <w:p w14:paraId="73E06DAC" w14:textId="05A4A63F" w:rsidR="00565E90" w:rsidRPr="0033471D" w:rsidRDefault="00565E90" w:rsidP="00B5190C">
            <w:pPr>
              <w:jc w:val="both"/>
              <w:rPr>
                <w:color w:val="FF0000"/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lastRenderedPageBreak/>
              <w:t>В 2 ОО</w:t>
            </w:r>
            <w:r w:rsidR="00B5190C">
              <w:rPr>
                <w:sz w:val="24"/>
                <w:szCs w:val="24"/>
              </w:rPr>
              <w:t xml:space="preserve">, </w:t>
            </w:r>
            <w:r w:rsidRPr="0033471D">
              <w:rPr>
                <w:sz w:val="24"/>
                <w:szCs w:val="24"/>
              </w:rPr>
              <w:t>1 ДОО</w:t>
            </w:r>
            <w:r w:rsidR="00B5190C">
              <w:rPr>
                <w:sz w:val="24"/>
                <w:szCs w:val="24"/>
              </w:rPr>
              <w:t>, Ордынском филиале ГБУ НСО ОЦДК</w:t>
            </w:r>
            <w:r w:rsidRPr="0033471D">
              <w:rPr>
                <w:sz w:val="24"/>
                <w:szCs w:val="24"/>
              </w:rPr>
              <w:t xml:space="preserve"> действуют службы оказания услуг психолого-педагогической, методической и консультационной помощи родителям (законным представителям) детей</w:t>
            </w:r>
          </w:p>
        </w:tc>
        <w:tc>
          <w:tcPr>
            <w:tcW w:w="2948" w:type="dxa"/>
          </w:tcPr>
          <w:p w14:paraId="2E3F2BD7" w14:textId="0C312EB5" w:rsidR="00565E90" w:rsidRPr="0033471D" w:rsidRDefault="00565E90" w:rsidP="00B5190C">
            <w:pPr>
              <w:jc w:val="center"/>
              <w:rPr>
                <w:sz w:val="24"/>
                <w:szCs w:val="24"/>
              </w:rPr>
            </w:pPr>
            <w:proofErr w:type="spellStart"/>
            <w:r w:rsidRPr="0033471D">
              <w:rPr>
                <w:sz w:val="24"/>
                <w:szCs w:val="24"/>
              </w:rPr>
              <w:lastRenderedPageBreak/>
              <w:t>УОМПиС</w:t>
            </w:r>
            <w:proofErr w:type="spellEnd"/>
            <w:r w:rsidRPr="0033471D">
              <w:rPr>
                <w:sz w:val="24"/>
                <w:szCs w:val="24"/>
              </w:rPr>
              <w:t>, ОО, ДОО</w:t>
            </w:r>
            <w:r w:rsidR="00B5190C">
              <w:rPr>
                <w:sz w:val="24"/>
                <w:szCs w:val="24"/>
              </w:rPr>
              <w:t>, Ордынский филиал ГБУ НСО ОЦДК</w:t>
            </w:r>
            <w:r w:rsidR="00B94E11">
              <w:rPr>
                <w:sz w:val="24"/>
                <w:szCs w:val="24"/>
              </w:rPr>
              <w:t xml:space="preserve"> (во взаимодействии)</w:t>
            </w:r>
          </w:p>
        </w:tc>
      </w:tr>
      <w:tr w:rsidR="00565E90" w:rsidRPr="0033471D" w14:paraId="307CE618" w14:textId="77777777" w:rsidTr="002D5EDB">
        <w:tc>
          <w:tcPr>
            <w:tcW w:w="15706" w:type="dxa"/>
            <w:gridSpan w:val="5"/>
          </w:tcPr>
          <w:p w14:paraId="30405EAD" w14:textId="0905FD57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  <w:lang w:val="en-US"/>
              </w:rPr>
              <w:lastRenderedPageBreak/>
              <w:t>VII</w:t>
            </w:r>
            <w:r w:rsidRPr="0033471D">
              <w:rPr>
                <w:sz w:val="24"/>
                <w:szCs w:val="24"/>
              </w:rPr>
              <w:t>. Развитие инфраструктуры</w:t>
            </w:r>
          </w:p>
        </w:tc>
      </w:tr>
      <w:tr w:rsidR="00565E90" w:rsidRPr="0033471D" w14:paraId="55585F2D" w14:textId="77777777" w:rsidTr="002D5EDB">
        <w:tc>
          <w:tcPr>
            <w:tcW w:w="707" w:type="dxa"/>
            <w:vMerge w:val="restart"/>
          </w:tcPr>
          <w:p w14:paraId="3D961C2F" w14:textId="39AFCB92" w:rsidR="00565E90" w:rsidRPr="0033471D" w:rsidRDefault="00565E90" w:rsidP="00362599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2</w:t>
            </w:r>
            <w:r w:rsidR="00362599">
              <w:rPr>
                <w:sz w:val="24"/>
                <w:szCs w:val="24"/>
              </w:rPr>
              <w:t>2</w:t>
            </w:r>
            <w:r w:rsidRPr="0033471D">
              <w:rPr>
                <w:sz w:val="24"/>
                <w:szCs w:val="24"/>
              </w:rPr>
              <w:t>.</w:t>
            </w:r>
          </w:p>
        </w:tc>
        <w:tc>
          <w:tcPr>
            <w:tcW w:w="4537" w:type="dxa"/>
            <w:vMerge w:val="restart"/>
            <w:shd w:val="clear" w:color="auto" w:fill="auto"/>
          </w:tcPr>
          <w:p w14:paraId="7845219B" w14:textId="081A9A76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shd w:val="clear" w:color="auto" w:fill="FFFFFF"/>
              </w:rPr>
              <w:t>Развитие сети ОО, в которых обучаются обучающиеся с ОВЗ и дети-инвалиды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F27302C" w14:textId="7223AE02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shd w:val="clear" w:color="auto" w:fill="FFFFFF"/>
              </w:rPr>
              <w:t>Ежегодно</w:t>
            </w:r>
          </w:p>
        </w:tc>
        <w:tc>
          <w:tcPr>
            <w:tcW w:w="6095" w:type="dxa"/>
            <w:shd w:val="clear" w:color="auto" w:fill="auto"/>
          </w:tcPr>
          <w:p w14:paraId="6D6FBB02" w14:textId="2FF0ABCF" w:rsidR="00565E90" w:rsidRPr="0033471D" w:rsidRDefault="00565E90" w:rsidP="008431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не менее </w:t>
            </w:r>
            <w:r w:rsidR="00843115" w:rsidRPr="008431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8431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% инклюзивных общеобразовательных организаций, в которых созданы условия, обеспечивающие равные возможности для получения качественного образования детьми-инвалидами и обучающимися с ОВЗ, независимо от места проживания, состояния здоровья и социального положения их семей</w:t>
            </w:r>
          </w:p>
        </w:tc>
        <w:tc>
          <w:tcPr>
            <w:tcW w:w="2948" w:type="dxa"/>
          </w:tcPr>
          <w:p w14:paraId="72663050" w14:textId="7D0C4F14" w:rsidR="00565E90" w:rsidRPr="0033471D" w:rsidRDefault="00565E90" w:rsidP="008431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, ОО</w:t>
            </w:r>
          </w:p>
        </w:tc>
      </w:tr>
      <w:tr w:rsidR="00565E90" w:rsidRPr="0033471D" w14:paraId="6F94BEAB" w14:textId="77777777" w:rsidTr="002D5EDB">
        <w:tc>
          <w:tcPr>
            <w:tcW w:w="707" w:type="dxa"/>
            <w:vMerge/>
          </w:tcPr>
          <w:p w14:paraId="707B085F" w14:textId="77777777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  <w:shd w:val="clear" w:color="auto" w:fill="auto"/>
          </w:tcPr>
          <w:p w14:paraId="3AFD16C7" w14:textId="77777777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A5FAA49" w14:textId="769C0AAE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shd w:val="clear" w:color="auto" w:fill="FFFFFF"/>
              </w:rPr>
              <w:t>Ежегодно</w:t>
            </w:r>
          </w:p>
        </w:tc>
        <w:tc>
          <w:tcPr>
            <w:tcW w:w="6095" w:type="dxa"/>
            <w:shd w:val="clear" w:color="auto" w:fill="auto"/>
          </w:tcPr>
          <w:p w14:paraId="63146BC3" w14:textId="76326286" w:rsidR="00565E90" w:rsidRPr="00843115" w:rsidRDefault="00565E90" w:rsidP="00843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3115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shd w:val="clear" w:color="auto" w:fill="FFFFFF"/>
              </w:rPr>
              <w:t xml:space="preserve">Участие в мероприятиях по оказанию методической помощи педагогическим работникам и родителям (законным представителям) инклюзивных общеобразовательных организаций, психолого-педагогической помощи детям с использованием </w:t>
            </w:r>
            <w:proofErr w:type="gramStart"/>
            <w:r w:rsidRPr="00843115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shd w:val="clear" w:color="auto" w:fill="FFFFFF"/>
              </w:rPr>
              <w:t>ресурса  сп</w:t>
            </w:r>
            <w:r w:rsidR="00843115" w:rsidRPr="00843115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shd w:val="clear" w:color="auto" w:fill="FFFFFF"/>
              </w:rPr>
              <w:t>ециальных</w:t>
            </w:r>
            <w:proofErr w:type="gramEnd"/>
            <w:r w:rsidR="00843115" w:rsidRPr="00843115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shd w:val="clear" w:color="auto" w:fill="FFFFFF"/>
              </w:rPr>
              <w:t xml:space="preserve"> (коррекционных) школ, в том числе в рамках мероприятия «День открытых дверей в МКОУ Верх-</w:t>
            </w:r>
            <w:proofErr w:type="spellStart"/>
            <w:r w:rsidR="00843115" w:rsidRPr="00843115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shd w:val="clear" w:color="auto" w:fill="FFFFFF"/>
              </w:rPr>
              <w:t>Ирменской</w:t>
            </w:r>
            <w:proofErr w:type="spellEnd"/>
            <w:r w:rsidR="00843115" w:rsidRPr="00843115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shd w:val="clear" w:color="auto" w:fill="FFFFFF"/>
              </w:rPr>
              <w:t xml:space="preserve"> школе-интернате для детей с ОВЗ»</w:t>
            </w:r>
          </w:p>
        </w:tc>
        <w:tc>
          <w:tcPr>
            <w:tcW w:w="2948" w:type="dxa"/>
          </w:tcPr>
          <w:p w14:paraId="21770F5A" w14:textId="755D8C12" w:rsidR="00565E90" w:rsidRPr="00843115" w:rsidRDefault="00565E90" w:rsidP="0084311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431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УОМПиС</w:t>
            </w:r>
            <w:proofErr w:type="spellEnd"/>
            <w:r w:rsidRPr="008431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МКУ «МИМЦ», ОО, </w:t>
            </w:r>
            <w:r w:rsidR="00843115" w:rsidRPr="00843115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shd w:val="clear" w:color="auto" w:fill="FFFFFF"/>
              </w:rPr>
              <w:t>МКОУ Верх-Ирменская школа-интернат для детей с ОВЗ</w:t>
            </w:r>
            <w:r w:rsidR="00621B2F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shd w:val="clear" w:color="auto" w:fill="FFFFFF"/>
              </w:rPr>
              <w:t>,</w:t>
            </w:r>
            <w:r w:rsidR="00843115" w:rsidRPr="008431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431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Ордынский филиал ГБУ НСО ОЦДК (во взаимодействии)</w:t>
            </w:r>
          </w:p>
        </w:tc>
      </w:tr>
      <w:tr w:rsidR="00565E90" w:rsidRPr="0033471D" w14:paraId="06D524BB" w14:textId="77777777" w:rsidTr="002D5EDB">
        <w:tc>
          <w:tcPr>
            <w:tcW w:w="707" w:type="dxa"/>
            <w:vMerge w:val="restart"/>
          </w:tcPr>
          <w:p w14:paraId="3BB98A2D" w14:textId="5AF147C5" w:rsidR="00565E90" w:rsidRPr="0033471D" w:rsidRDefault="00565E90" w:rsidP="00362599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2</w:t>
            </w:r>
            <w:r w:rsidR="00362599">
              <w:rPr>
                <w:sz w:val="24"/>
                <w:szCs w:val="24"/>
              </w:rPr>
              <w:t>3</w:t>
            </w:r>
            <w:r w:rsidRPr="0033471D">
              <w:rPr>
                <w:sz w:val="24"/>
                <w:szCs w:val="24"/>
              </w:rPr>
              <w:t>.</w:t>
            </w:r>
          </w:p>
        </w:tc>
        <w:tc>
          <w:tcPr>
            <w:tcW w:w="4537" w:type="dxa"/>
            <w:vMerge w:val="restart"/>
            <w:shd w:val="clear" w:color="auto" w:fill="auto"/>
          </w:tcPr>
          <w:p w14:paraId="58A4CFE0" w14:textId="4A15E38D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сети ДОО для образования обучающихся с ОВЗ и детей-инвалидов </w:t>
            </w:r>
          </w:p>
          <w:p w14:paraId="57F6AFFF" w14:textId="77777777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DCAB22A" w14:textId="45C7A51B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6095" w:type="dxa"/>
            <w:shd w:val="clear" w:color="auto" w:fill="auto"/>
          </w:tcPr>
          <w:p w14:paraId="5421B7A5" w14:textId="1E577F22" w:rsidR="00565E90" w:rsidRPr="0033471D" w:rsidRDefault="009E71E5" w:rsidP="002672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65E90" w:rsidRPr="0033471D">
              <w:rPr>
                <w:rFonts w:ascii="Times New Roman" w:hAnsi="Times New Roman" w:cs="Times New Roman"/>
                <w:sz w:val="24"/>
                <w:szCs w:val="24"/>
              </w:rPr>
              <w:t>оздан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565E90"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="00565E90" w:rsidRPr="0033471D">
              <w:rPr>
                <w:rFonts w:ascii="Times New Roman" w:hAnsi="Times New Roman" w:cs="Times New Roman"/>
                <w:sz w:val="24"/>
                <w:szCs w:val="24"/>
              </w:rPr>
              <w:t>для получения качественного образования детьми-инвалидами и обучающимися с ОВЗ</w:t>
            </w:r>
          </w:p>
        </w:tc>
        <w:tc>
          <w:tcPr>
            <w:tcW w:w="2948" w:type="dxa"/>
          </w:tcPr>
          <w:p w14:paraId="2C8F0C3C" w14:textId="00A68DD7" w:rsidR="00565E90" w:rsidRPr="0033471D" w:rsidRDefault="00565E90" w:rsidP="009E71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, ДОО </w:t>
            </w:r>
          </w:p>
        </w:tc>
      </w:tr>
      <w:tr w:rsidR="00565E90" w:rsidRPr="0033471D" w14:paraId="2F42C07B" w14:textId="77777777" w:rsidTr="002D5EDB">
        <w:tc>
          <w:tcPr>
            <w:tcW w:w="707" w:type="dxa"/>
            <w:vMerge/>
          </w:tcPr>
          <w:p w14:paraId="681B0FD8" w14:textId="77777777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  <w:shd w:val="clear" w:color="auto" w:fill="auto"/>
          </w:tcPr>
          <w:p w14:paraId="713BCA7A" w14:textId="77777777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DD39193" w14:textId="6422CF8A" w:rsidR="00565E90" w:rsidRPr="0033471D" w:rsidRDefault="00565E90" w:rsidP="00CD70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D70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95" w:type="dxa"/>
            <w:shd w:val="clear" w:color="auto" w:fill="auto"/>
          </w:tcPr>
          <w:p w14:paraId="58847391" w14:textId="4E279A3E" w:rsidR="00565E90" w:rsidRPr="0033471D" w:rsidRDefault="00CD707F" w:rsidP="00CD70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="00565E90"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 ДОО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 внедрении ф</w:t>
            </w:r>
            <w:r w:rsidR="00565E90" w:rsidRPr="0033471D">
              <w:rPr>
                <w:rFonts w:ascii="Times New Roman" w:hAnsi="Times New Roman" w:cs="Times New Roman"/>
                <w:sz w:val="24"/>
                <w:szCs w:val="24"/>
              </w:rPr>
              <w:t>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65E90"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психолого-педагогического и логопедического </w:t>
            </w:r>
            <w:proofErr w:type="spellStart"/>
            <w:r w:rsidR="00565E90" w:rsidRPr="0033471D">
              <w:rPr>
                <w:rFonts w:ascii="Times New Roman" w:hAnsi="Times New Roman" w:cs="Times New Roman"/>
                <w:sz w:val="24"/>
                <w:szCs w:val="24"/>
              </w:rPr>
              <w:t>скриннинга</w:t>
            </w:r>
            <w:proofErr w:type="spellEnd"/>
            <w:r w:rsidR="00565E90"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 с целью своевременного выявления нарушений развития у детей дошкольного возраста, разработанная </w:t>
            </w:r>
            <w:proofErr w:type="spellStart"/>
            <w:r w:rsidR="00565E90" w:rsidRPr="0033471D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="00565E90"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2948" w:type="dxa"/>
          </w:tcPr>
          <w:p w14:paraId="6C52603C" w14:textId="6BFB6F91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, ДОО</w:t>
            </w:r>
          </w:p>
        </w:tc>
      </w:tr>
      <w:tr w:rsidR="00565E90" w:rsidRPr="0033471D" w14:paraId="1F3AD734" w14:textId="77777777" w:rsidTr="002D5EDB">
        <w:tc>
          <w:tcPr>
            <w:tcW w:w="707" w:type="dxa"/>
          </w:tcPr>
          <w:p w14:paraId="3A4833C4" w14:textId="2F5A81BE" w:rsidR="00565E90" w:rsidRPr="0033471D" w:rsidRDefault="00565E90" w:rsidP="00362599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2</w:t>
            </w:r>
            <w:r w:rsidR="00362599">
              <w:rPr>
                <w:sz w:val="24"/>
                <w:szCs w:val="24"/>
              </w:rPr>
              <w:t>4</w:t>
            </w:r>
            <w:r w:rsidRPr="0033471D">
              <w:rPr>
                <w:sz w:val="24"/>
                <w:szCs w:val="24"/>
              </w:rPr>
              <w:t>.</w:t>
            </w:r>
          </w:p>
        </w:tc>
        <w:tc>
          <w:tcPr>
            <w:tcW w:w="4537" w:type="dxa"/>
          </w:tcPr>
          <w:p w14:paraId="7EF6A7B0" w14:textId="10E7C67F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Развитие сети служб ранней коррекционной помощи</w:t>
            </w:r>
          </w:p>
        </w:tc>
        <w:tc>
          <w:tcPr>
            <w:tcW w:w="1419" w:type="dxa"/>
            <w:vAlign w:val="center"/>
          </w:tcPr>
          <w:p w14:paraId="578C01B3" w14:textId="596B47CF" w:rsidR="00565E90" w:rsidRPr="0033471D" w:rsidRDefault="003D1D04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5" w:type="dxa"/>
          </w:tcPr>
          <w:p w14:paraId="312A061F" w14:textId="029BFF70" w:rsidR="00565E90" w:rsidRPr="00C63C30" w:rsidRDefault="00C63C30" w:rsidP="00565E9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Изучение вопроса о потребности в создании сети служб на территории Ордынского района Новосибирской области, реализующих программы ранней коррекционной помощи детям, с учетом особенностей их развития.</w:t>
            </w:r>
          </w:p>
        </w:tc>
        <w:tc>
          <w:tcPr>
            <w:tcW w:w="2948" w:type="dxa"/>
          </w:tcPr>
          <w:p w14:paraId="2F710E35" w14:textId="48183F8D" w:rsidR="00565E90" w:rsidRPr="003D1D04" w:rsidRDefault="00565E90" w:rsidP="003D1D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D1D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УОМПиС</w:t>
            </w:r>
            <w:proofErr w:type="spellEnd"/>
          </w:p>
        </w:tc>
      </w:tr>
      <w:tr w:rsidR="00565E90" w:rsidRPr="0033471D" w14:paraId="6ABA80E3" w14:textId="77777777" w:rsidTr="002D5EDB">
        <w:tc>
          <w:tcPr>
            <w:tcW w:w="707" w:type="dxa"/>
          </w:tcPr>
          <w:p w14:paraId="6E0DC80D" w14:textId="135F7907" w:rsidR="00565E90" w:rsidRPr="0033471D" w:rsidRDefault="00565E90" w:rsidP="00362599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2</w:t>
            </w:r>
            <w:r w:rsidR="00362599">
              <w:rPr>
                <w:sz w:val="24"/>
                <w:szCs w:val="24"/>
              </w:rPr>
              <w:t>5</w:t>
            </w:r>
            <w:r w:rsidRPr="0033471D">
              <w:rPr>
                <w:sz w:val="24"/>
                <w:szCs w:val="24"/>
              </w:rPr>
              <w:t>.</w:t>
            </w:r>
          </w:p>
        </w:tc>
        <w:tc>
          <w:tcPr>
            <w:tcW w:w="4537" w:type="dxa"/>
          </w:tcPr>
          <w:p w14:paraId="2A3A3617" w14:textId="1CBE5AD6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Развитие сети ОО ДО для образования обучающихся с ОВЗ и детей-инвалидов</w:t>
            </w:r>
          </w:p>
          <w:p w14:paraId="21C08D11" w14:textId="2796B930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72F08B3B" w14:textId="799FAF49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6095" w:type="dxa"/>
          </w:tcPr>
          <w:p w14:paraId="111A5045" w14:textId="79FEF28E" w:rsidR="00565E90" w:rsidRPr="0033471D" w:rsidRDefault="00565E90" w:rsidP="003D1D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3D1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 ОО ДО реализована возможность получения детьми-инвалидами, обучающимися с ОВЗ инклюзивного </w:t>
            </w:r>
            <w:r w:rsidRPr="00334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дополнительного образования </w:t>
            </w:r>
          </w:p>
        </w:tc>
        <w:tc>
          <w:tcPr>
            <w:tcW w:w="2948" w:type="dxa"/>
          </w:tcPr>
          <w:p w14:paraId="39862808" w14:textId="6B4014A3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УОМПиС</w:t>
            </w:r>
            <w:proofErr w:type="spell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, ОО ДО</w:t>
            </w:r>
          </w:p>
        </w:tc>
      </w:tr>
      <w:tr w:rsidR="00565E90" w:rsidRPr="0033471D" w14:paraId="48CF734F" w14:textId="77777777" w:rsidTr="002D5EDB">
        <w:trPr>
          <w:trHeight w:val="336"/>
        </w:trPr>
        <w:tc>
          <w:tcPr>
            <w:tcW w:w="15706" w:type="dxa"/>
            <w:gridSpan w:val="5"/>
          </w:tcPr>
          <w:p w14:paraId="5FF15825" w14:textId="5D94D7ED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  <w:lang w:val="en-US"/>
              </w:rPr>
              <w:lastRenderedPageBreak/>
              <w:t>VIII</w:t>
            </w:r>
            <w:r w:rsidRPr="0033471D">
              <w:rPr>
                <w:sz w:val="24"/>
                <w:szCs w:val="24"/>
              </w:rPr>
              <w:t>. Профессиональная ориентация</w:t>
            </w:r>
          </w:p>
        </w:tc>
      </w:tr>
      <w:tr w:rsidR="00565E90" w:rsidRPr="0033471D" w14:paraId="257FA676" w14:textId="77777777" w:rsidTr="002D5EDB">
        <w:tc>
          <w:tcPr>
            <w:tcW w:w="707" w:type="dxa"/>
          </w:tcPr>
          <w:p w14:paraId="4B80F0F4" w14:textId="3EE7A9A4" w:rsidR="00565E90" w:rsidRPr="0033471D" w:rsidRDefault="00565E90" w:rsidP="00362599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2</w:t>
            </w:r>
            <w:r w:rsidR="00362599">
              <w:rPr>
                <w:sz w:val="24"/>
                <w:szCs w:val="24"/>
              </w:rPr>
              <w:t>6</w:t>
            </w:r>
            <w:r w:rsidRPr="0033471D">
              <w:rPr>
                <w:sz w:val="24"/>
                <w:szCs w:val="24"/>
              </w:rPr>
              <w:t>.</w:t>
            </w:r>
          </w:p>
        </w:tc>
        <w:tc>
          <w:tcPr>
            <w:tcW w:w="4537" w:type="dxa"/>
          </w:tcPr>
          <w:p w14:paraId="2CA8AA71" w14:textId="77777777" w:rsidR="00565E90" w:rsidRPr="0033471D" w:rsidRDefault="00565E90" w:rsidP="00565E90">
            <w:pPr>
              <w:jc w:val="both"/>
              <w:rPr>
                <w:bCs/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 xml:space="preserve">Организация и проведение </w:t>
            </w:r>
            <w:proofErr w:type="spellStart"/>
            <w:r w:rsidRPr="0033471D">
              <w:rPr>
                <w:sz w:val="24"/>
                <w:szCs w:val="24"/>
              </w:rPr>
              <w:t>профориентационных</w:t>
            </w:r>
            <w:proofErr w:type="spellEnd"/>
            <w:r w:rsidRPr="0033471D">
              <w:rPr>
                <w:sz w:val="24"/>
                <w:szCs w:val="24"/>
              </w:rPr>
              <w:t xml:space="preserve"> мероприятий, направленных на получение обучающимися с ОВЗ и детьми - инвалидами профессионального образования</w:t>
            </w:r>
          </w:p>
        </w:tc>
        <w:tc>
          <w:tcPr>
            <w:tcW w:w="1419" w:type="dxa"/>
            <w:vAlign w:val="center"/>
          </w:tcPr>
          <w:p w14:paraId="5D9F76CF" w14:textId="77777777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Ежегодно</w:t>
            </w:r>
          </w:p>
        </w:tc>
        <w:tc>
          <w:tcPr>
            <w:tcW w:w="6095" w:type="dxa"/>
          </w:tcPr>
          <w:p w14:paraId="499DC129" w14:textId="1613CE97" w:rsidR="00565E90" w:rsidRPr="0033471D" w:rsidRDefault="00565E90" w:rsidP="00565E90">
            <w:pPr>
              <w:jc w:val="both"/>
              <w:rPr>
                <w:bCs/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 xml:space="preserve">В ОО проведены мероприятия по профессиональной ориентации и профессиональному самоопределению обучающихся с ОВЗ и детей – инвалидов с охватом не менее </w:t>
            </w:r>
            <w:r w:rsidRPr="003D1D04">
              <w:rPr>
                <w:color w:val="000000" w:themeColor="text1"/>
                <w:sz w:val="24"/>
                <w:szCs w:val="24"/>
              </w:rPr>
              <w:t xml:space="preserve">90 </w:t>
            </w:r>
            <w:r w:rsidRPr="0033471D">
              <w:rPr>
                <w:sz w:val="24"/>
                <w:szCs w:val="24"/>
              </w:rPr>
              <w:t xml:space="preserve">% обучающихся с ОВЗ, детей-инвалидов </w:t>
            </w:r>
          </w:p>
        </w:tc>
        <w:tc>
          <w:tcPr>
            <w:tcW w:w="2948" w:type="dxa"/>
          </w:tcPr>
          <w:p w14:paraId="6FFBAF44" w14:textId="4A3F6F75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proofErr w:type="spellStart"/>
            <w:r w:rsidRPr="0033471D">
              <w:rPr>
                <w:sz w:val="24"/>
                <w:szCs w:val="24"/>
              </w:rPr>
              <w:t>УОМПиС</w:t>
            </w:r>
            <w:proofErr w:type="spellEnd"/>
            <w:r w:rsidRPr="0033471D">
              <w:rPr>
                <w:sz w:val="24"/>
                <w:szCs w:val="24"/>
              </w:rPr>
              <w:t>, ОО</w:t>
            </w:r>
          </w:p>
        </w:tc>
      </w:tr>
      <w:tr w:rsidR="00565E90" w:rsidRPr="0033471D" w14:paraId="02CCD6BF" w14:textId="77777777" w:rsidTr="002D5EDB">
        <w:tc>
          <w:tcPr>
            <w:tcW w:w="15706" w:type="dxa"/>
            <w:gridSpan w:val="5"/>
          </w:tcPr>
          <w:p w14:paraId="2D21BFEE" w14:textId="62354309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  <w:lang w:val="en-US"/>
              </w:rPr>
              <w:t>IX</w:t>
            </w:r>
            <w:r w:rsidRPr="0033471D">
              <w:rPr>
                <w:sz w:val="24"/>
                <w:szCs w:val="24"/>
              </w:rPr>
              <w:t>. Проведение мероприятий для обучающихся с ОВЗ и детей-инвалидов</w:t>
            </w:r>
          </w:p>
        </w:tc>
      </w:tr>
      <w:tr w:rsidR="00565E90" w:rsidRPr="0033471D" w14:paraId="0F2DF95C" w14:textId="77777777" w:rsidTr="002D5EDB">
        <w:tc>
          <w:tcPr>
            <w:tcW w:w="707" w:type="dxa"/>
          </w:tcPr>
          <w:p w14:paraId="0511C7ED" w14:textId="0963708E" w:rsidR="00565E90" w:rsidRPr="0033471D" w:rsidRDefault="00565E90" w:rsidP="00362599">
            <w:pPr>
              <w:jc w:val="center"/>
              <w:rPr>
                <w:rFonts w:eastAsia="Calibri"/>
                <w:sz w:val="24"/>
                <w:szCs w:val="24"/>
              </w:rPr>
            </w:pPr>
            <w:r w:rsidRPr="0033471D">
              <w:rPr>
                <w:rFonts w:eastAsia="Calibri"/>
                <w:sz w:val="24"/>
                <w:szCs w:val="24"/>
              </w:rPr>
              <w:t>2</w:t>
            </w:r>
            <w:r w:rsidR="00362599">
              <w:rPr>
                <w:rFonts w:eastAsia="Calibri"/>
                <w:sz w:val="24"/>
                <w:szCs w:val="24"/>
              </w:rPr>
              <w:t>7</w:t>
            </w:r>
            <w:r w:rsidRPr="0033471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4537" w:type="dxa"/>
            <w:tcBorders>
              <w:bottom w:val="nil"/>
            </w:tcBorders>
          </w:tcPr>
          <w:p w14:paraId="162F8D84" w14:textId="47B41A40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Участие в открытой областной олимпиады по социально-бытовой ориентировке среди обучающихся отдельных организаций, осуществляющих образовательную деятельность по АООП для обучающихся с интеллектуальными нарушениями</w:t>
            </w:r>
          </w:p>
        </w:tc>
        <w:tc>
          <w:tcPr>
            <w:tcW w:w="1419" w:type="dxa"/>
            <w:tcBorders>
              <w:bottom w:val="nil"/>
            </w:tcBorders>
            <w:vAlign w:val="center"/>
          </w:tcPr>
          <w:p w14:paraId="3954C031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14:paraId="035DFD55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6095" w:type="dxa"/>
            <w:tcBorders>
              <w:bottom w:val="nil"/>
            </w:tcBorders>
          </w:tcPr>
          <w:p w14:paraId="3E18D7F9" w14:textId="0B1479B8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Участие в открытой областной олимпиады по социально-бытовой ориентировке для обучающихся с интеллектуальными нарушениями (формирование программы олимпиады, подготовка аналитических материалов)</w:t>
            </w:r>
          </w:p>
          <w:p w14:paraId="47CC5E13" w14:textId="4A00C4D6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bottom w:val="nil"/>
            </w:tcBorders>
          </w:tcPr>
          <w:p w14:paraId="7891DF3C" w14:textId="15FCE635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, МКОУ Верх-Ирменская школа-интернат для детей с ОВЗ</w:t>
            </w:r>
          </w:p>
        </w:tc>
      </w:tr>
      <w:tr w:rsidR="00565E90" w:rsidRPr="0033471D" w14:paraId="01F63EFC" w14:textId="77777777" w:rsidTr="002D5EDB">
        <w:tc>
          <w:tcPr>
            <w:tcW w:w="707" w:type="dxa"/>
          </w:tcPr>
          <w:p w14:paraId="71C3FBEF" w14:textId="6730EF8C" w:rsidR="00565E90" w:rsidRPr="0033471D" w:rsidRDefault="00565E90" w:rsidP="00362599">
            <w:pPr>
              <w:jc w:val="center"/>
              <w:rPr>
                <w:rFonts w:eastAsia="Calibri"/>
                <w:sz w:val="24"/>
                <w:szCs w:val="24"/>
              </w:rPr>
            </w:pPr>
            <w:r w:rsidRPr="0033471D">
              <w:rPr>
                <w:rFonts w:eastAsia="Calibri"/>
                <w:sz w:val="24"/>
                <w:szCs w:val="24"/>
              </w:rPr>
              <w:t>2</w:t>
            </w:r>
            <w:r w:rsidR="00362599">
              <w:rPr>
                <w:rFonts w:eastAsia="Calibri"/>
                <w:sz w:val="24"/>
                <w:szCs w:val="24"/>
              </w:rPr>
              <w:t>8</w:t>
            </w:r>
            <w:r w:rsidRPr="0033471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4537" w:type="dxa"/>
            <w:tcBorders>
              <w:bottom w:val="nil"/>
            </w:tcBorders>
          </w:tcPr>
          <w:p w14:paraId="06A504E7" w14:textId="484CD17F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Участие в региональном этапе Всероссийского конкурса «Лучшая инклюзивная школа»</w:t>
            </w:r>
          </w:p>
        </w:tc>
        <w:tc>
          <w:tcPr>
            <w:tcW w:w="1419" w:type="dxa"/>
            <w:tcBorders>
              <w:bottom w:val="nil"/>
            </w:tcBorders>
            <w:vAlign w:val="center"/>
          </w:tcPr>
          <w:p w14:paraId="03B9B5D0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6095" w:type="dxa"/>
            <w:tcBorders>
              <w:bottom w:val="nil"/>
            </w:tcBorders>
          </w:tcPr>
          <w:p w14:paraId="0680A044" w14:textId="094275AC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Выявление и трансляция лучших практик инклюзивного образования, реализуемых в ОО. Подготовка аналитической информации по</w:t>
            </w:r>
            <w:r w:rsidR="003D1D04">
              <w:rPr>
                <w:rFonts w:ascii="Times New Roman" w:hAnsi="Times New Roman" w:cs="Times New Roman"/>
                <w:sz w:val="24"/>
                <w:szCs w:val="24"/>
              </w:rPr>
              <w:t xml:space="preserve"> итогам проведения мероприятия.</w:t>
            </w:r>
          </w:p>
        </w:tc>
        <w:tc>
          <w:tcPr>
            <w:tcW w:w="2948" w:type="dxa"/>
            <w:tcBorders>
              <w:bottom w:val="nil"/>
            </w:tcBorders>
          </w:tcPr>
          <w:p w14:paraId="39DD82F8" w14:textId="192BFCED" w:rsidR="00565E90" w:rsidRPr="0033471D" w:rsidRDefault="00565E90" w:rsidP="003D1D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, ОО, ДОО</w:t>
            </w:r>
          </w:p>
        </w:tc>
      </w:tr>
      <w:tr w:rsidR="00565E90" w:rsidRPr="0033471D" w14:paraId="5C82EB6F" w14:textId="77777777" w:rsidTr="002D5EDB">
        <w:tc>
          <w:tcPr>
            <w:tcW w:w="707" w:type="dxa"/>
          </w:tcPr>
          <w:p w14:paraId="4DC0C902" w14:textId="1CC24296" w:rsidR="00565E90" w:rsidRPr="0033471D" w:rsidRDefault="00362599" w:rsidP="00565E9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</w:t>
            </w:r>
            <w:r w:rsidR="00565E90" w:rsidRPr="0033471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4537" w:type="dxa"/>
            <w:tcBorders>
              <w:bottom w:val="nil"/>
            </w:tcBorders>
          </w:tcPr>
          <w:p w14:paraId="77EC2199" w14:textId="79C892A6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Участие в Фестивале профессиональной ориентации среди обучающихся отдельных организаций, осуществляющих образовательную деятельность по АООП</w:t>
            </w:r>
          </w:p>
        </w:tc>
        <w:tc>
          <w:tcPr>
            <w:tcW w:w="1419" w:type="dxa"/>
            <w:tcBorders>
              <w:bottom w:val="nil"/>
            </w:tcBorders>
            <w:vAlign w:val="center"/>
          </w:tcPr>
          <w:p w14:paraId="38D1DC8C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6095" w:type="dxa"/>
            <w:tcBorders>
              <w:bottom w:val="nil"/>
            </w:tcBorders>
          </w:tcPr>
          <w:p w14:paraId="1ED8DAB4" w14:textId="1EC168D2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 по совершенствованию навыков по вопросу профессиональной ориентации</w:t>
            </w:r>
          </w:p>
          <w:p w14:paraId="6606CB56" w14:textId="004AF32D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48" w:type="dxa"/>
            <w:tcBorders>
              <w:bottom w:val="nil"/>
            </w:tcBorders>
          </w:tcPr>
          <w:p w14:paraId="08771C3C" w14:textId="5B5EC046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, МКОУ Верх-Ирменская школа-интернат для детей с ОВЗ</w:t>
            </w:r>
          </w:p>
        </w:tc>
      </w:tr>
      <w:tr w:rsidR="00565E90" w:rsidRPr="0033471D" w14:paraId="264D37D9" w14:textId="77777777" w:rsidTr="000D2097">
        <w:trPr>
          <w:trHeight w:val="1337"/>
        </w:trPr>
        <w:tc>
          <w:tcPr>
            <w:tcW w:w="707" w:type="dxa"/>
          </w:tcPr>
          <w:p w14:paraId="258EDFA9" w14:textId="607B3664" w:rsidR="00565E90" w:rsidRPr="0033471D" w:rsidRDefault="00565E90" w:rsidP="00362599">
            <w:pPr>
              <w:jc w:val="center"/>
              <w:rPr>
                <w:rFonts w:eastAsia="Calibri"/>
                <w:sz w:val="24"/>
                <w:szCs w:val="24"/>
              </w:rPr>
            </w:pPr>
            <w:r w:rsidRPr="0033471D">
              <w:rPr>
                <w:rFonts w:eastAsia="Calibri"/>
                <w:sz w:val="24"/>
                <w:szCs w:val="24"/>
              </w:rPr>
              <w:t>3</w:t>
            </w:r>
            <w:r w:rsidR="00362599">
              <w:rPr>
                <w:rFonts w:eastAsia="Calibri"/>
                <w:sz w:val="24"/>
                <w:szCs w:val="24"/>
              </w:rPr>
              <w:t>0</w:t>
            </w:r>
            <w:r w:rsidRPr="0033471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4537" w:type="dxa"/>
            <w:tcBorders>
              <w:bottom w:val="nil"/>
            </w:tcBorders>
          </w:tcPr>
          <w:p w14:paraId="7527242B" w14:textId="77777777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Проведение открытой областной олимпиады по профессионально-трудовому обучению среди обучающихся с ОВЗ и детей - инвалидов</w:t>
            </w:r>
          </w:p>
        </w:tc>
        <w:tc>
          <w:tcPr>
            <w:tcW w:w="1419" w:type="dxa"/>
            <w:tcBorders>
              <w:bottom w:val="nil"/>
            </w:tcBorders>
            <w:vAlign w:val="center"/>
          </w:tcPr>
          <w:p w14:paraId="79A37449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6095" w:type="dxa"/>
            <w:tcBorders>
              <w:bottom w:val="nil"/>
            </w:tcBorders>
          </w:tcPr>
          <w:p w14:paraId="0EB11FAA" w14:textId="3EBC4350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E7234B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обучающихся с ОВЗ и детей-инвалидов, обучающихся в ОО, расположенных на территории Новосибирской области, приняли участие в мероприятиях по совершенствованию навыков по вопросам профессионально-трудового обучения.</w:t>
            </w:r>
          </w:p>
        </w:tc>
        <w:tc>
          <w:tcPr>
            <w:tcW w:w="2948" w:type="dxa"/>
            <w:tcBorders>
              <w:bottom w:val="nil"/>
            </w:tcBorders>
          </w:tcPr>
          <w:p w14:paraId="3C187C13" w14:textId="57C478C1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25CAB0A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МКОУ Верх - Ирменская школа - интернат </w:t>
            </w:r>
          </w:p>
          <w:p w14:paraId="081A52B6" w14:textId="7FEA6EFB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с ОВЗ </w:t>
            </w:r>
          </w:p>
          <w:p w14:paraId="6234FFFB" w14:textId="0077C6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E90" w:rsidRPr="0033471D" w14:paraId="3C707668" w14:textId="77777777" w:rsidTr="002D5EDB">
        <w:tc>
          <w:tcPr>
            <w:tcW w:w="707" w:type="dxa"/>
          </w:tcPr>
          <w:p w14:paraId="7B643660" w14:textId="38945147" w:rsidR="00565E90" w:rsidRPr="0033471D" w:rsidRDefault="00565E90" w:rsidP="00362599">
            <w:pPr>
              <w:jc w:val="center"/>
              <w:rPr>
                <w:rFonts w:eastAsia="Calibri"/>
                <w:sz w:val="24"/>
                <w:szCs w:val="24"/>
              </w:rPr>
            </w:pPr>
            <w:r w:rsidRPr="0033471D">
              <w:rPr>
                <w:rFonts w:eastAsia="Calibri"/>
                <w:sz w:val="24"/>
                <w:szCs w:val="24"/>
              </w:rPr>
              <w:t>3</w:t>
            </w:r>
            <w:r w:rsidR="00362599">
              <w:rPr>
                <w:rFonts w:eastAsia="Calibri"/>
                <w:sz w:val="24"/>
                <w:szCs w:val="24"/>
              </w:rPr>
              <w:t>1</w:t>
            </w:r>
            <w:r w:rsidRPr="0033471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4537" w:type="dxa"/>
            <w:tcBorders>
              <w:bottom w:val="nil"/>
            </w:tcBorders>
          </w:tcPr>
          <w:p w14:paraId="4E870A11" w14:textId="465CA68F" w:rsidR="00565E90" w:rsidRPr="0033471D" w:rsidRDefault="00565E90" w:rsidP="00565E90">
            <w:pPr>
              <w:widowControl w:val="0"/>
              <w:tabs>
                <w:tab w:val="left" w:pos="935"/>
              </w:tabs>
              <w:jc w:val="both"/>
              <w:rPr>
                <w:spacing w:val="-1"/>
                <w:sz w:val="24"/>
                <w:szCs w:val="24"/>
              </w:rPr>
            </w:pPr>
            <w:r w:rsidRPr="0033471D">
              <w:rPr>
                <w:spacing w:val="-1"/>
                <w:sz w:val="24"/>
                <w:szCs w:val="24"/>
              </w:rPr>
              <w:t xml:space="preserve">Организация муниципальных, участие в региональных мероприятиях, направленных на активизацию творческого потенциала обучающихся с </w:t>
            </w:r>
            <w:r w:rsidRPr="0033471D">
              <w:rPr>
                <w:spacing w:val="-1"/>
                <w:sz w:val="24"/>
                <w:szCs w:val="24"/>
              </w:rPr>
              <w:lastRenderedPageBreak/>
              <w:t>ОВЗ и детей - инвалидов</w:t>
            </w:r>
          </w:p>
        </w:tc>
        <w:tc>
          <w:tcPr>
            <w:tcW w:w="1419" w:type="dxa"/>
            <w:tcBorders>
              <w:bottom w:val="nil"/>
            </w:tcBorders>
            <w:vAlign w:val="center"/>
          </w:tcPr>
          <w:p w14:paraId="2D9A1E7F" w14:textId="77777777" w:rsidR="00565E90" w:rsidRPr="0033471D" w:rsidRDefault="00565E90" w:rsidP="00565E90">
            <w:pPr>
              <w:widowControl w:val="0"/>
              <w:jc w:val="center"/>
              <w:rPr>
                <w:spacing w:val="-1"/>
                <w:sz w:val="24"/>
                <w:szCs w:val="24"/>
              </w:rPr>
            </w:pPr>
            <w:r w:rsidRPr="0033471D">
              <w:rPr>
                <w:spacing w:val="-1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6095" w:type="dxa"/>
            <w:tcBorders>
              <w:bottom w:val="nil"/>
            </w:tcBorders>
            <w:shd w:val="clear" w:color="auto" w:fill="auto"/>
          </w:tcPr>
          <w:p w14:paraId="23312EB7" w14:textId="7B80E6DF" w:rsidR="00565E90" w:rsidRPr="0033471D" w:rsidRDefault="00565E90" w:rsidP="00565E90">
            <w:pPr>
              <w:widowControl w:val="0"/>
              <w:jc w:val="both"/>
              <w:rPr>
                <w:spacing w:val="-1"/>
                <w:sz w:val="24"/>
                <w:szCs w:val="24"/>
              </w:rPr>
            </w:pPr>
            <w:r w:rsidRPr="0033471D">
              <w:rPr>
                <w:spacing w:val="-1"/>
                <w:sz w:val="24"/>
                <w:szCs w:val="24"/>
              </w:rPr>
              <w:t xml:space="preserve">Организация и проведение творческих </w:t>
            </w:r>
            <w:proofErr w:type="gramStart"/>
            <w:r w:rsidRPr="0033471D">
              <w:rPr>
                <w:spacing w:val="-1"/>
                <w:sz w:val="24"/>
                <w:szCs w:val="24"/>
              </w:rPr>
              <w:t>мероприятий  с</w:t>
            </w:r>
            <w:proofErr w:type="gramEnd"/>
            <w:r w:rsidRPr="0033471D">
              <w:rPr>
                <w:spacing w:val="-1"/>
                <w:sz w:val="24"/>
                <w:szCs w:val="24"/>
              </w:rPr>
              <w:t xml:space="preserve"> участием обучающихся с ОВЗ и детей – инвалидов.</w:t>
            </w:r>
          </w:p>
          <w:p w14:paraId="0C90AC55" w14:textId="5E8157E2" w:rsidR="00565E90" w:rsidRPr="0033471D" w:rsidRDefault="00565E90" w:rsidP="00565E90">
            <w:pPr>
              <w:widowControl w:val="0"/>
              <w:jc w:val="both"/>
              <w:rPr>
                <w:spacing w:val="-1"/>
                <w:sz w:val="24"/>
                <w:szCs w:val="24"/>
              </w:rPr>
            </w:pPr>
            <w:r w:rsidRPr="0033471D">
              <w:rPr>
                <w:spacing w:val="-1"/>
                <w:sz w:val="24"/>
                <w:szCs w:val="24"/>
              </w:rPr>
              <w:t xml:space="preserve">Охват мероприятиями не менее </w:t>
            </w:r>
            <w:r w:rsidRPr="008E4788">
              <w:rPr>
                <w:color w:val="000000" w:themeColor="text1"/>
                <w:spacing w:val="-1"/>
                <w:sz w:val="24"/>
                <w:szCs w:val="24"/>
              </w:rPr>
              <w:t>20</w:t>
            </w:r>
            <w:r w:rsidRPr="0033471D">
              <w:rPr>
                <w:spacing w:val="-1"/>
                <w:sz w:val="24"/>
                <w:szCs w:val="24"/>
              </w:rPr>
              <w:t>% обучающихся с ОВЗ, детей - инвалидов</w:t>
            </w:r>
          </w:p>
        </w:tc>
        <w:tc>
          <w:tcPr>
            <w:tcW w:w="2948" w:type="dxa"/>
            <w:tcBorders>
              <w:bottom w:val="nil"/>
            </w:tcBorders>
          </w:tcPr>
          <w:p w14:paraId="5CC63F1F" w14:textId="06A00D47" w:rsidR="00565E90" w:rsidRPr="0033471D" w:rsidRDefault="00565E90" w:rsidP="00621B2F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33471D">
              <w:rPr>
                <w:sz w:val="24"/>
                <w:szCs w:val="24"/>
              </w:rPr>
              <w:t>УОМПиС</w:t>
            </w:r>
            <w:proofErr w:type="spellEnd"/>
            <w:r w:rsidRPr="0033471D">
              <w:rPr>
                <w:sz w:val="24"/>
                <w:szCs w:val="24"/>
              </w:rPr>
              <w:t>, ОО, ДОО, ОО ДО</w:t>
            </w:r>
            <w:r w:rsidR="008E4788">
              <w:rPr>
                <w:sz w:val="24"/>
                <w:szCs w:val="24"/>
              </w:rPr>
              <w:t xml:space="preserve">, МКУ Ордынского района «КЦСОН», МКУ СКЦ Ордынского района </w:t>
            </w:r>
          </w:p>
        </w:tc>
      </w:tr>
      <w:tr w:rsidR="00565E90" w:rsidRPr="0033471D" w14:paraId="459EEB6A" w14:textId="77777777" w:rsidTr="002D5EDB">
        <w:tc>
          <w:tcPr>
            <w:tcW w:w="707" w:type="dxa"/>
          </w:tcPr>
          <w:p w14:paraId="417B5989" w14:textId="32FCD3D8" w:rsidR="00565E90" w:rsidRPr="0033471D" w:rsidRDefault="00565E90" w:rsidP="00362599">
            <w:pPr>
              <w:jc w:val="center"/>
              <w:rPr>
                <w:rFonts w:eastAsia="Calibri"/>
                <w:sz w:val="24"/>
                <w:szCs w:val="24"/>
              </w:rPr>
            </w:pPr>
            <w:r w:rsidRPr="0033471D">
              <w:rPr>
                <w:rFonts w:eastAsia="Calibri"/>
                <w:sz w:val="24"/>
                <w:szCs w:val="24"/>
              </w:rPr>
              <w:lastRenderedPageBreak/>
              <w:t>3</w:t>
            </w:r>
            <w:r w:rsidR="00362599">
              <w:rPr>
                <w:rFonts w:eastAsia="Calibri"/>
                <w:sz w:val="24"/>
                <w:szCs w:val="24"/>
              </w:rPr>
              <w:t>2</w:t>
            </w:r>
            <w:r w:rsidRPr="0033471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4537" w:type="dxa"/>
            <w:tcBorders>
              <w:bottom w:val="nil"/>
            </w:tcBorders>
          </w:tcPr>
          <w:p w14:paraId="3426A9DF" w14:textId="77777777" w:rsidR="00565E90" w:rsidRPr="0033471D" w:rsidRDefault="00565E90" w:rsidP="00565E90">
            <w:pPr>
              <w:widowControl w:val="0"/>
              <w:tabs>
                <w:tab w:val="left" w:pos="935"/>
              </w:tabs>
              <w:jc w:val="both"/>
              <w:rPr>
                <w:spacing w:val="-1"/>
                <w:sz w:val="24"/>
                <w:szCs w:val="24"/>
              </w:rPr>
            </w:pPr>
            <w:r w:rsidRPr="0033471D">
              <w:rPr>
                <w:spacing w:val="-1"/>
                <w:sz w:val="24"/>
                <w:szCs w:val="24"/>
              </w:rPr>
              <w:t>Организация и проведение мероприятий в рамках Международной Декады инвалидов</w:t>
            </w:r>
          </w:p>
        </w:tc>
        <w:tc>
          <w:tcPr>
            <w:tcW w:w="1419" w:type="dxa"/>
            <w:tcBorders>
              <w:bottom w:val="nil"/>
            </w:tcBorders>
            <w:vAlign w:val="center"/>
          </w:tcPr>
          <w:p w14:paraId="4A4FA654" w14:textId="77777777" w:rsidR="00565E90" w:rsidRPr="0033471D" w:rsidRDefault="00565E90" w:rsidP="00565E90">
            <w:pPr>
              <w:widowControl w:val="0"/>
              <w:jc w:val="center"/>
              <w:rPr>
                <w:spacing w:val="-1"/>
                <w:sz w:val="24"/>
                <w:szCs w:val="24"/>
              </w:rPr>
            </w:pPr>
            <w:r w:rsidRPr="0033471D">
              <w:rPr>
                <w:spacing w:val="-1"/>
                <w:sz w:val="24"/>
                <w:szCs w:val="24"/>
              </w:rPr>
              <w:t>Ежегодно</w:t>
            </w:r>
          </w:p>
        </w:tc>
        <w:tc>
          <w:tcPr>
            <w:tcW w:w="6095" w:type="dxa"/>
            <w:tcBorders>
              <w:bottom w:val="nil"/>
            </w:tcBorders>
            <w:shd w:val="clear" w:color="auto" w:fill="auto"/>
          </w:tcPr>
          <w:p w14:paraId="623EAB7B" w14:textId="258D462D" w:rsidR="00565E90" w:rsidRPr="0033471D" w:rsidRDefault="00565E90" w:rsidP="00565E90">
            <w:pPr>
              <w:widowControl w:val="0"/>
              <w:jc w:val="both"/>
              <w:rPr>
                <w:spacing w:val="-1"/>
                <w:sz w:val="24"/>
                <w:szCs w:val="24"/>
              </w:rPr>
            </w:pPr>
            <w:r w:rsidRPr="0033471D">
              <w:rPr>
                <w:spacing w:val="-1"/>
                <w:sz w:val="24"/>
                <w:szCs w:val="24"/>
              </w:rPr>
              <w:t>Организация и проведение Декады инвалидов.</w:t>
            </w:r>
          </w:p>
          <w:p w14:paraId="6CACC7F1" w14:textId="5C83AF9F" w:rsidR="00565E90" w:rsidRPr="0033471D" w:rsidRDefault="00565E90" w:rsidP="008E4788">
            <w:pPr>
              <w:widowControl w:val="0"/>
              <w:jc w:val="both"/>
              <w:rPr>
                <w:spacing w:val="-1"/>
                <w:sz w:val="24"/>
                <w:szCs w:val="24"/>
              </w:rPr>
            </w:pPr>
            <w:r w:rsidRPr="0033471D">
              <w:rPr>
                <w:spacing w:val="-1"/>
                <w:sz w:val="24"/>
                <w:szCs w:val="24"/>
              </w:rPr>
              <w:t xml:space="preserve">Привлечение к участию в </w:t>
            </w:r>
            <w:proofErr w:type="gramStart"/>
            <w:r w:rsidRPr="0033471D">
              <w:rPr>
                <w:spacing w:val="-1"/>
                <w:sz w:val="24"/>
                <w:szCs w:val="24"/>
              </w:rPr>
              <w:t>мероприятиях  в</w:t>
            </w:r>
            <w:proofErr w:type="gramEnd"/>
            <w:r w:rsidRPr="0033471D">
              <w:rPr>
                <w:spacing w:val="-1"/>
                <w:sz w:val="24"/>
                <w:szCs w:val="24"/>
              </w:rPr>
              <w:t xml:space="preserve"> рамках Декады инвалидов не менее </w:t>
            </w:r>
            <w:r w:rsidR="008E4788" w:rsidRPr="008E4788">
              <w:rPr>
                <w:color w:val="000000" w:themeColor="text1"/>
                <w:spacing w:val="-1"/>
                <w:sz w:val="24"/>
                <w:szCs w:val="24"/>
              </w:rPr>
              <w:t>15</w:t>
            </w:r>
            <w:r w:rsidRPr="008E4788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33471D">
              <w:rPr>
                <w:spacing w:val="-1"/>
                <w:sz w:val="24"/>
                <w:szCs w:val="24"/>
              </w:rPr>
              <w:t>детей-инвалидов ежегодно.</w:t>
            </w:r>
          </w:p>
        </w:tc>
        <w:tc>
          <w:tcPr>
            <w:tcW w:w="2948" w:type="dxa"/>
            <w:tcBorders>
              <w:bottom w:val="nil"/>
            </w:tcBorders>
          </w:tcPr>
          <w:p w14:paraId="08ABE5E3" w14:textId="0104AC8C" w:rsidR="00565E90" w:rsidRPr="0033471D" w:rsidRDefault="008E4788" w:rsidP="0089610F">
            <w:pPr>
              <w:jc w:val="center"/>
              <w:rPr>
                <w:sz w:val="24"/>
                <w:szCs w:val="24"/>
              </w:rPr>
            </w:pPr>
            <w:proofErr w:type="spellStart"/>
            <w:r w:rsidRPr="0033471D">
              <w:rPr>
                <w:sz w:val="24"/>
                <w:szCs w:val="24"/>
              </w:rPr>
              <w:t>УОМПиС</w:t>
            </w:r>
            <w:proofErr w:type="spellEnd"/>
            <w:r w:rsidRPr="0033471D">
              <w:rPr>
                <w:sz w:val="24"/>
                <w:szCs w:val="24"/>
              </w:rPr>
              <w:t>, ОО, ДОО, ОО ДО</w:t>
            </w:r>
            <w:r>
              <w:rPr>
                <w:sz w:val="24"/>
                <w:szCs w:val="24"/>
              </w:rPr>
              <w:t xml:space="preserve">, </w:t>
            </w:r>
            <w:r w:rsidR="00362599">
              <w:rPr>
                <w:sz w:val="24"/>
                <w:szCs w:val="24"/>
              </w:rPr>
              <w:t xml:space="preserve">МБУДО «ОДШИ», </w:t>
            </w:r>
            <w:r>
              <w:rPr>
                <w:sz w:val="24"/>
                <w:szCs w:val="24"/>
              </w:rPr>
              <w:t xml:space="preserve">МКУ Ордынского района «КЦСОН», МКУ СКЦ Ордынского района </w:t>
            </w:r>
          </w:p>
        </w:tc>
      </w:tr>
      <w:tr w:rsidR="00565E90" w:rsidRPr="0033471D" w14:paraId="1F1F54FB" w14:textId="77777777" w:rsidTr="002D5EDB">
        <w:tc>
          <w:tcPr>
            <w:tcW w:w="707" w:type="dxa"/>
          </w:tcPr>
          <w:p w14:paraId="7CBA12F4" w14:textId="1E8CBD66" w:rsidR="00565E90" w:rsidRPr="0033471D" w:rsidRDefault="00565E90" w:rsidP="00362599">
            <w:pPr>
              <w:jc w:val="center"/>
              <w:rPr>
                <w:rFonts w:eastAsia="Calibri"/>
                <w:sz w:val="24"/>
                <w:szCs w:val="24"/>
              </w:rPr>
            </w:pPr>
            <w:r w:rsidRPr="0033471D">
              <w:rPr>
                <w:rFonts w:eastAsia="Calibri"/>
                <w:sz w:val="24"/>
                <w:szCs w:val="24"/>
              </w:rPr>
              <w:t>3</w:t>
            </w:r>
            <w:r w:rsidR="00362599">
              <w:rPr>
                <w:rFonts w:eastAsia="Calibri"/>
                <w:sz w:val="24"/>
                <w:szCs w:val="24"/>
              </w:rPr>
              <w:t>3</w:t>
            </w:r>
            <w:r w:rsidRPr="0033471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4537" w:type="dxa"/>
          </w:tcPr>
          <w:p w14:paraId="0976057E" w14:textId="77777777" w:rsidR="00565E90" w:rsidRPr="0033471D" w:rsidRDefault="00565E90" w:rsidP="00565E90">
            <w:pPr>
              <w:jc w:val="both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 xml:space="preserve">Включение инклюзивных мероприятий в комплексные планы официальных физкультурных и спортивных мероприятий </w:t>
            </w:r>
          </w:p>
        </w:tc>
        <w:tc>
          <w:tcPr>
            <w:tcW w:w="1419" w:type="dxa"/>
            <w:vAlign w:val="center"/>
          </w:tcPr>
          <w:p w14:paraId="702AF55E" w14:textId="7EC458D6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Ежегодно</w:t>
            </w:r>
          </w:p>
        </w:tc>
        <w:tc>
          <w:tcPr>
            <w:tcW w:w="6095" w:type="dxa"/>
          </w:tcPr>
          <w:p w14:paraId="3B140BD0" w14:textId="3C94523F" w:rsidR="00565E90" w:rsidRPr="0033471D" w:rsidRDefault="00565E90" w:rsidP="00565E90">
            <w:pPr>
              <w:jc w:val="both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 xml:space="preserve">Организация и </w:t>
            </w:r>
            <w:proofErr w:type="gramStart"/>
            <w:r w:rsidRPr="0033471D">
              <w:rPr>
                <w:sz w:val="24"/>
                <w:szCs w:val="24"/>
              </w:rPr>
              <w:t>проведение  физкультурно</w:t>
            </w:r>
            <w:proofErr w:type="gramEnd"/>
            <w:r w:rsidRPr="0033471D">
              <w:rPr>
                <w:sz w:val="24"/>
                <w:szCs w:val="24"/>
              </w:rPr>
              <w:t>-спортивных мероприятий с участием обучающихся с ОВЗ и детей-инвалидов, в том числе  инклюзивных, с включением их в ежегодные календарные планы физкультурных и спорти</w:t>
            </w:r>
            <w:r w:rsidR="00362599">
              <w:rPr>
                <w:sz w:val="24"/>
                <w:szCs w:val="24"/>
              </w:rPr>
              <w:t xml:space="preserve">вных  мероприятия (в </w:t>
            </w:r>
            <w:proofErr w:type="spellStart"/>
            <w:r w:rsidR="00362599">
              <w:rPr>
                <w:sz w:val="24"/>
                <w:szCs w:val="24"/>
              </w:rPr>
              <w:t>т.ч</w:t>
            </w:r>
            <w:proofErr w:type="spellEnd"/>
            <w:r w:rsidR="00362599">
              <w:rPr>
                <w:sz w:val="24"/>
                <w:szCs w:val="24"/>
              </w:rPr>
              <w:t>. ГТО).</w:t>
            </w:r>
          </w:p>
        </w:tc>
        <w:tc>
          <w:tcPr>
            <w:tcW w:w="2948" w:type="dxa"/>
          </w:tcPr>
          <w:p w14:paraId="507477A8" w14:textId="26065437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proofErr w:type="spellStart"/>
            <w:r w:rsidRPr="0033471D">
              <w:rPr>
                <w:sz w:val="24"/>
                <w:szCs w:val="24"/>
              </w:rPr>
              <w:t>УОМПиС</w:t>
            </w:r>
            <w:proofErr w:type="spellEnd"/>
            <w:r w:rsidRPr="0033471D">
              <w:rPr>
                <w:sz w:val="24"/>
                <w:szCs w:val="24"/>
              </w:rPr>
              <w:t>, ОО, ДОО, ОО ДО</w:t>
            </w:r>
          </w:p>
        </w:tc>
      </w:tr>
      <w:tr w:rsidR="00565E90" w:rsidRPr="0033471D" w14:paraId="31856215" w14:textId="77777777" w:rsidTr="002D5EDB">
        <w:tc>
          <w:tcPr>
            <w:tcW w:w="15706" w:type="dxa"/>
            <w:gridSpan w:val="5"/>
          </w:tcPr>
          <w:p w14:paraId="100BD8B5" w14:textId="7CD18DED" w:rsidR="00565E90" w:rsidRPr="0033471D" w:rsidRDefault="00565E90" w:rsidP="00565E90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  <w:lang w:val="en-US"/>
              </w:rPr>
              <w:t>X</w:t>
            </w:r>
            <w:r w:rsidRPr="0033471D">
              <w:rPr>
                <w:sz w:val="24"/>
                <w:szCs w:val="24"/>
              </w:rPr>
              <w:t>. Создание условий для дополнительного образования, летнего отдыха и оздоровления обучающихся с ОВЗ и детей-инвалидов</w:t>
            </w:r>
          </w:p>
        </w:tc>
      </w:tr>
      <w:tr w:rsidR="00565E90" w:rsidRPr="0033471D" w14:paraId="0C57401F" w14:textId="77777777" w:rsidTr="002D5EDB">
        <w:tc>
          <w:tcPr>
            <w:tcW w:w="707" w:type="dxa"/>
          </w:tcPr>
          <w:p w14:paraId="6510A0A9" w14:textId="2F4560DD" w:rsidR="00565E90" w:rsidRPr="0033471D" w:rsidRDefault="00565E90" w:rsidP="00362599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3</w:t>
            </w:r>
            <w:r w:rsidR="00362599">
              <w:rPr>
                <w:sz w:val="24"/>
                <w:szCs w:val="24"/>
              </w:rPr>
              <w:t>4</w:t>
            </w:r>
            <w:r w:rsidRPr="0033471D">
              <w:rPr>
                <w:sz w:val="24"/>
                <w:szCs w:val="24"/>
              </w:rPr>
              <w:t>.</w:t>
            </w:r>
          </w:p>
        </w:tc>
        <w:tc>
          <w:tcPr>
            <w:tcW w:w="4537" w:type="dxa"/>
          </w:tcPr>
          <w:p w14:paraId="49F055DA" w14:textId="0513C0B3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Организация освоения обучающимися с ОВЗ, детьми-</w:t>
            </w:r>
            <w:proofErr w:type="gram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инвалидами  дополнительных</w:t>
            </w:r>
            <w:proofErr w:type="gram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программ</w:t>
            </w:r>
          </w:p>
        </w:tc>
        <w:tc>
          <w:tcPr>
            <w:tcW w:w="1419" w:type="dxa"/>
            <w:vAlign w:val="center"/>
          </w:tcPr>
          <w:p w14:paraId="241A5999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6095" w:type="dxa"/>
          </w:tcPr>
          <w:p w14:paraId="21EC0E69" w14:textId="3072D8ED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не менее </w:t>
            </w:r>
            <w:r w:rsidRPr="003625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50 </w:t>
            </w: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обучающихся с ОВЗ, детей инвалидов охвачено дополнительными общеобразовательными программами</w:t>
            </w:r>
          </w:p>
        </w:tc>
        <w:tc>
          <w:tcPr>
            <w:tcW w:w="2948" w:type="dxa"/>
          </w:tcPr>
          <w:p w14:paraId="77F1A516" w14:textId="0B170B6E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, ОО, ДОО</w:t>
            </w:r>
            <w:r w:rsidRPr="0033471D">
              <w:rPr>
                <w:sz w:val="24"/>
                <w:szCs w:val="24"/>
              </w:rPr>
              <w:t>, ОО ДО</w:t>
            </w:r>
          </w:p>
        </w:tc>
      </w:tr>
      <w:tr w:rsidR="00565E90" w:rsidRPr="0033471D" w14:paraId="498778D1" w14:textId="77777777" w:rsidTr="002D5EDB">
        <w:tc>
          <w:tcPr>
            <w:tcW w:w="707" w:type="dxa"/>
          </w:tcPr>
          <w:p w14:paraId="0A4393F2" w14:textId="3E878C7E" w:rsidR="00565E90" w:rsidRPr="0033471D" w:rsidRDefault="00362599" w:rsidP="00565E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565E90" w:rsidRPr="0033471D">
              <w:rPr>
                <w:sz w:val="24"/>
                <w:szCs w:val="24"/>
              </w:rPr>
              <w:t>.</w:t>
            </w:r>
          </w:p>
        </w:tc>
        <w:tc>
          <w:tcPr>
            <w:tcW w:w="4537" w:type="dxa"/>
          </w:tcPr>
          <w:p w14:paraId="5D8F649B" w14:textId="232FA7E9" w:rsidR="00565E90" w:rsidRPr="008D24C7" w:rsidRDefault="008D24C7" w:rsidP="00565E90">
            <w:pPr>
              <w:widowControl w:val="0"/>
              <w:tabs>
                <w:tab w:val="left" w:pos="935"/>
              </w:tabs>
              <w:jc w:val="both"/>
              <w:rPr>
                <w:spacing w:val="-1"/>
                <w:sz w:val="24"/>
                <w:szCs w:val="24"/>
              </w:rPr>
            </w:pPr>
            <w:r w:rsidRPr="008D24C7">
              <w:rPr>
                <w:sz w:val="24"/>
                <w:szCs w:val="24"/>
              </w:rPr>
              <w:t>Организация летнего детского оздоровительного лагеря на базе МКУ Ордынского района «КЦСОН» для детей с инвалидностью и детей с ОВЗ</w:t>
            </w:r>
          </w:p>
        </w:tc>
        <w:tc>
          <w:tcPr>
            <w:tcW w:w="1419" w:type="dxa"/>
            <w:vAlign w:val="center"/>
          </w:tcPr>
          <w:p w14:paraId="61138944" w14:textId="77777777" w:rsidR="00565E90" w:rsidRPr="0033471D" w:rsidRDefault="00565E90" w:rsidP="00565E90">
            <w:pPr>
              <w:widowControl w:val="0"/>
              <w:jc w:val="center"/>
              <w:rPr>
                <w:spacing w:val="-1"/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Ежегодно</w:t>
            </w:r>
          </w:p>
        </w:tc>
        <w:tc>
          <w:tcPr>
            <w:tcW w:w="6095" w:type="dxa"/>
          </w:tcPr>
          <w:p w14:paraId="4585D251" w14:textId="51226D94" w:rsidR="00565E90" w:rsidRPr="008D24C7" w:rsidRDefault="008D24C7" w:rsidP="00565E90">
            <w:pPr>
              <w:widowControl w:val="0"/>
              <w:jc w:val="both"/>
              <w:rPr>
                <w:spacing w:val="-1"/>
                <w:sz w:val="24"/>
                <w:szCs w:val="24"/>
              </w:rPr>
            </w:pPr>
            <w:r w:rsidRPr="008D24C7">
              <w:rPr>
                <w:sz w:val="24"/>
                <w:szCs w:val="24"/>
              </w:rPr>
              <w:t>Ежегодное увеличение охвата детей с инвалидностью и детей с ОВЗ от 6 до 10-12 человек от числа запланированного количества (лагерь на 20 мест)</w:t>
            </w:r>
          </w:p>
        </w:tc>
        <w:tc>
          <w:tcPr>
            <w:tcW w:w="2948" w:type="dxa"/>
          </w:tcPr>
          <w:p w14:paraId="36006DF7" w14:textId="384C7EC4" w:rsidR="00565E90" w:rsidRPr="0033471D" w:rsidRDefault="00565E90" w:rsidP="008D24C7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33471D">
              <w:rPr>
                <w:sz w:val="24"/>
                <w:szCs w:val="24"/>
              </w:rPr>
              <w:t>УОМПиС</w:t>
            </w:r>
            <w:proofErr w:type="spellEnd"/>
            <w:r w:rsidRPr="0033471D">
              <w:rPr>
                <w:sz w:val="24"/>
                <w:szCs w:val="24"/>
              </w:rPr>
              <w:t xml:space="preserve">, </w:t>
            </w:r>
            <w:r w:rsidR="008D24C7">
              <w:rPr>
                <w:sz w:val="24"/>
                <w:szCs w:val="24"/>
              </w:rPr>
              <w:t>МКУ Ордынского района «КЦСОН»</w:t>
            </w:r>
          </w:p>
        </w:tc>
      </w:tr>
      <w:tr w:rsidR="00565E90" w:rsidRPr="0033471D" w14:paraId="0252B717" w14:textId="77777777" w:rsidTr="002D5EDB">
        <w:tc>
          <w:tcPr>
            <w:tcW w:w="707" w:type="dxa"/>
          </w:tcPr>
          <w:p w14:paraId="6D32CCD4" w14:textId="5F570F95" w:rsidR="00565E90" w:rsidRPr="0033471D" w:rsidRDefault="00565E90" w:rsidP="00362599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3</w:t>
            </w:r>
            <w:r w:rsidR="00362599">
              <w:rPr>
                <w:sz w:val="24"/>
                <w:szCs w:val="24"/>
              </w:rPr>
              <w:t>6</w:t>
            </w:r>
            <w:r w:rsidRPr="0033471D">
              <w:rPr>
                <w:sz w:val="24"/>
                <w:szCs w:val="24"/>
              </w:rPr>
              <w:t>.</w:t>
            </w:r>
          </w:p>
        </w:tc>
        <w:tc>
          <w:tcPr>
            <w:tcW w:w="4537" w:type="dxa"/>
          </w:tcPr>
          <w:p w14:paraId="50E8D83A" w14:textId="29D52AD9" w:rsidR="00565E90" w:rsidRPr="0033471D" w:rsidRDefault="00362599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 с ОВЗ</w:t>
            </w:r>
            <w:r w:rsidR="000C47A8">
              <w:rPr>
                <w:rFonts w:ascii="Times New Roman" w:hAnsi="Times New Roman" w:cs="Times New Roman"/>
                <w:sz w:val="24"/>
                <w:szCs w:val="24"/>
              </w:rPr>
              <w:t xml:space="preserve"> и детей-инвалидов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лагерях с дневным пребыванием детей, загородных оздоровительных лагерях</w:t>
            </w:r>
          </w:p>
        </w:tc>
        <w:tc>
          <w:tcPr>
            <w:tcW w:w="1419" w:type="dxa"/>
            <w:vAlign w:val="center"/>
          </w:tcPr>
          <w:p w14:paraId="0FBC029D" w14:textId="77777777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6095" w:type="dxa"/>
          </w:tcPr>
          <w:p w14:paraId="3ABCF6D6" w14:textId="6E8A3F2C" w:rsidR="00565E90" w:rsidRPr="0033471D" w:rsidRDefault="00362599" w:rsidP="00D606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D606BF" w:rsidRPr="003A4D1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565E90"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ОВЗ, детей-инвалидов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будут охвачены летней оздоровительной кампанией</w:t>
            </w:r>
          </w:p>
        </w:tc>
        <w:tc>
          <w:tcPr>
            <w:tcW w:w="2948" w:type="dxa"/>
          </w:tcPr>
          <w:p w14:paraId="2D1B1072" w14:textId="392E3183" w:rsidR="00565E90" w:rsidRPr="00362599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599"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  <w:r w:rsidRPr="00362599">
              <w:rPr>
                <w:rFonts w:ascii="Times New Roman" w:hAnsi="Times New Roman" w:cs="Times New Roman"/>
                <w:sz w:val="24"/>
                <w:szCs w:val="24"/>
              </w:rPr>
              <w:t>, ОО, ОО ДО</w:t>
            </w:r>
            <w:r w:rsidR="00362599" w:rsidRPr="00362599">
              <w:rPr>
                <w:rFonts w:ascii="Times New Roman" w:hAnsi="Times New Roman" w:cs="Times New Roman"/>
                <w:sz w:val="24"/>
                <w:szCs w:val="24"/>
              </w:rPr>
              <w:t>, МКУ ДОЛ «Рассвет»</w:t>
            </w:r>
          </w:p>
        </w:tc>
      </w:tr>
      <w:tr w:rsidR="00565E90" w:rsidRPr="000D639C" w14:paraId="7376CBE2" w14:textId="77777777" w:rsidTr="002D5EDB">
        <w:tc>
          <w:tcPr>
            <w:tcW w:w="707" w:type="dxa"/>
          </w:tcPr>
          <w:p w14:paraId="27C57E3F" w14:textId="2F34CD2F" w:rsidR="00565E90" w:rsidRPr="0033471D" w:rsidRDefault="00565E90" w:rsidP="00362599">
            <w:pPr>
              <w:jc w:val="center"/>
              <w:rPr>
                <w:sz w:val="24"/>
                <w:szCs w:val="24"/>
              </w:rPr>
            </w:pPr>
            <w:r w:rsidRPr="0033471D">
              <w:rPr>
                <w:sz w:val="24"/>
                <w:szCs w:val="24"/>
              </w:rPr>
              <w:t>3</w:t>
            </w:r>
            <w:r w:rsidR="00362599">
              <w:rPr>
                <w:sz w:val="24"/>
                <w:szCs w:val="24"/>
              </w:rPr>
              <w:t>7</w:t>
            </w:r>
            <w:r w:rsidRPr="0033471D">
              <w:rPr>
                <w:sz w:val="24"/>
                <w:szCs w:val="24"/>
              </w:rPr>
              <w:t>.</w:t>
            </w:r>
          </w:p>
        </w:tc>
        <w:tc>
          <w:tcPr>
            <w:tcW w:w="4537" w:type="dxa"/>
          </w:tcPr>
          <w:p w14:paraId="5E890290" w14:textId="136857FA" w:rsidR="00565E90" w:rsidRPr="0033471D" w:rsidRDefault="00565E90" w:rsidP="00565E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Программно-методическое обеспечение дополнительного образования обучающихся с ОВЗ и детей-инвалидов</w:t>
            </w:r>
          </w:p>
        </w:tc>
        <w:tc>
          <w:tcPr>
            <w:tcW w:w="1419" w:type="dxa"/>
            <w:vAlign w:val="center"/>
          </w:tcPr>
          <w:p w14:paraId="493439AF" w14:textId="7EA457ED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</w:p>
        </w:tc>
        <w:tc>
          <w:tcPr>
            <w:tcW w:w="6095" w:type="dxa"/>
          </w:tcPr>
          <w:p w14:paraId="7395D393" w14:textId="6392B97B" w:rsidR="00565E90" w:rsidRPr="0033471D" w:rsidRDefault="00565E90" w:rsidP="00611E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Актуализация и наполнение реестра АДО</w:t>
            </w:r>
            <w:r w:rsidR="00611E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948" w:type="dxa"/>
          </w:tcPr>
          <w:p w14:paraId="55E2A8E9" w14:textId="65CBBC63" w:rsidR="00565E90" w:rsidRPr="0033471D" w:rsidRDefault="00565E90" w:rsidP="00565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  <w:r w:rsidRPr="0033471D">
              <w:rPr>
                <w:rFonts w:ascii="Times New Roman" w:hAnsi="Times New Roman" w:cs="Times New Roman"/>
                <w:sz w:val="24"/>
                <w:szCs w:val="24"/>
              </w:rPr>
              <w:t xml:space="preserve">, ОО, </w:t>
            </w:r>
            <w:r w:rsidRPr="0033471D">
              <w:rPr>
                <w:sz w:val="24"/>
                <w:szCs w:val="24"/>
              </w:rPr>
              <w:t>ОО ДО</w:t>
            </w:r>
          </w:p>
        </w:tc>
      </w:tr>
    </w:tbl>
    <w:p w14:paraId="4E4306D6" w14:textId="77777777" w:rsidR="002B7752" w:rsidRPr="005513A8" w:rsidRDefault="002B7752" w:rsidP="003E3BC0">
      <w:pPr>
        <w:autoSpaceDE/>
        <w:autoSpaceDN/>
        <w:jc w:val="both"/>
        <w:rPr>
          <w:b/>
        </w:rPr>
      </w:pPr>
    </w:p>
    <w:p w14:paraId="7C6A2A5D" w14:textId="7AC4C6E3" w:rsidR="009A57B7" w:rsidRPr="005513A8" w:rsidRDefault="009A57B7" w:rsidP="003E3BC0">
      <w:pPr>
        <w:autoSpaceDE/>
        <w:autoSpaceDN/>
        <w:jc w:val="both"/>
        <w:rPr>
          <w:b/>
        </w:rPr>
      </w:pPr>
      <w:r w:rsidRPr="005513A8">
        <w:rPr>
          <w:b/>
        </w:rPr>
        <w:t>Применяемые сокращения:</w:t>
      </w:r>
    </w:p>
    <w:p w14:paraId="0FE81DD6" w14:textId="77777777" w:rsidR="006A3C08" w:rsidRPr="005513A8" w:rsidRDefault="006A3C08" w:rsidP="003E3BC0">
      <w:pPr>
        <w:autoSpaceDE/>
        <w:autoSpaceDN/>
        <w:jc w:val="both"/>
        <w:rPr>
          <w:b/>
        </w:rPr>
      </w:pPr>
    </w:p>
    <w:p w14:paraId="56CD4B85" w14:textId="43B67FE0" w:rsidR="008F25BB" w:rsidRPr="00192436" w:rsidRDefault="008F25BB" w:rsidP="003E3BC0">
      <w:pPr>
        <w:ind w:left="-709"/>
        <w:jc w:val="both"/>
      </w:pPr>
      <w:r w:rsidRPr="00192436">
        <w:t>АООП – адаптированная основная общеобразовательная программа;</w:t>
      </w:r>
    </w:p>
    <w:p w14:paraId="4B547B55" w14:textId="0340FCD7" w:rsidR="0016514B" w:rsidRPr="00192436" w:rsidRDefault="0016514B" w:rsidP="0016514B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192436">
        <w:rPr>
          <w:rFonts w:ascii="Times New Roman" w:hAnsi="Times New Roman" w:cs="Times New Roman"/>
          <w:sz w:val="28"/>
          <w:szCs w:val="28"/>
        </w:rPr>
        <w:t>АДО</w:t>
      </w:r>
      <w:r w:rsidR="00611EE6">
        <w:rPr>
          <w:rFonts w:ascii="Times New Roman" w:hAnsi="Times New Roman" w:cs="Times New Roman"/>
          <w:sz w:val="28"/>
          <w:szCs w:val="28"/>
        </w:rPr>
        <w:t>П</w:t>
      </w:r>
      <w:r w:rsidRPr="00192436">
        <w:rPr>
          <w:rFonts w:ascii="Times New Roman" w:hAnsi="Times New Roman" w:cs="Times New Roman"/>
          <w:sz w:val="28"/>
          <w:szCs w:val="28"/>
        </w:rPr>
        <w:t xml:space="preserve"> - адаптированная дополнительная общеобразовательная программа;</w:t>
      </w:r>
    </w:p>
    <w:p w14:paraId="0066ADE1" w14:textId="1F74D410" w:rsidR="000B2AD7" w:rsidRPr="00192436" w:rsidRDefault="000B2AD7" w:rsidP="003E3BC0">
      <w:pPr>
        <w:ind w:left="-709"/>
        <w:jc w:val="both"/>
      </w:pPr>
      <w:r w:rsidRPr="00192436">
        <w:t>АФК - адаптивная физическая культура;</w:t>
      </w:r>
    </w:p>
    <w:p w14:paraId="19134B80" w14:textId="487C6F12" w:rsidR="00F058B3" w:rsidRDefault="00F058B3" w:rsidP="00F058B3">
      <w:pPr>
        <w:pStyle w:val="ConsPlusNormal"/>
        <w:ind w:left="-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0F61">
        <w:rPr>
          <w:rFonts w:ascii="Times New Roman" w:hAnsi="Times New Roman" w:cs="Times New Roman"/>
          <w:sz w:val="28"/>
          <w:szCs w:val="28"/>
        </w:rPr>
        <w:lastRenderedPageBreak/>
        <w:t xml:space="preserve">ГБУЗ НСО «Ордынская ЦРБ» - </w:t>
      </w:r>
      <w:r w:rsidRPr="00D80F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государственное бюджетное учреждение здравоохранения Новосибирской области «Ордынская центральна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районная больница»;</w:t>
      </w:r>
    </w:p>
    <w:p w14:paraId="312A2A60" w14:textId="5D257F74" w:rsidR="003C048E" w:rsidRPr="00192436" w:rsidRDefault="00CE3F2F" w:rsidP="003E3BC0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192436">
        <w:rPr>
          <w:rFonts w:ascii="Times New Roman" w:hAnsi="Times New Roman" w:cs="Times New Roman"/>
          <w:sz w:val="28"/>
          <w:szCs w:val="28"/>
        </w:rPr>
        <w:t>ДОО - дош</w:t>
      </w:r>
      <w:r w:rsidR="003C048E" w:rsidRPr="00192436">
        <w:rPr>
          <w:rFonts w:ascii="Times New Roman" w:hAnsi="Times New Roman" w:cs="Times New Roman"/>
          <w:sz w:val="28"/>
          <w:szCs w:val="28"/>
        </w:rPr>
        <w:t>ко</w:t>
      </w:r>
      <w:r w:rsidRPr="00192436">
        <w:rPr>
          <w:rFonts w:ascii="Times New Roman" w:hAnsi="Times New Roman" w:cs="Times New Roman"/>
          <w:sz w:val="28"/>
          <w:szCs w:val="28"/>
        </w:rPr>
        <w:t>льные образовательные организации</w:t>
      </w:r>
      <w:r w:rsidR="003C048E" w:rsidRPr="00192436">
        <w:rPr>
          <w:rFonts w:ascii="Times New Roman" w:hAnsi="Times New Roman" w:cs="Times New Roman"/>
          <w:sz w:val="28"/>
          <w:szCs w:val="28"/>
        </w:rPr>
        <w:t>;</w:t>
      </w:r>
    </w:p>
    <w:p w14:paraId="5CA3FB7B" w14:textId="2E913562" w:rsidR="00F12E26" w:rsidRPr="00FB5BA3" w:rsidRDefault="00F12E26" w:rsidP="00222464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192436">
        <w:rPr>
          <w:rFonts w:ascii="Times New Roman" w:hAnsi="Times New Roman" w:cs="Times New Roman"/>
          <w:sz w:val="28"/>
          <w:szCs w:val="28"/>
        </w:rPr>
        <w:t xml:space="preserve">инклюзивные общеобразовательные организации - общеобразовательные организации, расположенные на территории </w:t>
      </w:r>
      <w:r w:rsidR="00192436" w:rsidRPr="00192436">
        <w:rPr>
          <w:rFonts w:ascii="Times New Roman" w:hAnsi="Times New Roman" w:cs="Times New Roman"/>
          <w:sz w:val="28"/>
          <w:szCs w:val="28"/>
        </w:rPr>
        <w:t xml:space="preserve">Ордынского района </w:t>
      </w:r>
      <w:r w:rsidRPr="00192436">
        <w:rPr>
          <w:rFonts w:ascii="Times New Roman" w:hAnsi="Times New Roman" w:cs="Times New Roman"/>
          <w:sz w:val="28"/>
          <w:szCs w:val="28"/>
        </w:rPr>
        <w:t>Новосибирской области, реализующие практи</w:t>
      </w:r>
      <w:r w:rsidR="00C37C44" w:rsidRPr="00192436">
        <w:rPr>
          <w:rFonts w:ascii="Times New Roman" w:hAnsi="Times New Roman" w:cs="Times New Roman"/>
          <w:sz w:val="28"/>
          <w:szCs w:val="28"/>
        </w:rPr>
        <w:t>ку инклюзивного образования обу</w:t>
      </w:r>
      <w:r w:rsidRPr="00192436">
        <w:rPr>
          <w:rFonts w:ascii="Times New Roman" w:hAnsi="Times New Roman" w:cs="Times New Roman"/>
          <w:sz w:val="28"/>
          <w:szCs w:val="28"/>
        </w:rPr>
        <w:t>чающихся с</w:t>
      </w:r>
      <w:r w:rsidR="00C37C44" w:rsidRPr="00192436">
        <w:rPr>
          <w:rFonts w:ascii="Times New Roman" w:hAnsi="Times New Roman" w:cs="Times New Roman"/>
          <w:sz w:val="28"/>
          <w:szCs w:val="28"/>
        </w:rPr>
        <w:t xml:space="preserve"> ограниченными </w:t>
      </w:r>
      <w:r w:rsidR="00C37C44" w:rsidRPr="00FB5BA3">
        <w:rPr>
          <w:rFonts w:ascii="Times New Roman" w:hAnsi="Times New Roman" w:cs="Times New Roman"/>
          <w:sz w:val="28"/>
          <w:szCs w:val="28"/>
        </w:rPr>
        <w:t>возможностями здоровья</w:t>
      </w:r>
      <w:r w:rsidRPr="00FB5BA3">
        <w:rPr>
          <w:rFonts w:ascii="Times New Roman" w:hAnsi="Times New Roman" w:cs="Times New Roman"/>
          <w:sz w:val="28"/>
          <w:szCs w:val="28"/>
        </w:rPr>
        <w:t xml:space="preserve"> и детей-инвалидов</w:t>
      </w:r>
      <w:r w:rsidR="00C37C44" w:rsidRPr="00FB5BA3">
        <w:rPr>
          <w:rFonts w:ascii="Times New Roman" w:hAnsi="Times New Roman" w:cs="Times New Roman"/>
          <w:sz w:val="28"/>
          <w:szCs w:val="28"/>
        </w:rPr>
        <w:t xml:space="preserve"> (инвалидов)</w:t>
      </w:r>
      <w:r w:rsidRPr="00FB5BA3">
        <w:rPr>
          <w:rFonts w:ascii="Times New Roman" w:hAnsi="Times New Roman" w:cs="Times New Roman"/>
          <w:sz w:val="28"/>
          <w:szCs w:val="28"/>
        </w:rPr>
        <w:t>;</w:t>
      </w:r>
    </w:p>
    <w:p w14:paraId="31967117" w14:textId="77777777" w:rsidR="00626924" w:rsidRDefault="00626924" w:rsidP="00626924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D80F61">
        <w:rPr>
          <w:rFonts w:ascii="Times New Roman" w:hAnsi="Times New Roman" w:cs="Times New Roman"/>
          <w:sz w:val="28"/>
          <w:szCs w:val="28"/>
        </w:rPr>
        <w:t>МБУДО «ОДШИ» - Муниципальное бюджетное учреждение дополнительного образования, Ордынского района Новосибирской области «Ордынская детская школа искусств»;</w:t>
      </w:r>
    </w:p>
    <w:p w14:paraId="652B236C" w14:textId="77777777" w:rsidR="00626924" w:rsidRDefault="00626924" w:rsidP="00626924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BA3">
        <w:rPr>
          <w:rFonts w:ascii="Times New Roman" w:hAnsi="Times New Roman" w:cs="Times New Roman"/>
          <w:sz w:val="28"/>
          <w:szCs w:val="28"/>
        </w:rPr>
        <w:t>МКОУ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BA3">
        <w:rPr>
          <w:rFonts w:ascii="Times New Roman" w:hAnsi="Times New Roman" w:cs="Times New Roman"/>
          <w:sz w:val="28"/>
          <w:szCs w:val="28"/>
        </w:rPr>
        <w:t>Верх - Ирменская школа - интернат для детей с ОВЗ - муниципальное казенное общеобразовательное учреждение Ордынского района Новосибирской области «Верх - Ирменская школа - интернат для детей с ограниченными возможностями здоровья»;</w:t>
      </w:r>
    </w:p>
    <w:p w14:paraId="2795A758" w14:textId="277C028D" w:rsidR="00626924" w:rsidRPr="00FB6C99" w:rsidRDefault="00626924" w:rsidP="00626924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6C99">
        <w:rPr>
          <w:rFonts w:ascii="Times New Roman" w:hAnsi="Times New Roman" w:cs="Times New Roman"/>
          <w:sz w:val="28"/>
          <w:szCs w:val="28"/>
        </w:rPr>
        <w:t xml:space="preserve">МКУ ДОЛ «Рассвет» - муниципальное казенное загородное стационарное учреждение Ордынского района Новосибирской области отдыха и оздоровления детей Детский оздоровительный лагерь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B6C99">
        <w:rPr>
          <w:rFonts w:ascii="Times New Roman" w:hAnsi="Times New Roman" w:cs="Times New Roman"/>
          <w:sz w:val="28"/>
          <w:szCs w:val="28"/>
        </w:rPr>
        <w:t>Рассвет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05789B6" w14:textId="77777777" w:rsidR="007E2A7D" w:rsidRDefault="007E2A7D" w:rsidP="000641BC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МКУ «МИМЦ» - </w:t>
      </w:r>
      <w:r w:rsidRPr="00FB5BA3">
        <w:rPr>
          <w:rFonts w:ascii="Times New Roman" w:hAnsi="Times New Roman" w:cs="Times New Roman"/>
          <w:sz w:val="28"/>
          <w:szCs w:val="28"/>
        </w:rPr>
        <w:t>муниципальное казенное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Ордынского района Новосибирской области «Межшкольный информационно-методический центр»;</w:t>
      </w:r>
    </w:p>
    <w:p w14:paraId="6A700F21" w14:textId="77777777" w:rsidR="00626924" w:rsidRDefault="00626924" w:rsidP="00626924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8A00CB">
        <w:rPr>
          <w:rFonts w:ascii="Times New Roman" w:hAnsi="Times New Roman" w:cs="Times New Roman"/>
          <w:sz w:val="28"/>
          <w:szCs w:val="28"/>
        </w:rPr>
        <w:t xml:space="preserve">МКУ Ордынского района «КЦСОН» – </w:t>
      </w:r>
      <w:r w:rsidRPr="008A00CB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муниципальное казенное учреждение Ордынского района «Комплексный центр социального обслуживания населения»</w:t>
      </w:r>
      <w:r w:rsidRPr="008A00CB">
        <w:rPr>
          <w:rFonts w:ascii="Times New Roman" w:hAnsi="Times New Roman" w:cs="Times New Roman"/>
          <w:sz w:val="28"/>
          <w:szCs w:val="28"/>
        </w:rPr>
        <w:t>;</w:t>
      </w:r>
      <w:r w:rsidRPr="00FB5BA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10F250" w14:textId="77777777" w:rsidR="00626924" w:rsidRPr="00D80F61" w:rsidRDefault="00626924" w:rsidP="00626924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D80F61">
        <w:rPr>
          <w:rFonts w:ascii="Times New Roman" w:hAnsi="Times New Roman" w:cs="Times New Roman"/>
          <w:sz w:val="28"/>
          <w:szCs w:val="28"/>
        </w:rPr>
        <w:t>МКУ СКЦ Ордынского района – муниципальное казенное учреждение Ордынского района Новосибирской области «Социально-культурный центр Ордынского района»;</w:t>
      </w:r>
    </w:p>
    <w:p w14:paraId="294AC6FD" w14:textId="1A406CFD" w:rsidR="007E2A7D" w:rsidRPr="007E2A7D" w:rsidRDefault="007E2A7D" w:rsidP="000641BC">
      <w:pPr>
        <w:pStyle w:val="ConsPlusNormal"/>
        <w:ind w:left="-709"/>
        <w:jc w:val="both"/>
        <w:rPr>
          <w:rFonts w:ascii="Times New Roman" w:hAnsi="Times New Roman" w:cs="Times New Roman"/>
          <w:iCs/>
          <w:sz w:val="28"/>
        </w:rPr>
      </w:pPr>
      <w:r w:rsidRPr="007E2A7D">
        <w:rPr>
          <w:rFonts w:ascii="Times New Roman" w:hAnsi="Times New Roman" w:cs="Times New Roman"/>
          <w:iCs/>
          <w:sz w:val="28"/>
          <w:szCs w:val="28"/>
        </w:rPr>
        <w:t xml:space="preserve">МКУ </w:t>
      </w:r>
      <w:r w:rsidRPr="007E2A7D">
        <w:rPr>
          <w:rFonts w:ascii="Times New Roman" w:hAnsi="Times New Roman" w:cs="Times New Roman"/>
          <w:iCs/>
          <w:sz w:val="28"/>
        </w:rPr>
        <w:t xml:space="preserve">«Центр обеспечения Ордынского района» - муниципальное казенное учреждение Ордынского района Новосибирской области «Центр бухгалтерского, материально-технического и информационного </w:t>
      </w:r>
      <w:proofErr w:type="spellStart"/>
      <w:r w:rsidRPr="007E2A7D">
        <w:rPr>
          <w:rFonts w:ascii="Times New Roman" w:hAnsi="Times New Roman" w:cs="Times New Roman"/>
          <w:iCs/>
          <w:sz w:val="28"/>
        </w:rPr>
        <w:t>обеспесения</w:t>
      </w:r>
      <w:proofErr w:type="spellEnd"/>
      <w:r w:rsidRPr="007E2A7D">
        <w:rPr>
          <w:rFonts w:ascii="Times New Roman" w:hAnsi="Times New Roman" w:cs="Times New Roman"/>
          <w:iCs/>
          <w:sz w:val="28"/>
        </w:rPr>
        <w:t xml:space="preserve"> Ордынского района»;</w:t>
      </w:r>
    </w:p>
    <w:p w14:paraId="66B8B22F" w14:textId="77777777" w:rsidR="00C47C8E" w:rsidRPr="00FB5BA3" w:rsidRDefault="00C47C8E" w:rsidP="003E3BC0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BA3">
        <w:rPr>
          <w:rFonts w:ascii="Times New Roman" w:hAnsi="Times New Roman" w:cs="Times New Roman"/>
          <w:sz w:val="28"/>
          <w:szCs w:val="28"/>
        </w:rPr>
        <w:t>ОО ДО - образовательные организации дополнительного образования детей;</w:t>
      </w:r>
    </w:p>
    <w:p w14:paraId="56989F53" w14:textId="77777777" w:rsidR="007D5281" w:rsidRPr="00FB5BA3" w:rsidRDefault="007D5281" w:rsidP="003E3BC0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BA3">
        <w:rPr>
          <w:rFonts w:ascii="Times New Roman" w:hAnsi="Times New Roman" w:cs="Times New Roman"/>
          <w:sz w:val="28"/>
          <w:szCs w:val="28"/>
        </w:rPr>
        <w:t>ОВЗ - ограниченные возможности здоровья;</w:t>
      </w:r>
    </w:p>
    <w:p w14:paraId="38250ABF" w14:textId="79A7A51B" w:rsidR="007D5281" w:rsidRDefault="007D5281" w:rsidP="003E3BC0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BA3">
        <w:rPr>
          <w:rFonts w:ascii="Times New Roman" w:hAnsi="Times New Roman" w:cs="Times New Roman"/>
          <w:sz w:val="28"/>
          <w:szCs w:val="28"/>
        </w:rPr>
        <w:t xml:space="preserve">ОО </w:t>
      </w:r>
      <w:r w:rsidR="007B3424" w:rsidRPr="00FB5BA3">
        <w:rPr>
          <w:rFonts w:ascii="Times New Roman" w:hAnsi="Times New Roman" w:cs="Times New Roman"/>
          <w:sz w:val="28"/>
          <w:szCs w:val="28"/>
        </w:rPr>
        <w:t xml:space="preserve">- </w:t>
      </w:r>
      <w:r w:rsidR="003B6AC3" w:rsidRPr="00FB5BA3">
        <w:rPr>
          <w:rFonts w:ascii="Times New Roman" w:hAnsi="Times New Roman" w:cs="Times New Roman"/>
          <w:sz w:val="28"/>
          <w:szCs w:val="28"/>
        </w:rPr>
        <w:t>обще</w:t>
      </w:r>
      <w:r w:rsidRPr="00FB5BA3">
        <w:rPr>
          <w:rFonts w:ascii="Times New Roman" w:hAnsi="Times New Roman" w:cs="Times New Roman"/>
          <w:sz w:val="28"/>
          <w:szCs w:val="28"/>
        </w:rPr>
        <w:t>образовательные организации</w:t>
      </w:r>
      <w:r w:rsidR="005E556F" w:rsidRPr="00FB5BA3">
        <w:rPr>
          <w:rFonts w:ascii="Times New Roman" w:hAnsi="Times New Roman" w:cs="Times New Roman"/>
          <w:sz w:val="28"/>
          <w:szCs w:val="28"/>
        </w:rPr>
        <w:t xml:space="preserve">, расположенные на территории </w:t>
      </w:r>
      <w:r w:rsidR="00FB5BA3">
        <w:rPr>
          <w:rFonts w:ascii="Times New Roman" w:hAnsi="Times New Roman" w:cs="Times New Roman"/>
          <w:sz w:val="28"/>
          <w:szCs w:val="28"/>
        </w:rPr>
        <w:t xml:space="preserve">Ордынского района </w:t>
      </w:r>
      <w:r w:rsidR="005E556F" w:rsidRPr="00FB5BA3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FB5BA3">
        <w:rPr>
          <w:rFonts w:ascii="Times New Roman" w:hAnsi="Times New Roman" w:cs="Times New Roman"/>
          <w:sz w:val="28"/>
          <w:szCs w:val="28"/>
        </w:rPr>
        <w:t>;</w:t>
      </w:r>
    </w:p>
    <w:p w14:paraId="55D05B15" w14:textId="6211F978" w:rsidR="00610F31" w:rsidRPr="00641C50" w:rsidRDefault="00610F31" w:rsidP="00610F31">
      <w:pPr>
        <w:pStyle w:val="ConsPlusNormal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1C50">
        <w:rPr>
          <w:rFonts w:ascii="Times New Roman" w:hAnsi="Times New Roman" w:cs="Times New Roman"/>
          <w:sz w:val="28"/>
          <w:szCs w:val="28"/>
        </w:rPr>
        <w:t xml:space="preserve">Ордынский филиал ГБУ НСО ОЦДК – </w:t>
      </w:r>
      <w:r w:rsidR="008117C1" w:rsidRPr="00641C50">
        <w:rPr>
          <w:rStyle w:val="af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государственное бюджетное образовательное учреждение для детей, нуждающихся в психолого-педагогической и медико-социальной помощи, Новосибирской области «Областной центр диагностики и консультирования» - Ордынский филиал;</w:t>
      </w:r>
    </w:p>
    <w:p w14:paraId="1B75867B" w14:textId="77777777" w:rsidR="00343515" w:rsidRPr="00FB5BA3" w:rsidRDefault="00343515" w:rsidP="003E3BC0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BA3">
        <w:rPr>
          <w:rFonts w:ascii="Times New Roman" w:hAnsi="Times New Roman" w:cs="Times New Roman"/>
          <w:sz w:val="28"/>
          <w:szCs w:val="28"/>
        </w:rPr>
        <w:t>ППМС сопровождение - психолого-педагогическое, медицинское и социальное сопровождение;</w:t>
      </w:r>
    </w:p>
    <w:p w14:paraId="7DC4835C" w14:textId="2ADC79F4" w:rsidR="00D96B92" w:rsidRPr="00FB5BA3" w:rsidRDefault="00D96B92" w:rsidP="003E3BC0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BA3">
        <w:rPr>
          <w:rFonts w:ascii="Times New Roman" w:hAnsi="Times New Roman" w:cs="Times New Roman"/>
          <w:sz w:val="28"/>
          <w:szCs w:val="28"/>
        </w:rPr>
        <w:t>РО ИО – ресурсн</w:t>
      </w:r>
      <w:r w:rsidR="00FB5BA3" w:rsidRPr="00FB5BA3">
        <w:rPr>
          <w:rFonts w:ascii="Times New Roman" w:hAnsi="Times New Roman" w:cs="Times New Roman"/>
          <w:sz w:val="28"/>
          <w:szCs w:val="28"/>
        </w:rPr>
        <w:t>ая</w:t>
      </w:r>
      <w:r w:rsidRPr="00FB5BA3">
        <w:rPr>
          <w:rFonts w:ascii="Times New Roman" w:hAnsi="Times New Roman" w:cs="Times New Roman"/>
          <w:sz w:val="28"/>
          <w:szCs w:val="28"/>
        </w:rPr>
        <w:t xml:space="preserve"> организац</w:t>
      </w:r>
      <w:r w:rsidR="000A0709" w:rsidRPr="00FB5BA3">
        <w:rPr>
          <w:rFonts w:ascii="Times New Roman" w:hAnsi="Times New Roman" w:cs="Times New Roman"/>
          <w:sz w:val="28"/>
          <w:szCs w:val="28"/>
        </w:rPr>
        <w:t>и</w:t>
      </w:r>
      <w:r w:rsidR="00FB5BA3" w:rsidRPr="00FB5BA3">
        <w:rPr>
          <w:rFonts w:ascii="Times New Roman" w:hAnsi="Times New Roman" w:cs="Times New Roman"/>
          <w:sz w:val="28"/>
          <w:szCs w:val="28"/>
        </w:rPr>
        <w:t>я</w:t>
      </w:r>
      <w:r w:rsidR="000A0709" w:rsidRPr="00FB5BA3">
        <w:rPr>
          <w:rFonts w:ascii="Times New Roman" w:hAnsi="Times New Roman" w:cs="Times New Roman"/>
          <w:sz w:val="28"/>
          <w:szCs w:val="28"/>
        </w:rPr>
        <w:t>, реализующ</w:t>
      </w:r>
      <w:r w:rsidR="00FB5BA3" w:rsidRPr="00FB5BA3">
        <w:rPr>
          <w:rFonts w:ascii="Times New Roman" w:hAnsi="Times New Roman" w:cs="Times New Roman"/>
          <w:sz w:val="28"/>
          <w:szCs w:val="28"/>
        </w:rPr>
        <w:t>ая</w:t>
      </w:r>
      <w:r w:rsidR="000A0709" w:rsidRPr="00FB5BA3">
        <w:rPr>
          <w:rFonts w:ascii="Times New Roman" w:hAnsi="Times New Roman" w:cs="Times New Roman"/>
          <w:sz w:val="28"/>
          <w:szCs w:val="28"/>
        </w:rPr>
        <w:t xml:space="preserve"> практику инклюзивн</w:t>
      </w:r>
      <w:r w:rsidRPr="00FB5BA3">
        <w:rPr>
          <w:rFonts w:ascii="Times New Roman" w:hAnsi="Times New Roman" w:cs="Times New Roman"/>
          <w:sz w:val="28"/>
          <w:szCs w:val="28"/>
        </w:rPr>
        <w:t xml:space="preserve">ого </w:t>
      </w:r>
      <w:r w:rsidRPr="00641C50">
        <w:rPr>
          <w:rFonts w:ascii="Times New Roman" w:hAnsi="Times New Roman" w:cs="Times New Roman"/>
          <w:sz w:val="28"/>
          <w:szCs w:val="28"/>
        </w:rPr>
        <w:t>образования;</w:t>
      </w:r>
    </w:p>
    <w:p w14:paraId="1F626DBA" w14:textId="56B7CEE3" w:rsidR="007D5281" w:rsidRPr="00FB5BA3" w:rsidRDefault="007D5281" w:rsidP="003E3BC0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BA3">
        <w:rPr>
          <w:rFonts w:ascii="Times New Roman" w:hAnsi="Times New Roman" w:cs="Times New Roman"/>
          <w:sz w:val="28"/>
          <w:szCs w:val="28"/>
        </w:rPr>
        <w:lastRenderedPageBreak/>
        <w:t>СОУ - специальные образовательные условия;</w:t>
      </w:r>
    </w:p>
    <w:p w14:paraId="6488C935" w14:textId="5DC04822" w:rsidR="00B3411B" w:rsidRPr="00FB5BA3" w:rsidRDefault="00B3411B" w:rsidP="003E3BC0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BA3">
        <w:rPr>
          <w:rFonts w:ascii="Times New Roman" w:hAnsi="Times New Roman" w:cs="Times New Roman"/>
          <w:sz w:val="28"/>
          <w:szCs w:val="28"/>
        </w:rPr>
        <w:t xml:space="preserve">СП ИО – </w:t>
      </w:r>
      <w:proofErr w:type="spellStart"/>
      <w:r w:rsidRPr="00FB5BA3">
        <w:rPr>
          <w:rFonts w:ascii="Times New Roman" w:hAnsi="Times New Roman" w:cs="Times New Roman"/>
          <w:sz w:val="28"/>
          <w:szCs w:val="28"/>
        </w:rPr>
        <w:t>стажировочн</w:t>
      </w:r>
      <w:r w:rsidR="00FB5BA3" w:rsidRPr="00FB5BA3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FB5BA3">
        <w:rPr>
          <w:rFonts w:ascii="Times New Roman" w:hAnsi="Times New Roman" w:cs="Times New Roman"/>
          <w:sz w:val="28"/>
          <w:szCs w:val="28"/>
        </w:rPr>
        <w:t xml:space="preserve"> площадк</w:t>
      </w:r>
      <w:r w:rsidR="00FB5BA3" w:rsidRPr="00FB5BA3">
        <w:rPr>
          <w:rFonts w:ascii="Times New Roman" w:hAnsi="Times New Roman" w:cs="Times New Roman"/>
          <w:sz w:val="28"/>
          <w:szCs w:val="28"/>
        </w:rPr>
        <w:t>а</w:t>
      </w:r>
      <w:r w:rsidRPr="00FB5BA3">
        <w:rPr>
          <w:rFonts w:ascii="Times New Roman" w:hAnsi="Times New Roman" w:cs="Times New Roman"/>
          <w:sz w:val="28"/>
          <w:szCs w:val="28"/>
        </w:rPr>
        <w:t>, реализующ</w:t>
      </w:r>
      <w:r w:rsidR="00FB5BA3" w:rsidRPr="00FB5BA3">
        <w:rPr>
          <w:rFonts w:ascii="Times New Roman" w:hAnsi="Times New Roman" w:cs="Times New Roman"/>
          <w:sz w:val="28"/>
          <w:szCs w:val="28"/>
        </w:rPr>
        <w:t>ая</w:t>
      </w:r>
      <w:r w:rsidRPr="00FB5BA3">
        <w:rPr>
          <w:rFonts w:ascii="Times New Roman" w:hAnsi="Times New Roman" w:cs="Times New Roman"/>
          <w:sz w:val="28"/>
          <w:szCs w:val="28"/>
        </w:rPr>
        <w:t xml:space="preserve"> </w:t>
      </w:r>
      <w:r w:rsidR="00C37C44" w:rsidRPr="00FB5BA3">
        <w:rPr>
          <w:rFonts w:ascii="Times New Roman" w:hAnsi="Times New Roman" w:cs="Times New Roman"/>
          <w:sz w:val="28"/>
          <w:szCs w:val="28"/>
        </w:rPr>
        <w:t>пр</w:t>
      </w:r>
      <w:r w:rsidRPr="00FB5BA3">
        <w:rPr>
          <w:rFonts w:ascii="Times New Roman" w:hAnsi="Times New Roman" w:cs="Times New Roman"/>
          <w:sz w:val="28"/>
          <w:szCs w:val="28"/>
        </w:rPr>
        <w:t xml:space="preserve">актику инклюзивного </w:t>
      </w:r>
      <w:r w:rsidRPr="00641C50">
        <w:rPr>
          <w:rFonts w:ascii="Times New Roman" w:hAnsi="Times New Roman" w:cs="Times New Roman"/>
          <w:sz w:val="28"/>
          <w:szCs w:val="28"/>
        </w:rPr>
        <w:t>образования;</w:t>
      </w:r>
    </w:p>
    <w:p w14:paraId="73C339B7" w14:textId="77777777" w:rsidR="00FC596E" w:rsidRPr="00FB5BA3" w:rsidRDefault="00FC596E" w:rsidP="00FC596E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5BA3">
        <w:rPr>
          <w:rFonts w:ascii="Times New Roman" w:hAnsi="Times New Roman" w:cs="Times New Roman"/>
          <w:sz w:val="28"/>
          <w:szCs w:val="28"/>
        </w:rPr>
        <w:t>УОМПиС</w:t>
      </w:r>
      <w:proofErr w:type="spellEnd"/>
      <w:r w:rsidRPr="00FB5BA3">
        <w:rPr>
          <w:rFonts w:ascii="Times New Roman" w:hAnsi="Times New Roman" w:cs="Times New Roman"/>
          <w:sz w:val="28"/>
          <w:szCs w:val="28"/>
        </w:rPr>
        <w:t xml:space="preserve"> - управление образования, молодежной политики и спорта администрации Ордынского района Новосибирской области; </w:t>
      </w:r>
    </w:p>
    <w:p w14:paraId="158918EA" w14:textId="6AAEAEB6" w:rsidR="00FE607A" w:rsidRPr="00FB5BA3" w:rsidRDefault="00FE607A" w:rsidP="003E3BC0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BA3">
        <w:rPr>
          <w:rFonts w:ascii="Times New Roman" w:hAnsi="Times New Roman" w:cs="Times New Roman"/>
          <w:sz w:val="28"/>
          <w:szCs w:val="28"/>
        </w:rPr>
        <w:t>ФГОС НОО ОВЗ - федеральный государственный образовательный стандарт начального общего образования обучающихся с ограниченными возможностями здоровья;</w:t>
      </w:r>
    </w:p>
    <w:p w14:paraId="478D81BA" w14:textId="77777777" w:rsidR="00FE607A" w:rsidRPr="00FB5BA3" w:rsidRDefault="00FE607A" w:rsidP="003E3BC0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BA3">
        <w:rPr>
          <w:rFonts w:ascii="Times New Roman" w:hAnsi="Times New Roman" w:cs="Times New Roman"/>
          <w:sz w:val="28"/>
          <w:szCs w:val="28"/>
        </w:rPr>
        <w:t>ФГОС ООО</w:t>
      </w:r>
      <w:r w:rsidRPr="00FB5BA3">
        <w:t xml:space="preserve"> - </w:t>
      </w:r>
      <w:r w:rsidRPr="00FB5BA3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основного общего образования;</w:t>
      </w:r>
    </w:p>
    <w:p w14:paraId="1AB6A9AB" w14:textId="77777777" w:rsidR="00FE607A" w:rsidRPr="00FB5BA3" w:rsidRDefault="00FE607A" w:rsidP="003E3BC0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BA3">
        <w:rPr>
          <w:rFonts w:ascii="Times New Roman" w:hAnsi="Times New Roman" w:cs="Times New Roman"/>
          <w:sz w:val="28"/>
          <w:szCs w:val="28"/>
        </w:rPr>
        <w:t>ФГОС СОО - федеральный государственный образовательный стандарт среднего общего образования;</w:t>
      </w:r>
    </w:p>
    <w:p w14:paraId="6C97CA94" w14:textId="4B0B738B" w:rsidR="00FE607A" w:rsidRDefault="00FE607A" w:rsidP="003E3BC0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BA3">
        <w:rPr>
          <w:rFonts w:ascii="Times New Roman" w:hAnsi="Times New Roman" w:cs="Times New Roman"/>
          <w:sz w:val="28"/>
          <w:szCs w:val="28"/>
        </w:rPr>
        <w:t xml:space="preserve">ФГОС УО (ИН) - федеральный государственный образовательный стандарт образования обучающихся с умственной отсталостью </w:t>
      </w:r>
      <w:r w:rsidR="00F058B3">
        <w:rPr>
          <w:rFonts w:ascii="Times New Roman" w:hAnsi="Times New Roman" w:cs="Times New Roman"/>
          <w:sz w:val="28"/>
          <w:szCs w:val="28"/>
        </w:rPr>
        <w:t>(интеллектуальными нарушениями).</w:t>
      </w:r>
    </w:p>
    <w:p w14:paraId="115C8AFE" w14:textId="11478249" w:rsidR="00F058B3" w:rsidRDefault="00F058B3" w:rsidP="003E3BC0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14:paraId="7F5DE183" w14:textId="361EAD99" w:rsidR="00F058B3" w:rsidRDefault="00F058B3" w:rsidP="003E3BC0">
      <w:pPr>
        <w:pStyle w:val="ConsPlusNormal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14:paraId="51F6A9DC" w14:textId="22BF0F46" w:rsidR="00F058B3" w:rsidRDefault="00F058B3" w:rsidP="00F058B3">
      <w:pPr>
        <w:pStyle w:val="ConsPlusNormal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sectPr w:rsidR="00F058B3" w:rsidSect="00A22DB4">
      <w:headerReference w:type="default" r:id="rId8"/>
      <w:pgSz w:w="16838" w:h="11906" w:orient="landscape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6C67A2" w14:textId="77777777" w:rsidR="008A313D" w:rsidRDefault="008A313D" w:rsidP="00CE2A3C">
      <w:r>
        <w:separator/>
      </w:r>
    </w:p>
  </w:endnote>
  <w:endnote w:type="continuationSeparator" w:id="0">
    <w:p w14:paraId="024ECBA7" w14:textId="77777777" w:rsidR="008A313D" w:rsidRDefault="008A313D" w:rsidP="00CE2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4C335" w14:textId="77777777" w:rsidR="008A313D" w:rsidRDefault="008A313D" w:rsidP="00CE2A3C">
      <w:r>
        <w:separator/>
      </w:r>
    </w:p>
  </w:footnote>
  <w:footnote w:type="continuationSeparator" w:id="0">
    <w:p w14:paraId="41B20202" w14:textId="77777777" w:rsidR="008A313D" w:rsidRDefault="008A313D" w:rsidP="00CE2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7972727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14:paraId="64C111FD" w14:textId="45FA92DB" w:rsidR="00CD707F" w:rsidRPr="00CE2A3C" w:rsidRDefault="00CD707F">
        <w:pPr>
          <w:pStyle w:val="a3"/>
          <w:jc w:val="center"/>
          <w:rPr>
            <w:sz w:val="16"/>
            <w:szCs w:val="16"/>
          </w:rPr>
        </w:pPr>
        <w:r w:rsidRPr="00CE2A3C">
          <w:rPr>
            <w:sz w:val="16"/>
            <w:szCs w:val="16"/>
          </w:rPr>
          <w:fldChar w:fldCharType="begin"/>
        </w:r>
        <w:r w:rsidRPr="00CE2A3C">
          <w:rPr>
            <w:sz w:val="16"/>
            <w:szCs w:val="16"/>
          </w:rPr>
          <w:instrText>PAGE   \* MERGEFORMAT</w:instrText>
        </w:r>
        <w:r w:rsidRPr="00CE2A3C">
          <w:rPr>
            <w:sz w:val="16"/>
            <w:szCs w:val="16"/>
          </w:rPr>
          <w:fldChar w:fldCharType="separate"/>
        </w:r>
        <w:r w:rsidR="002710F5">
          <w:rPr>
            <w:noProof/>
            <w:sz w:val="16"/>
            <w:szCs w:val="16"/>
          </w:rPr>
          <w:t>10</w:t>
        </w:r>
        <w:r w:rsidRPr="00CE2A3C">
          <w:rPr>
            <w:sz w:val="16"/>
            <w:szCs w:val="16"/>
          </w:rPr>
          <w:fldChar w:fldCharType="end"/>
        </w:r>
      </w:p>
    </w:sdtContent>
  </w:sdt>
  <w:p w14:paraId="5DDC0880" w14:textId="77777777" w:rsidR="00CD707F" w:rsidRDefault="00CD707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9C332D"/>
    <w:multiLevelType w:val="hybridMultilevel"/>
    <w:tmpl w:val="EF3ECDFA"/>
    <w:lvl w:ilvl="0" w:tplc="0419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>
    <w:nsid w:val="2C1C7982"/>
    <w:multiLevelType w:val="hybridMultilevel"/>
    <w:tmpl w:val="B9C08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5039C2"/>
    <w:multiLevelType w:val="hybridMultilevel"/>
    <w:tmpl w:val="2F5C690A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">
    <w:nsid w:val="68891FF8"/>
    <w:multiLevelType w:val="hybridMultilevel"/>
    <w:tmpl w:val="680E3D42"/>
    <w:lvl w:ilvl="0" w:tplc="0419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A6A"/>
    <w:rsid w:val="00001449"/>
    <w:rsid w:val="00003005"/>
    <w:rsid w:val="00003946"/>
    <w:rsid w:val="000068B8"/>
    <w:rsid w:val="000105E4"/>
    <w:rsid w:val="00010EA7"/>
    <w:rsid w:val="00013AAF"/>
    <w:rsid w:val="00016D6B"/>
    <w:rsid w:val="00016E19"/>
    <w:rsid w:val="00017203"/>
    <w:rsid w:val="000208F7"/>
    <w:rsid w:val="00020BC0"/>
    <w:rsid w:val="00022F1D"/>
    <w:rsid w:val="00023DF6"/>
    <w:rsid w:val="00023F8E"/>
    <w:rsid w:val="000242FA"/>
    <w:rsid w:val="000245C3"/>
    <w:rsid w:val="000251A3"/>
    <w:rsid w:val="000265B4"/>
    <w:rsid w:val="000274BB"/>
    <w:rsid w:val="00027AC2"/>
    <w:rsid w:val="00032233"/>
    <w:rsid w:val="0003642B"/>
    <w:rsid w:val="00043601"/>
    <w:rsid w:val="00043949"/>
    <w:rsid w:val="0004430D"/>
    <w:rsid w:val="00047BD2"/>
    <w:rsid w:val="000521BC"/>
    <w:rsid w:val="00052503"/>
    <w:rsid w:val="000536E3"/>
    <w:rsid w:val="000547C8"/>
    <w:rsid w:val="00054F9A"/>
    <w:rsid w:val="0005560D"/>
    <w:rsid w:val="0005587D"/>
    <w:rsid w:val="0005769A"/>
    <w:rsid w:val="00057A91"/>
    <w:rsid w:val="00057FDB"/>
    <w:rsid w:val="000619DF"/>
    <w:rsid w:val="00063226"/>
    <w:rsid w:val="000641BC"/>
    <w:rsid w:val="000651A8"/>
    <w:rsid w:val="00066C08"/>
    <w:rsid w:val="0007019B"/>
    <w:rsid w:val="0007081C"/>
    <w:rsid w:val="00071001"/>
    <w:rsid w:val="0007280B"/>
    <w:rsid w:val="00074A58"/>
    <w:rsid w:val="00074E75"/>
    <w:rsid w:val="00075DB6"/>
    <w:rsid w:val="000776B3"/>
    <w:rsid w:val="000777AA"/>
    <w:rsid w:val="00077D0E"/>
    <w:rsid w:val="00080FB0"/>
    <w:rsid w:val="00081104"/>
    <w:rsid w:val="0008123C"/>
    <w:rsid w:val="0008142B"/>
    <w:rsid w:val="000815AB"/>
    <w:rsid w:val="00084C5C"/>
    <w:rsid w:val="00086929"/>
    <w:rsid w:val="00086E7F"/>
    <w:rsid w:val="00090CC8"/>
    <w:rsid w:val="000914EB"/>
    <w:rsid w:val="00092434"/>
    <w:rsid w:val="0009454C"/>
    <w:rsid w:val="000963C9"/>
    <w:rsid w:val="000971E1"/>
    <w:rsid w:val="000977A6"/>
    <w:rsid w:val="000A0033"/>
    <w:rsid w:val="000A0709"/>
    <w:rsid w:val="000A2755"/>
    <w:rsid w:val="000A384A"/>
    <w:rsid w:val="000A46F3"/>
    <w:rsid w:val="000A5394"/>
    <w:rsid w:val="000A6A0B"/>
    <w:rsid w:val="000B268B"/>
    <w:rsid w:val="000B2AD7"/>
    <w:rsid w:val="000B3109"/>
    <w:rsid w:val="000B36F0"/>
    <w:rsid w:val="000B473B"/>
    <w:rsid w:val="000B5200"/>
    <w:rsid w:val="000C2FC1"/>
    <w:rsid w:val="000C4521"/>
    <w:rsid w:val="000C47A8"/>
    <w:rsid w:val="000D028C"/>
    <w:rsid w:val="000D1579"/>
    <w:rsid w:val="000D2097"/>
    <w:rsid w:val="000D40A1"/>
    <w:rsid w:val="000D639C"/>
    <w:rsid w:val="000D7234"/>
    <w:rsid w:val="000E0855"/>
    <w:rsid w:val="000E3142"/>
    <w:rsid w:val="000E51A7"/>
    <w:rsid w:val="000E66FF"/>
    <w:rsid w:val="000E69ED"/>
    <w:rsid w:val="000E77FA"/>
    <w:rsid w:val="000F023E"/>
    <w:rsid w:val="000F0561"/>
    <w:rsid w:val="000F1DF7"/>
    <w:rsid w:val="000F2976"/>
    <w:rsid w:val="000F39E3"/>
    <w:rsid w:val="000F57CC"/>
    <w:rsid w:val="000F69DA"/>
    <w:rsid w:val="0010054B"/>
    <w:rsid w:val="00101510"/>
    <w:rsid w:val="001020FD"/>
    <w:rsid w:val="00102B27"/>
    <w:rsid w:val="00103517"/>
    <w:rsid w:val="00106925"/>
    <w:rsid w:val="001104BF"/>
    <w:rsid w:val="0011140A"/>
    <w:rsid w:val="001114A8"/>
    <w:rsid w:val="00111952"/>
    <w:rsid w:val="00117E98"/>
    <w:rsid w:val="00120F5C"/>
    <w:rsid w:val="0012324A"/>
    <w:rsid w:val="00124EF3"/>
    <w:rsid w:val="001274DF"/>
    <w:rsid w:val="00131C68"/>
    <w:rsid w:val="00134181"/>
    <w:rsid w:val="00134361"/>
    <w:rsid w:val="0013542D"/>
    <w:rsid w:val="00135648"/>
    <w:rsid w:val="001364FF"/>
    <w:rsid w:val="00136C7B"/>
    <w:rsid w:val="001370FE"/>
    <w:rsid w:val="001435B4"/>
    <w:rsid w:val="00144101"/>
    <w:rsid w:val="001459C3"/>
    <w:rsid w:val="001471F0"/>
    <w:rsid w:val="00150E95"/>
    <w:rsid w:val="00156923"/>
    <w:rsid w:val="00160015"/>
    <w:rsid w:val="00161DBF"/>
    <w:rsid w:val="001626D3"/>
    <w:rsid w:val="00164E66"/>
    <w:rsid w:val="0016514B"/>
    <w:rsid w:val="00167C45"/>
    <w:rsid w:val="001730DD"/>
    <w:rsid w:val="00173255"/>
    <w:rsid w:val="00175173"/>
    <w:rsid w:val="00177384"/>
    <w:rsid w:val="0018002D"/>
    <w:rsid w:val="0018129B"/>
    <w:rsid w:val="00184330"/>
    <w:rsid w:val="0018695A"/>
    <w:rsid w:val="0019137C"/>
    <w:rsid w:val="00192436"/>
    <w:rsid w:val="001932FC"/>
    <w:rsid w:val="001962B2"/>
    <w:rsid w:val="00196996"/>
    <w:rsid w:val="00196C5D"/>
    <w:rsid w:val="001A1617"/>
    <w:rsid w:val="001A1AE0"/>
    <w:rsid w:val="001A2D86"/>
    <w:rsid w:val="001A344C"/>
    <w:rsid w:val="001A3A91"/>
    <w:rsid w:val="001B010B"/>
    <w:rsid w:val="001B01AE"/>
    <w:rsid w:val="001B0464"/>
    <w:rsid w:val="001B2863"/>
    <w:rsid w:val="001B3ECD"/>
    <w:rsid w:val="001B4E9B"/>
    <w:rsid w:val="001B5AC9"/>
    <w:rsid w:val="001B6F72"/>
    <w:rsid w:val="001C1A10"/>
    <w:rsid w:val="001C26C7"/>
    <w:rsid w:val="001C49F8"/>
    <w:rsid w:val="001C5499"/>
    <w:rsid w:val="001C6036"/>
    <w:rsid w:val="001D0F8D"/>
    <w:rsid w:val="001D1F5B"/>
    <w:rsid w:val="001D2AB7"/>
    <w:rsid w:val="001D436E"/>
    <w:rsid w:val="001D672B"/>
    <w:rsid w:val="001E144D"/>
    <w:rsid w:val="001E1799"/>
    <w:rsid w:val="001E21A7"/>
    <w:rsid w:val="001E33A7"/>
    <w:rsid w:val="001E3697"/>
    <w:rsid w:val="001E6319"/>
    <w:rsid w:val="001F1C96"/>
    <w:rsid w:val="001F6A35"/>
    <w:rsid w:val="001F6D8C"/>
    <w:rsid w:val="00200F71"/>
    <w:rsid w:val="00202E16"/>
    <w:rsid w:val="00203B78"/>
    <w:rsid w:val="002063CB"/>
    <w:rsid w:val="0020776B"/>
    <w:rsid w:val="002101D7"/>
    <w:rsid w:val="00212647"/>
    <w:rsid w:val="002138BE"/>
    <w:rsid w:val="002144C7"/>
    <w:rsid w:val="002160A0"/>
    <w:rsid w:val="002171AB"/>
    <w:rsid w:val="00217561"/>
    <w:rsid w:val="00220BB9"/>
    <w:rsid w:val="00222464"/>
    <w:rsid w:val="002242C3"/>
    <w:rsid w:val="00224509"/>
    <w:rsid w:val="00227991"/>
    <w:rsid w:val="002301FB"/>
    <w:rsid w:val="00232F33"/>
    <w:rsid w:val="002337C7"/>
    <w:rsid w:val="00234207"/>
    <w:rsid w:val="002349F2"/>
    <w:rsid w:val="002359A4"/>
    <w:rsid w:val="002364F9"/>
    <w:rsid w:val="00240985"/>
    <w:rsid w:val="002418AF"/>
    <w:rsid w:val="00242114"/>
    <w:rsid w:val="00243963"/>
    <w:rsid w:val="0024410C"/>
    <w:rsid w:val="0024453B"/>
    <w:rsid w:val="002471CA"/>
    <w:rsid w:val="002475B5"/>
    <w:rsid w:val="00250648"/>
    <w:rsid w:val="00251F1E"/>
    <w:rsid w:val="00252BC9"/>
    <w:rsid w:val="002570DC"/>
    <w:rsid w:val="00260D27"/>
    <w:rsid w:val="0026425B"/>
    <w:rsid w:val="0026497A"/>
    <w:rsid w:val="002652EA"/>
    <w:rsid w:val="00265663"/>
    <w:rsid w:val="002665DE"/>
    <w:rsid w:val="002672D8"/>
    <w:rsid w:val="0026751D"/>
    <w:rsid w:val="0027022D"/>
    <w:rsid w:val="002704A6"/>
    <w:rsid w:val="002710F5"/>
    <w:rsid w:val="00271E4C"/>
    <w:rsid w:val="00272344"/>
    <w:rsid w:val="00274059"/>
    <w:rsid w:val="00277705"/>
    <w:rsid w:val="0028250B"/>
    <w:rsid w:val="00282F56"/>
    <w:rsid w:val="002851B8"/>
    <w:rsid w:val="00285B4F"/>
    <w:rsid w:val="00286487"/>
    <w:rsid w:val="00291FCB"/>
    <w:rsid w:val="00296196"/>
    <w:rsid w:val="00296541"/>
    <w:rsid w:val="002A00C7"/>
    <w:rsid w:val="002A08BD"/>
    <w:rsid w:val="002A1B5E"/>
    <w:rsid w:val="002A342A"/>
    <w:rsid w:val="002A469F"/>
    <w:rsid w:val="002A6008"/>
    <w:rsid w:val="002B0BB5"/>
    <w:rsid w:val="002B209C"/>
    <w:rsid w:val="002B45E1"/>
    <w:rsid w:val="002B5EB6"/>
    <w:rsid w:val="002B6969"/>
    <w:rsid w:val="002B7752"/>
    <w:rsid w:val="002C53D6"/>
    <w:rsid w:val="002C5F77"/>
    <w:rsid w:val="002C690E"/>
    <w:rsid w:val="002C7A06"/>
    <w:rsid w:val="002D35BA"/>
    <w:rsid w:val="002D4242"/>
    <w:rsid w:val="002D54B3"/>
    <w:rsid w:val="002D5EDB"/>
    <w:rsid w:val="002D6EF7"/>
    <w:rsid w:val="002D70A9"/>
    <w:rsid w:val="002D7577"/>
    <w:rsid w:val="002E27AA"/>
    <w:rsid w:val="002E2961"/>
    <w:rsid w:val="002E48C0"/>
    <w:rsid w:val="002E4BBD"/>
    <w:rsid w:val="002E4FD8"/>
    <w:rsid w:val="002F1FC8"/>
    <w:rsid w:val="002F26E3"/>
    <w:rsid w:val="002F317D"/>
    <w:rsid w:val="00300EBA"/>
    <w:rsid w:val="003030E2"/>
    <w:rsid w:val="003037D2"/>
    <w:rsid w:val="00303EE7"/>
    <w:rsid w:val="003043A1"/>
    <w:rsid w:val="00306E46"/>
    <w:rsid w:val="00307898"/>
    <w:rsid w:val="00310C56"/>
    <w:rsid w:val="00310C93"/>
    <w:rsid w:val="0031139F"/>
    <w:rsid w:val="00311F9D"/>
    <w:rsid w:val="00312A59"/>
    <w:rsid w:val="003131C8"/>
    <w:rsid w:val="003147C5"/>
    <w:rsid w:val="00320446"/>
    <w:rsid w:val="00321582"/>
    <w:rsid w:val="00321620"/>
    <w:rsid w:val="00322E23"/>
    <w:rsid w:val="00323639"/>
    <w:rsid w:val="00323BDB"/>
    <w:rsid w:val="0033098C"/>
    <w:rsid w:val="00331DD8"/>
    <w:rsid w:val="0033471D"/>
    <w:rsid w:val="00334D5D"/>
    <w:rsid w:val="00334E1E"/>
    <w:rsid w:val="00337231"/>
    <w:rsid w:val="003373A0"/>
    <w:rsid w:val="00337694"/>
    <w:rsid w:val="003376A6"/>
    <w:rsid w:val="00343515"/>
    <w:rsid w:val="00344A21"/>
    <w:rsid w:val="00344AD6"/>
    <w:rsid w:val="00344BDE"/>
    <w:rsid w:val="00344E1F"/>
    <w:rsid w:val="003462F2"/>
    <w:rsid w:val="00352590"/>
    <w:rsid w:val="003542B3"/>
    <w:rsid w:val="003549CD"/>
    <w:rsid w:val="00355CC8"/>
    <w:rsid w:val="003577DF"/>
    <w:rsid w:val="00357833"/>
    <w:rsid w:val="0036139E"/>
    <w:rsid w:val="003619BC"/>
    <w:rsid w:val="00362599"/>
    <w:rsid w:val="00366BC0"/>
    <w:rsid w:val="00366FBA"/>
    <w:rsid w:val="003674D4"/>
    <w:rsid w:val="003679B9"/>
    <w:rsid w:val="003702EE"/>
    <w:rsid w:val="00372662"/>
    <w:rsid w:val="00372706"/>
    <w:rsid w:val="00373599"/>
    <w:rsid w:val="00374035"/>
    <w:rsid w:val="003748E7"/>
    <w:rsid w:val="00374F9D"/>
    <w:rsid w:val="00377A51"/>
    <w:rsid w:val="003806C2"/>
    <w:rsid w:val="00381C3D"/>
    <w:rsid w:val="0038263B"/>
    <w:rsid w:val="00382778"/>
    <w:rsid w:val="0038327B"/>
    <w:rsid w:val="00385DA8"/>
    <w:rsid w:val="00386089"/>
    <w:rsid w:val="003875B4"/>
    <w:rsid w:val="00387843"/>
    <w:rsid w:val="003907DA"/>
    <w:rsid w:val="00390BF3"/>
    <w:rsid w:val="00391840"/>
    <w:rsid w:val="00392857"/>
    <w:rsid w:val="00393DF2"/>
    <w:rsid w:val="00394302"/>
    <w:rsid w:val="00396DB3"/>
    <w:rsid w:val="00396F8F"/>
    <w:rsid w:val="00397F1A"/>
    <w:rsid w:val="003A030A"/>
    <w:rsid w:val="003A064B"/>
    <w:rsid w:val="003A267A"/>
    <w:rsid w:val="003A27DA"/>
    <w:rsid w:val="003A355A"/>
    <w:rsid w:val="003A3F08"/>
    <w:rsid w:val="003A4D10"/>
    <w:rsid w:val="003A4D2D"/>
    <w:rsid w:val="003A55FC"/>
    <w:rsid w:val="003A7A12"/>
    <w:rsid w:val="003B32CE"/>
    <w:rsid w:val="003B3436"/>
    <w:rsid w:val="003B3D54"/>
    <w:rsid w:val="003B6AC3"/>
    <w:rsid w:val="003C048E"/>
    <w:rsid w:val="003C04C9"/>
    <w:rsid w:val="003C2F1A"/>
    <w:rsid w:val="003C329F"/>
    <w:rsid w:val="003C3320"/>
    <w:rsid w:val="003C6F20"/>
    <w:rsid w:val="003C7EFF"/>
    <w:rsid w:val="003D0793"/>
    <w:rsid w:val="003D1D04"/>
    <w:rsid w:val="003D2398"/>
    <w:rsid w:val="003D6F0B"/>
    <w:rsid w:val="003D77DA"/>
    <w:rsid w:val="003E0272"/>
    <w:rsid w:val="003E20FC"/>
    <w:rsid w:val="003E3BC0"/>
    <w:rsid w:val="003E51AB"/>
    <w:rsid w:val="003E5494"/>
    <w:rsid w:val="003E59CE"/>
    <w:rsid w:val="003E7545"/>
    <w:rsid w:val="003F0613"/>
    <w:rsid w:val="003F5D79"/>
    <w:rsid w:val="004032F6"/>
    <w:rsid w:val="00406EAE"/>
    <w:rsid w:val="00407439"/>
    <w:rsid w:val="00407F04"/>
    <w:rsid w:val="00412DE2"/>
    <w:rsid w:val="00416631"/>
    <w:rsid w:val="00417290"/>
    <w:rsid w:val="00420C24"/>
    <w:rsid w:val="0042276E"/>
    <w:rsid w:val="00423B55"/>
    <w:rsid w:val="00423C53"/>
    <w:rsid w:val="00423D0E"/>
    <w:rsid w:val="00425938"/>
    <w:rsid w:val="004260AB"/>
    <w:rsid w:val="00426195"/>
    <w:rsid w:val="00431358"/>
    <w:rsid w:val="004326E7"/>
    <w:rsid w:val="00432D0E"/>
    <w:rsid w:val="004345B0"/>
    <w:rsid w:val="004348EF"/>
    <w:rsid w:val="00442A84"/>
    <w:rsid w:val="00446367"/>
    <w:rsid w:val="00446413"/>
    <w:rsid w:val="00446617"/>
    <w:rsid w:val="00451B87"/>
    <w:rsid w:val="00452906"/>
    <w:rsid w:val="00454361"/>
    <w:rsid w:val="00456043"/>
    <w:rsid w:val="0045710A"/>
    <w:rsid w:val="004617CC"/>
    <w:rsid w:val="00462DCF"/>
    <w:rsid w:val="00464168"/>
    <w:rsid w:val="0046670B"/>
    <w:rsid w:val="00470FC9"/>
    <w:rsid w:val="00472ADC"/>
    <w:rsid w:val="004750A0"/>
    <w:rsid w:val="00475116"/>
    <w:rsid w:val="00481D17"/>
    <w:rsid w:val="00481E90"/>
    <w:rsid w:val="00482D65"/>
    <w:rsid w:val="00485263"/>
    <w:rsid w:val="00490A14"/>
    <w:rsid w:val="00492583"/>
    <w:rsid w:val="004A202B"/>
    <w:rsid w:val="004A2222"/>
    <w:rsid w:val="004A3B96"/>
    <w:rsid w:val="004A43D2"/>
    <w:rsid w:val="004A5C9B"/>
    <w:rsid w:val="004A77BC"/>
    <w:rsid w:val="004A7CC4"/>
    <w:rsid w:val="004B10CD"/>
    <w:rsid w:val="004B1515"/>
    <w:rsid w:val="004B25D3"/>
    <w:rsid w:val="004B2669"/>
    <w:rsid w:val="004B3D82"/>
    <w:rsid w:val="004B6BE3"/>
    <w:rsid w:val="004C617D"/>
    <w:rsid w:val="004C68DB"/>
    <w:rsid w:val="004D034C"/>
    <w:rsid w:val="004D175B"/>
    <w:rsid w:val="004D35CC"/>
    <w:rsid w:val="004D3D65"/>
    <w:rsid w:val="004D4478"/>
    <w:rsid w:val="004D4B7C"/>
    <w:rsid w:val="004D4DC2"/>
    <w:rsid w:val="004D6C5C"/>
    <w:rsid w:val="004E07F3"/>
    <w:rsid w:val="004E0B87"/>
    <w:rsid w:val="004F21AC"/>
    <w:rsid w:val="004F4106"/>
    <w:rsid w:val="004F48F7"/>
    <w:rsid w:val="004F49E1"/>
    <w:rsid w:val="004F5D91"/>
    <w:rsid w:val="004F5EC7"/>
    <w:rsid w:val="004F6147"/>
    <w:rsid w:val="004F62B8"/>
    <w:rsid w:val="004F75AE"/>
    <w:rsid w:val="00500386"/>
    <w:rsid w:val="005014A3"/>
    <w:rsid w:val="00501B5C"/>
    <w:rsid w:val="00501FB0"/>
    <w:rsid w:val="00502DF5"/>
    <w:rsid w:val="005034D1"/>
    <w:rsid w:val="00505B2D"/>
    <w:rsid w:val="005063C2"/>
    <w:rsid w:val="005068A8"/>
    <w:rsid w:val="005076AA"/>
    <w:rsid w:val="0051113A"/>
    <w:rsid w:val="005118D1"/>
    <w:rsid w:val="00512943"/>
    <w:rsid w:val="00513730"/>
    <w:rsid w:val="005147EB"/>
    <w:rsid w:val="00515E1E"/>
    <w:rsid w:val="00516EC3"/>
    <w:rsid w:val="00517F81"/>
    <w:rsid w:val="005211E0"/>
    <w:rsid w:val="00523E9C"/>
    <w:rsid w:val="00525767"/>
    <w:rsid w:val="005278B0"/>
    <w:rsid w:val="005329D6"/>
    <w:rsid w:val="00535822"/>
    <w:rsid w:val="00536272"/>
    <w:rsid w:val="005406C9"/>
    <w:rsid w:val="00540740"/>
    <w:rsid w:val="00544248"/>
    <w:rsid w:val="005473AF"/>
    <w:rsid w:val="005513A8"/>
    <w:rsid w:val="00553788"/>
    <w:rsid w:val="00554B51"/>
    <w:rsid w:val="00562963"/>
    <w:rsid w:val="00562D32"/>
    <w:rsid w:val="00563C59"/>
    <w:rsid w:val="00565E90"/>
    <w:rsid w:val="0057062E"/>
    <w:rsid w:val="00572016"/>
    <w:rsid w:val="005729B5"/>
    <w:rsid w:val="00574AE0"/>
    <w:rsid w:val="0057528A"/>
    <w:rsid w:val="00575892"/>
    <w:rsid w:val="00576627"/>
    <w:rsid w:val="0057672D"/>
    <w:rsid w:val="00577948"/>
    <w:rsid w:val="00580796"/>
    <w:rsid w:val="00580A3D"/>
    <w:rsid w:val="00582861"/>
    <w:rsid w:val="005830B2"/>
    <w:rsid w:val="00583E0F"/>
    <w:rsid w:val="00584B97"/>
    <w:rsid w:val="005857C1"/>
    <w:rsid w:val="005866AE"/>
    <w:rsid w:val="00587F25"/>
    <w:rsid w:val="00590461"/>
    <w:rsid w:val="00592202"/>
    <w:rsid w:val="00592741"/>
    <w:rsid w:val="005931A3"/>
    <w:rsid w:val="005936EA"/>
    <w:rsid w:val="0059446B"/>
    <w:rsid w:val="00597449"/>
    <w:rsid w:val="005A0E49"/>
    <w:rsid w:val="005A27D9"/>
    <w:rsid w:val="005A3EC0"/>
    <w:rsid w:val="005A7698"/>
    <w:rsid w:val="005B1A44"/>
    <w:rsid w:val="005B2127"/>
    <w:rsid w:val="005B5FE8"/>
    <w:rsid w:val="005B61EC"/>
    <w:rsid w:val="005C287E"/>
    <w:rsid w:val="005C2AAB"/>
    <w:rsid w:val="005C4D8C"/>
    <w:rsid w:val="005C54D9"/>
    <w:rsid w:val="005C5B69"/>
    <w:rsid w:val="005D0FC3"/>
    <w:rsid w:val="005D22B2"/>
    <w:rsid w:val="005D37B2"/>
    <w:rsid w:val="005D4A81"/>
    <w:rsid w:val="005D4FE8"/>
    <w:rsid w:val="005E5382"/>
    <w:rsid w:val="005E556F"/>
    <w:rsid w:val="005E55CE"/>
    <w:rsid w:val="005E7F4D"/>
    <w:rsid w:val="005F3801"/>
    <w:rsid w:val="005F5882"/>
    <w:rsid w:val="006006EA"/>
    <w:rsid w:val="006018BB"/>
    <w:rsid w:val="00603A0F"/>
    <w:rsid w:val="006040E2"/>
    <w:rsid w:val="0060543C"/>
    <w:rsid w:val="00607D50"/>
    <w:rsid w:val="00610F31"/>
    <w:rsid w:val="00611EE6"/>
    <w:rsid w:val="00612706"/>
    <w:rsid w:val="006161B6"/>
    <w:rsid w:val="00616C76"/>
    <w:rsid w:val="00621B2F"/>
    <w:rsid w:val="00621CC6"/>
    <w:rsid w:val="006226CE"/>
    <w:rsid w:val="0062501C"/>
    <w:rsid w:val="006261BF"/>
    <w:rsid w:val="00626924"/>
    <w:rsid w:val="00633255"/>
    <w:rsid w:val="00634212"/>
    <w:rsid w:val="0063443A"/>
    <w:rsid w:val="00634C8D"/>
    <w:rsid w:val="00635CFB"/>
    <w:rsid w:val="00635ED3"/>
    <w:rsid w:val="0063662E"/>
    <w:rsid w:val="00636EB8"/>
    <w:rsid w:val="006373F0"/>
    <w:rsid w:val="00641C50"/>
    <w:rsid w:val="00642B4F"/>
    <w:rsid w:val="00643157"/>
    <w:rsid w:val="00644632"/>
    <w:rsid w:val="00645848"/>
    <w:rsid w:val="00650408"/>
    <w:rsid w:val="00650E4F"/>
    <w:rsid w:val="00652136"/>
    <w:rsid w:val="006527A2"/>
    <w:rsid w:val="00652FEC"/>
    <w:rsid w:val="00656A51"/>
    <w:rsid w:val="006574EA"/>
    <w:rsid w:val="00660FA2"/>
    <w:rsid w:val="00661912"/>
    <w:rsid w:val="00661C05"/>
    <w:rsid w:val="006636C8"/>
    <w:rsid w:val="006649CC"/>
    <w:rsid w:val="00664FB4"/>
    <w:rsid w:val="006655DC"/>
    <w:rsid w:val="0066720F"/>
    <w:rsid w:val="00667827"/>
    <w:rsid w:val="006724BE"/>
    <w:rsid w:val="00673FAA"/>
    <w:rsid w:val="00677017"/>
    <w:rsid w:val="006773D1"/>
    <w:rsid w:val="006800AE"/>
    <w:rsid w:val="0068036D"/>
    <w:rsid w:val="00680938"/>
    <w:rsid w:val="00681308"/>
    <w:rsid w:val="00683474"/>
    <w:rsid w:val="00683A2C"/>
    <w:rsid w:val="006842F6"/>
    <w:rsid w:val="00685538"/>
    <w:rsid w:val="00687297"/>
    <w:rsid w:val="006925C5"/>
    <w:rsid w:val="006925F4"/>
    <w:rsid w:val="00692A5F"/>
    <w:rsid w:val="006A2142"/>
    <w:rsid w:val="006A3349"/>
    <w:rsid w:val="006A3C08"/>
    <w:rsid w:val="006A68E2"/>
    <w:rsid w:val="006B1286"/>
    <w:rsid w:val="006B1B3C"/>
    <w:rsid w:val="006B68B0"/>
    <w:rsid w:val="006B78A9"/>
    <w:rsid w:val="006B78AE"/>
    <w:rsid w:val="006B7BF5"/>
    <w:rsid w:val="006C4A03"/>
    <w:rsid w:val="006C5A1D"/>
    <w:rsid w:val="006D05E9"/>
    <w:rsid w:val="006D0853"/>
    <w:rsid w:val="006D0EC1"/>
    <w:rsid w:val="006D21BD"/>
    <w:rsid w:val="006D61B1"/>
    <w:rsid w:val="006D6C05"/>
    <w:rsid w:val="006D77E6"/>
    <w:rsid w:val="006E113D"/>
    <w:rsid w:val="006E21A8"/>
    <w:rsid w:val="006E4ABA"/>
    <w:rsid w:val="006F12DD"/>
    <w:rsid w:val="006F1C1F"/>
    <w:rsid w:val="006F32D5"/>
    <w:rsid w:val="006F5163"/>
    <w:rsid w:val="006F66B5"/>
    <w:rsid w:val="00700862"/>
    <w:rsid w:val="00701CE4"/>
    <w:rsid w:val="00704EB9"/>
    <w:rsid w:val="007075CC"/>
    <w:rsid w:val="00707ABD"/>
    <w:rsid w:val="00713BC7"/>
    <w:rsid w:val="00713C0E"/>
    <w:rsid w:val="00714100"/>
    <w:rsid w:val="00714BFA"/>
    <w:rsid w:val="00715355"/>
    <w:rsid w:val="0071628C"/>
    <w:rsid w:val="007165F6"/>
    <w:rsid w:val="00716C16"/>
    <w:rsid w:val="00722462"/>
    <w:rsid w:val="00722D89"/>
    <w:rsid w:val="007231B1"/>
    <w:rsid w:val="00724AE4"/>
    <w:rsid w:val="00726202"/>
    <w:rsid w:val="0073031F"/>
    <w:rsid w:val="00730B29"/>
    <w:rsid w:val="007331C4"/>
    <w:rsid w:val="00733420"/>
    <w:rsid w:val="00734F6E"/>
    <w:rsid w:val="007370A5"/>
    <w:rsid w:val="007405F3"/>
    <w:rsid w:val="0074191B"/>
    <w:rsid w:val="007426BB"/>
    <w:rsid w:val="007426D9"/>
    <w:rsid w:val="007462FF"/>
    <w:rsid w:val="007475FE"/>
    <w:rsid w:val="00750A0B"/>
    <w:rsid w:val="007515ED"/>
    <w:rsid w:val="007533A6"/>
    <w:rsid w:val="0075365E"/>
    <w:rsid w:val="00757D49"/>
    <w:rsid w:val="00764B72"/>
    <w:rsid w:val="007655B1"/>
    <w:rsid w:val="0076673E"/>
    <w:rsid w:val="0076723B"/>
    <w:rsid w:val="0077168C"/>
    <w:rsid w:val="0077487D"/>
    <w:rsid w:val="00774C1B"/>
    <w:rsid w:val="007756CA"/>
    <w:rsid w:val="00776531"/>
    <w:rsid w:val="007779D1"/>
    <w:rsid w:val="007804BE"/>
    <w:rsid w:val="00780CBD"/>
    <w:rsid w:val="007833E3"/>
    <w:rsid w:val="00783998"/>
    <w:rsid w:val="00786A0F"/>
    <w:rsid w:val="00787160"/>
    <w:rsid w:val="007903F2"/>
    <w:rsid w:val="00790736"/>
    <w:rsid w:val="00791E8E"/>
    <w:rsid w:val="00792B70"/>
    <w:rsid w:val="0079392C"/>
    <w:rsid w:val="00793D2E"/>
    <w:rsid w:val="00794816"/>
    <w:rsid w:val="0079528D"/>
    <w:rsid w:val="007971AC"/>
    <w:rsid w:val="00797861"/>
    <w:rsid w:val="007A01B3"/>
    <w:rsid w:val="007A0338"/>
    <w:rsid w:val="007A134A"/>
    <w:rsid w:val="007A2D7D"/>
    <w:rsid w:val="007A4B68"/>
    <w:rsid w:val="007A4EBB"/>
    <w:rsid w:val="007A6B2D"/>
    <w:rsid w:val="007A7C1F"/>
    <w:rsid w:val="007A7C78"/>
    <w:rsid w:val="007B2ABA"/>
    <w:rsid w:val="007B3424"/>
    <w:rsid w:val="007B4F16"/>
    <w:rsid w:val="007B5E21"/>
    <w:rsid w:val="007B6F5D"/>
    <w:rsid w:val="007C122C"/>
    <w:rsid w:val="007C33B4"/>
    <w:rsid w:val="007C3BAF"/>
    <w:rsid w:val="007C54B1"/>
    <w:rsid w:val="007C6758"/>
    <w:rsid w:val="007C6A33"/>
    <w:rsid w:val="007C7C66"/>
    <w:rsid w:val="007D031A"/>
    <w:rsid w:val="007D065A"/>
    <w:rsid w:val="007D3AC1"/>
    <w:rsid w:val="007D4F50"/>
    <w:rsid w:val="007D5281"/>
    <w:rsid w:val="007D7D39"/>
    <w:rsid w:val="007E1ACC"/>
    <w:rsid w:val="007E2A7D"/>
    <w:rsid w:val="007E2E0F"/>
    <w:rsid w:val="007E530C"/>
    <w:rsid w:val="007F2D7B"/>
    <w:rsid w:val="007F33CB"/>
    <w:rsid w:val="007F47FB"/>
    <w:rsid w:val="007F5995"/>
    <w:rsid w:val="007F796A"/>
    <w:rsid w:val="007F7B09"/>
    <w:rsid w:val="00801551"/>
    <w:rsid w:val="008018E1"/>
    <w:rsid w:val="00802CA4"/>
    <w:rsid w:val="00803247"/>
    <w:rsid w:val="008061C9"/>
    <w:rsid w:val="0080653A"/>
    <w:rsid w:val="008103A5"/>
    <w:rsid w:val="0081130A"/>
    <w:rsid w:val="008117C1"/>
    <w:rsid w:val="00811E18"/>
    <w:rsid w:val="00811EC7"/>
    <w:rsid w:val="00811F09"/>
    <w:rsid w:val="00812DB8"/>
    <w:rsid w:val="00815E07"/>
    <w:rsid w:val="008203E9"/>
    <w:rsid w:val="00822DA1"/>
    <w:rsid w:val="008255DC"/>
    <w:rsid w:val="0083084E"/>
    <w:rsid w:val="0083110D"/>
    <w:rsid w:val="00831648"/>
    <w:rsid w:val="00831683"/>
    <w:rsid w:val="00837A8F"/>
    <w:rsid w:val="0084047F"/>
    <w:rsid w:val="00841583"/>
    <w:rsid w:val="0084222C"/>
    <w:rsid w:val="00842264"/>
    <w:rsid w:val="00842E63"/>
    <w:rsid w:val="00843115"/>
    <w:rsid w:val="008431E5"/>
    <w:rsid w:val="0084396A"/>
    <w:rsid w:val="00846051"/>
    <w:rsid w:val="00846691"/>
    <w:rsid w:val="0084745B"/>
    <w:rsid w:val="008511C1"/>
    <w:rsid w:val="008541FB"/>
    <w:rsid w:val="00854441"/>
    <w:rsid w:val="0085524E"/>
    <w:rsid w:val="00855A6A"/>
    <w:rsid w:val="00861156"/>
    <w:rsid w:val="0086138D"/>
    <w:rsid w:val="00862FC6"/>
    <w:rsid w:val="008643FC"/>
    <w:rsid w:val="0086504C"/>
    <w:rsid w:val="00865AA8"/>
    <w:rsid w:val="0086746E"/>
    <w:rsid w:val="00867AEB"/>
    <w:rsid w:val="008702D0"/>
    <w:rsid w:val="008708F5"/>
    <w:rsid w:val="00870F54"/>
    <w:rsid w:val="0087204E"/>
    <w:rsid w:val="00872965"/>
    <w:rsid w:val="00872AB1"/>
    <w:rsid w:val="00874A94"/>
    <w:rsid w:val="00875217"/>
    <w:rsid w:val="00880D2A"/>
    <w:rsid w:val="0088119A"/>
    <w:rsid w:val="0088158C"/>
    <w:rsid w:val="00884BB3"/>
    <w:rsid w:val="008877C7"/>
    <w:rsid w:val="00887A66"/>
    <w:rsid w:val="00893428"/>
    <w:rsid w:val="00893790"/>
    <w:rsid w:val="00894327"/>
    <w:rsid w:val="00894DBC"/>
    <w:rsid w:val="0089610F"/>
    <w:rsid w:val="008962BD"/>
    <w:rsid w:val="008967C4"/>
    <w:rsid w:val="00896901"/>
    <w:rsid w:val="00897321"/>
    <w:rsid w:val="008A00CB"/>
    <w:rsid w:val="008A2AAB"/>
    <w:rsid w:val="008A313D"/>
    <w:rsid w:val="008A32AE"/>
    <w:rsid w:val="008A6C13"/>
    <w:rsid w:val="008A72D7"/>
    <w:rsid w:val="008A7497"/>
    <w:rsid w:val="008B0410"/>
    <w:rsid w:val="008B330A"/>
    <w:rsid w:val="008B407A"/>
    <w:rsid w:val="008B4378"/>
    <w:rsid w:val="008C3C1B"/>
    <w:rsid w:val="008C6AF0"/>
    <w:rsid w:val="008C6CA6"/>
    <w:rsid w:val="008C714F"/>
    <w:rsid w:val="008D24C7"/>
    <w:rsid w:val="008D44D0"/>
    <w:rsid w:val="008D541F"/>
    <w:rsid w:val="008D727E"/>
    <w:rsid w:val="008E0750"/>
    <w:rsid w:val="008E14CC"/>
    <w:rsid w:val="008E4454"/>
    <w:rsid w:val="008E4575"/>
    <w:rsid w:val="008E4788"/>
    <w:rsid w:val="008E4FA9"/>
    <w:rsid w:val="008E6A6B"/>
    <w:rsid w:val="008F1B27"/>
    <w:rsid w:val="008F25BB"/>
    <w:rsid w:val="008F2E63"/>
    <w:rsid w:val="008F4206"/>
    <w:rsid w:val="008F4BAF"/>
    <w:rsid w:val="008F4D9B"/>
    <w:rsid w:val="009003A3"/>
    <w:rsid w:val="009008E5"/>
    <w:rsid w:val="009024D0"/>
    <w:rsid w:val="00902D14"/>
    <w:rsid w:val="009045D0"/>
    <w:rsid w:val="00904CAD"/>
    <w:rsid w:val="00906C73"/>
    <w:rsid w:val="00910A2D"/>
    <w:rsid w:val="00910C29"/>
    <w:rsid w:val="0091173F"/>
    <w:rsid w:val="00911877"/>
    <w:rsid w:val="009121A0"/>
    <w:rsid w:val="00914943"/>
    <w:rsid w:val="00915BDA"/>
    <w:rsid w:val="0091695C"/>
    <w:rsid w:val="00916BF0"/>
    <w:rsid w:val="00921826"/>
    <w:rsid w:val="009235DE"/>
    <w:rsid w:val="00923E38"/>
    <w:rsid w:val="00926D01"/>
    <w:rsid w:val="00931116"/>
    <w:rsid w:val="00932303"/>
    <w:rsid w:val="00933B9F"/>
    <w:rsid w:val="00934249"/>
    <w:rsid w:val="009361C8"/>
    <w:rsid w:val="00936887"/>
    <w:rsid w:val="009370ED"/>
    <w:rsid w:val="00940BC8"/>
    <w:rsid w:val="00940D84"/>
    <w:rsid w:val="00942199"/>
    <w:rsid w:val="00946845"/>
    <w:rsid w:val="009500DC"/>
    <w:rsid w:val="009505B8"/>
    <w:rsid w:val="00951365"/>
    <w:rsid w:val="00952222"/>
    <w:rsid w:val="00953A52"/>
    <w:rsid w:val="00957F19"/>
    <w:rsid w:val="00962ADB"/>
    <w:rsid w:val="00963424"/>
    <w:rsid w:val="00964202"/>
    <w:rsid w:val="00970B48"/>
    <w:rsid w:val="00972250"/>
    <w:rsid w:val="00972329"/>
    <w:rsid w:val="00973450"/>
    <w:rsid w:val="00975604"/>
    <w:rsid w:val="00980B60"/>
    <w:rsid w:val="009815AF"/>
    <w:rsid w:val="009834FF"/>
    <w:rsid w:val="009916C8"/>
    <w:rsid w:val="009925A6"/>
    <w:rsid w:val="00994367"/>
    <w:rsid w:val="00996525"/>
    <w:rsid w:val="00996D2A"/>
    <w:rsid w:val="00996E05"/>
    <w:rsid w:val="009A0333"/>
    <w:rsid w:val="009A2D1C"/>
    <w:rsid w:val="009A427B"/>
    <w:rsid w:val="009A568E"/>
    <w:rsid w:val="009A57B7"/>
    <w:rsid w:val="009A6920"/>
    <w:rsid w:val="009B04CB"/>
    <w:rsid w:val="009B2909"/>
    <w:rsid w:val="009B47FB"/>
    <w:rsid w:val="009B4B21"/>
    <w:rsid w:val="009C0110"/>
    <w:rsid w:val="009C16EB"/>
    <w:rsid w:val="009C2216"/>
    <w:rsid w:val="009C323C"/>
    <w:rsid w:val="009C40C7"/>
    <w:rsid w:val="009C41E1"/>
    <w:rsid w:val="009C58FE"/>
    <w:rsid w:val="009C7A2D"/>
    <w:rsid w:val="009D2ADA"/>
    <w:rsid w:val="009D5346"/>
    <w:rsid w:val="009D6767"/>
    <w:rsid w:val="009E12C8"/>
    <w:rsid w:val="009E17A1"/>
    <w:rsid w:val="009E58E2"/>
    <w:rsid w:val="009E71E5"/>
    <w:rsid w:val="009E735A"/>
    <w:rsid w:val="009F3596"/>
    <w:rsid w:val="009F63DE"/>
    <w:rsid w:val="009F713B"/>
    <w:rsid w:val="00A066F9"/>
    <w:rsid w:val="00A071C8"/>
    <w:rsid w:val="00A11252"/>
    <w:rsid w:val="00A13868"/>
    <w:rsid w:val="00A1441A"/>
    <w:rsid w:val="00A144E4"/>
    <w:rsid w:val="00A15500"/>
    <w:rsid w:val="00A15E48"/>
    <w:rsid w:val="00A16BE0"/>
    <w:rsid w:val="00A21A50"/>
    <w:rsid w:val="00A22DB4"/>
    <w:rsid w:val="00A230E5"/>
    <w:rsid w:val="00A25B73"/>
    <w:rsid w:val="00A27F54"/>
    <w:rsid w:val="00A30881"/>
    <w:rsid w:val="00A35648"/>
    <w:rsid w:val="00A36F6B"/>
    <w:rsid w:val="00A37C2E"/>
    <w:rsid w:val="00A40028"/>
    <w:rsid w:val="00A43954"/>
    <w:rsid w:val="00A446DF"/>
    <w:rsid w:val="00A46DFC"/>
    <w:rsid w:val="00A47330"/>
    <w:rsid w:val="00A47886"/>
    <w:rsid w:val="00A50D00"/>
    <w:rsid w:val="00A51EB1"/>
    <w:rsid w:val="00A5220E"/>
    <w:rsid w:val="00A526DD"/>
    <w:rsid w:val="00A53742"/>
    <w:rsid w:val="00A54CC1"/>
    <w:rsid w:val="00A554AD"/>
    <w:rsid w:val="00A55FAF"/>
    <w:rsid w:val="00A5616A"/>
    <w:rsid w:val="00A579AB"/>
    <w:rsid w:val="00A60166"/>
    <w:rsid w:val="00A6172F"/>
    <w:rsid w:val="00A62A71"/>
    <w:rsid w:val="00A639E4"/>
    <w:rsid w:val="00A641E1"/>
    <w:rsid w:val="00A6434C"/>
    <w:rsid w:val="00A64E9B"/>
    <w:rsid w:val="00A66C43"/>
    <w:rsid w:val="00A66CDE"/>
    <w:rsid w:val="00A67196"/>
    <w:rsid w:val="00A672D8"/>
    <w:rsid w:val="00A67F48"/>
    <w:rsid w:val="00A71FB8"/>
    <w:rsid w:val="00A72E80"/>
    <w:rsid w:val="00A7395D"/>
    <w:rsid w:val="00A73EA5"/>
    <w:rsid w:val="00A77526"/>
    <w:rsid w:val="00A812D0"/>
    <w:rsid w:val="00A82550"/>
    <w:rsid w:val="00A86AE1"/>
    <w:rsid w:val="00A915DA"/>
    <w:rsid w:val="00A9167D"/>
    <w:rsid w:val="00A91790"/>
    <w:rsid w:val="00A91BCA"/>
    <w:rsid w:val="00A9255D"/>
    <w:rsid w:val="00A929F3"/>
    <w:rsid w:val="00A94A95"/>
    <w:rsid w:val="00AA0270"/>
    <w:rsid w:val="00AA121F"/>
    <w:rsid w:val="00AA2DD6"/>
    <w:rsid w:val="00AA36F2"/>
    <w:rsid w:val="00AA56E4"/>
    <w:rsid w:val="00AA5DF1"/>
    <w:rsid w:val="00AA61F6"/>
    <w:rsid w:val="00AA6D3F"/>
    <w:rsid w:val="00AB0A99"/>
    <w:rsid w:val="00AB4278"/>
    <w:rsid w:val="00AB4C25"/>
    <w:rsid w:val="00AB521B"/>
    <w:rsid w:val="00AB68E4"/>
    <w:rsid w:val="00AC2D12"/>
    <w:rsid w:val="00AC5615"/>
    <w:rsid w:val="00AC6660"/>
    <w:rsid w:val="00AD3745"/>
    <w:rsid w:val="00AD5739"/>
    <w:rsid w:val="00AD6478"/>
    <w:rsid w:val="00AD6885"/>
    <w:rsid w:val="00AD73C1"/>
    <w:rsid w:val="00AE0C1F"/>
    <w:rsid w:val="00AE1FA5"/>
    <w:rsid w:val="00AE2097"/>
    <w:rsid w:val="00AE414B"/>
    <w:rsid w:val="00AE799B"/>
    <w:rsid w:val="00AE7AEE"/>
    <w:rsid w:val="00AF03AC"/>
    <w:rsid w:val="00AF1054"/>
    <w:rsid w:val="00AF2BB5"/>
    <w:rsid w:val="00AF5CCF"/>
    <w:rsid w:val="00B01010"/>
    <w:rsid w:val="00B01C09"/>
    <w:rsid w:val="00B02066"/>
    <w:rsid w:val="00B04119"/>
    <w:rsid w:val="00B05D5F"/>
    <w:rsid w:val="00B05D75"/>
    <w:rsid w:val="00B063DF"/>
    <w:rsid w:val="00B06DA4"/>
    <w:rsid w:val="00B11FBC"/>
    <w:rsid w:val="00B124F4"/>
    <w:rsid w:val="00B143D0"/>
    <w:rsid w:val="00B14FCD"/>
    <w:rsid w:val="00B1629C"/>
    <w:rsid w:val="00B2131C"/>
    <w:rsid w:val="00B217EF"/>
    <w:rsid w:val="00B23B0F"/>
    <w:rsid w:val="00B23CDF"/>
    <w:rsid w:val="00B26C7C"/>
    <w:rsid w:val="00B27F40"/>
    <w:rsid w:val="00B33789"/>
    <w:rsid w:val="00B33EBF"/>
    <w:rsid w:val="00B3411B"/>
    <w:rsid w:val="00B361D5"/>
    <w:rsid w:val="00B36B0B"/>
    <w:rsid w:val="00B3764A"/>
    <w:rsid w:val="00B40CD6"/>
    <w:rsid w:val="00B504E9"/>
    <w:rsid w:val="00B50C6B"/>
    <w:rsid w:val="00B5190C"/>
    <w:rsid w:val="00B52578"/>
    <w:rsid w:val="00B53325"/>
    <w:rsid w:val="00B539EB"/>
    <w:rsid w:val="00B60AEE"/>
    <w:rsid w:val="00B61C14"/>
    <w:rsid w:val="00B61E8F"/>
    <w:rsid w:val="00B646AD"/>
    <w:rsid w:val="00B64E58"/>
    <w:rsid w:val="00B657E2"/>
    <w:rsid w:val="00B71399"/>
    <w:rsid w:val="00B726E6"/>
    <w:rsid w:val="00B729D1"/>
    <w:rsid w:val="00B72C43"/>
    <w:rsid w:val="00B734BC"/>
    <w:rsid w:val="00B737F6"/>
    <w:rsid w:val="00B73C5B"/>
    <w:rsid w:val="00B741D8"/>
    <w:rsid w:val="00B74B5A"/>
    <w:rsid w:val="00B74B6E"/>
    <w:rsid w:val="00B757CB"/>
    <w:rsid w:val="00B76144"/>
    <w:rsid w:val="00B76727"/>
    <w:rsid w:val="00B767CE"/>
    <w:rsid w:val="00B76841"/>
    <w:rsid w:val="00B76BB0"/>
    <w:rsid w:val="00B777C6"/>
    <w:rsid w:val="00B80578"/>
    <w:rsid w:val="00B80CF0"/>
    <w:rsid w:val="00B80D6B"/>
    <w:rsid w:val="00B82945"/>
    <w:rsid w:val="00B83EDE"/>
    <w:rsid w:val="00B858F6"/>
    <w:rsid w:val="00B85CB1"/>
    <w:rsid w:val="00B8714E"/>
    <w:rsid w:val="00B87530"/>
    <w:rsid w:val="00B9095D"/>
    <w:rsid w:val="00B9218C"/>
    <w:rsid w:val="00B92560"/>
    <w:rsid w:val="00B93A2A"/>
    <w:rsid w:val="00B93CC1"/>
    <w:rsid w:val="00B94E11"/>
    <w:rsid w:val="00BA20B9"/>
    <w:rsid w:val="00BA29FB"/>
    <w:rsid w:val="00BA2D0A"/>
    <w:rsid w:val="00BA3AD7"/>
    <w:rsid w:val="00BA6614"/>
    <w:rsid w:val="00BA7360"/>
    <w:rsid w:val="00BA79F2"/>
    <w:rsid w:val="00BB409B"/>
    <w:rsid w:val="00BB4B20"/>
    <w:rsid w:val="00BB5184"/>
    <w:rsid w:val="00BB6306"/>
    <w:rsid w:val="00BB6675"/>
    <w:rsid w:val="00BB727B"/>
    <w:rsid w:val="00BC1505"/>
    <w:rsid w:val="00BC22D1"/>
    <w:rsid w:val="00BC362E"/>
    <w:rsid w:val="00BC7BDA"/>
    <w:rsid w:val="00BD1211"/>
    <w:rsid w:val="00BD158D"/>
    <w:rsid w:val="00BD62FA"/>
    <w:rsid w:val="00BD7624"/>
    <w:rsid w:val="00BE2F1D"/>
    <w:rsid w:val="00BF0E49"/>
    <w:rsid w:val="00BF316F"/>
    <w:rsid w:val="00BF44BF"/>
    <w:rsid w:val="00BF6125"/>
    <w:rsid w:val="00BF7780"/>
    <w:rsid w:val="00C03FCD"/>
    <w:rsid w:val="00C0566C"/>
    <w:rsid w:val="00C05815"/>
    <w:rsid w:val="00C06198"/>
    <w:rsid w:val="00C067C0"/>
    <w:rsid w:val="00C10A52"/>
    <w:rsid w:val="00C10AF5"/>
    <w:rsid w:val="00C1124E"/>
    <w:rsid w:val="00C12B7B"/>
    <w:rsid w:val="00C147E3"/>
    <w:rsid w:val="00C178EF"/>
    <w:rsid w:val="00C179AE"/>
    <w:rsid w:val="00C21F9C"/>
    <w:rsid w:val="00C252AB"/>
    <w:rsid w:val="00C25882"/>
    <w:rsid w:val="00C27306"/>
    <w:rsid w:val="00C306AB"/>
    <w:rsid w:val="00C314B4"/>
    <w:rsid w:val="00C31F3A"/>
    <w:rsid w:val="00C33946"/>
    <w:rsid w:val="00C34134"/>
    <w:rsid w:val="00C36048"/>
    <w:rsid w:val="00C36323"/>
    <w:rsid w:val="00C37C44"/>
    <w:rsid w:val="00C42897"/>
    <w:rsid w:val="00C448C1"/>
    <w:rsid w:val="00C449D2"/>
    <w:rsid w:val="00C46121"/>
    <w:rsid w:val="00C46EC5"/>
    <w:rsid w:val="00C47C8E"/>
    <w:rsid w:val="00C47D30"/>
    <w:rsid w:val="00C51565"/>
    <w:rsid w:val="00C52821"/>
    <w:rsid w:val="00C53C41"/>
    <w:rsid w:val="00C55FC7"/>
    <w:rsid w:val="00C60860"/>
    <w:rsid w:val="00C60B98"/>
    <w:rsid w:val="00C61B00"/>
    <w:rsid w:val="00C6285E"/>
    <w:rsid w:val="00C62893"/>
    <w:rsid w:val="00C628FA"/>
    <w:rsid w:val="00C62D2D"/>
    <w:rsid w:val="00C633F5"/>
    <w:rsid w:val="00C63C30"/>
    <w:rsid w:val="00C6411B"/>
    <w:rsid w:val="00C661D8"/>
    <w:rsid w:val="00C67040"/>
    <w:rsid w:val="00C70BB2"/>
    <w:rsid w:val="00C70DFC"/>
    <w:rsid w:val="00C71657"/>
    <w:rsid w:val="00C750C2"/>
    <w:rsid w:val="00C758D7"/>
    <w:rsid w:val="00C828B1"/>
    <w:rsid w:val="00C82DB8"/>
    <w:rsid w:val="00C85C99"/>
    <w:rsid w:val="00C86CF8"/>
    <w:rsid w:val="00C87472"/>
    <w:rsid w:val="00C933B3"/>
    <w:rsid w:val="00C938CE"/>
    <w:rsid w:val="00C94954"/>
    <w:rsid w:val="00C95497"/>
    <w:rsid w:val="00C967FD"/>
    <w:rsid w:val="00C96CED"/>
    <w:rsid w:val="00C970F6"/>
    <w:rsid w:val="00CA51F9"/>
    <w:rsid w:val="00CA67B9"/>
    <w:rsid w:val="00CA7645"/>
    <w:rsid w:val="00CB155C"/>
    <w:rsid w:val="00CB1B57"/>
    <w:rsid w:val="00CB26A9"/>
    <w:rsid w:val="00CB6FBB"/>
    <w:rsid w:val="00CB76D9"/>
    <w:rsid w:val="00CC0012"/>
    <w:rsid w:val="00CC1C04"/>
    <w:rsid w:val="00CC385A"/>
    <w:rsid w:val="00CC3A82"/>
    <w:rsid w:val="00CC4E28"/>
    <w:rsid w:val="00CC6A51"/>
    <w:rsid w:val="00CC7E43"/>
    <w:rsid w:val="00CD6872"/>
    <w:rsid w:val="00CD707F"/>
    <w:rsid w:val="00CE0499"/>
    <w:rsid w:val="00CE1017"/>
    <w:rsid w:val="00CE2A3C"/>
    <w:rsid w:val="00CE3F2F"/>
    <w:rsid w:val="00CE3F4E"/>
    <w:rsid w:val="00CE4B1D"/>
    <w:rsid w:val="00CE4FD4"/>
    <w:rsid w:val="00CE7592"/>
    <w:rsid w:val="00CF143F"/>
    <w:rsid w:val="00CF34D9"/>
    <w:rsid w:val="00CF43B1"/>
    <w:rsid w:val="00CF4701"/>
    <w:rsid w:val="00D017E5"/>
    <w:rsid w:val="00D025C2"/>
    <w:rsid w:val="00D02BE3"/>
    <w:rsid w:val="00D034D3"/>
    <w:rsid w:val="00D03E86"/>
    <w:rsid w:val="00D0484C"/>
    <w:rsid w:val="00D04CEB"/>
    <w:rsid w:val="00D05860"/>
    <w:rsid w:val="00D058E5"/>
    <w:rsid w:val="00D05E90"/>
    <w:rsid w:val="00D067CC"/>
    <w:rsid w:val="00D06C87"/>
    <w:rsid w:val="00D07173"/>
    <w:rsid w:val="00D1107D"/>
    <w:rsid w:val="00D119CC"/>
    <w:rsid w:val="00D12C87"/>
    <w:rsid w:val="00D1313C"/>
    <w:rsid w:val="00D13C58"/>
    <w:rsid w:val="00D158AD"/>
    <w:rsid w:val="00D178B8"/>
    <w:rsid w:val="00D21A7D"/>
    <w:rsid w:val="00D22DAC"/>
    <w:rsid w:val="00D235F6"/>
    <w:rsid w:val="00D242B0"/>
    <w:rsid w:val="00D2776C"/>
    <w:rsid w:val="00D27E4D"/>
    <w:rsid w:val="00D33E0F"/>
    <w:rsid w:val="00D342D4"/>
    <w:rsid w:val="00D361EE"/>
    <w:rsid w:val="00D36DD5"/>
    <w:rsid w:val="00D374C4"/>
    <w:rsid w:val="00D37B0A"/>
    <w:rsid w:val="00D4155E"/>
    <w:rsid w:val="00D4321E"/>
    <w:rsid w:val="00D446B9"/>
    <w:rsid w:val="00D50B1E"/>
    <w:rsid w:val="00D51317"/>
    <w:rsid w:val="00D515CB"/>
    <w:rsid w:val="00D52BF2"/>
    <w:rsid w:val="00D53DDC"/>
    <w:rsid w:val="00D603FD"/>
    <w:rsid w:val="00D606BF"/>
    <w:rsid w:val="00D6096E"/>
    <w:rsid w:val="00D6123E"/>
    <w:rsid w:val="00D61A78"/>
    <w:rsid w:val="00D61D01"/>
    <w:rsid w:val="00D63490"/>
    <w:rsid w:val="00D67E7D"/>
    <w:rsid w:val="00D735B7"/>
    <w:rsid w:val="00D73B69"/>
    <w:rsid w:val="00D7581E"/>
    <w:rsid w:val="00D75D5A"/>
    <w:rsid w:val="00D76F70"/>
    <w:rsid w:val="00D80F61"/>
    <w:rsid w:val="00D85BF9"/>
    <w:rsid w:val="00D867D1"/>
    <w:rsid w:val="00D86C1D"/>
    <w:rsid w:val="00D873DA"/>
    <w:rsid w:val="00D9457E"/>
    <w:rsid w:val="00D951B3"/>
    <w:rsid w:val="00D95B75"/>
    <w:rsid w:val="00D96AD8"/>
    <w:rsid w:val="00D96B92"/>
    <w:rsid w:val="00D9722E"/>
    <w:rsid w:val="00D97E1E"/>
    <w:rsid w:val="00DA183E"/>
    <w:rsid w:val="00DA30BE"/>
    <w:rsid w:val="00DA3342"/>
    <w:rsid w:val="00DB062A"/>
    <w:rsid w:val="00DB251F"/>
    <w:rsid w:val="00DB2FE7"/>
    <w:rsid w:val="00DB38C5"/>
    <w:rsid w:val="00DB48DE"/>
    <w:rsid w:val="00DB5EB8"/>
    <w:rsid w:val="00DB73FE"/>
    <w:rsid w:val="00DB76E5"/>
    <w:rsid w:val="00DC0884"/>
    <w:rsid w:val="00DC0F0C"/>
    <w:rsid w:val="00DC1683"/>
    <w:rsid w:val="00DC2E9C"/>
    <w:rsid w:val="00DC4591"/>
    <w:rsid w:val="00DC4C34"/>
    <w:rsid w:val="00DD177B"/>
    <w:rsid w:val="00DD2E28"/>
    <w:rsid w:val="00DD6362"/>
    <w:rsid w:val="00DD75BE"/>
    <w:rsid w:val="00DE3AB7"/>
    <w:rsid w:val="00DE4A89"/>
    <w:rsid w:val="00DE59A2"/>
    <w:rsid w:val="00DE5D8F"/>
    <w:rsid w:val="00DE5DE3"/>
    <w:rsid w:val="00DE6D3B"/>
    <w:rsid w:val="00DE6EED"/>
    <w:rsid w:val="00DF17C4"/>
    <w:rsid w:val="00DF1AEE"/>
    <w:rsid w:val="00DF373F"/>
    <w:rsid w:val="00DF4DF8"/>
    <w:rsid w:val="00DF5B07"/>
    <w:rsid w:val="00DF5D3E"/>
    <w:rsid w:val="00DF7EA1"/>
    <w:rsid w:val="00E00C02"/>
    <w:rsid w:val="00E01823"/>
    <w:rsid w:val="00E02B36"/>
    <w:rsid w:val="00E06770"/>
    <w:rsid w:val="00E106AE"/>
    <w:rsid w:val="00E13641"/>
    <w:rsid w:val="00E20CAA"/>
    <w:rsid w:val="00E236E6"/>
    <w:rsid w:val="00E23DCD"/>
    <w:rsid w:val="00E24898"/>
    <w:rsid w:val="00E26295"/>
    <w:rsid w:val="00E27D3F"/>
    <w:rsid w:val="00E30128"/>
    <w:rsid w:val="00E30342"/>
    <w:rsid w:val="00E3147A"/>
    <w:rsid w:val="00E31838"/>
    <w:rsid w:val="00E33256"/>
    <w:rsid w:val="00E342F7"/>
    <w:rsid w:val="00E353B6"/>
    <w:rsid w:val="00E40021"/>
    <w:rsid w:val="00E41940"/>
    <w:rsid w:val="00E42E36"/>
    <w:rsid w:val="00E43669"/>
    <w:rsid w:val="00E43D63"/>
    <w:rsid w:val="00E447D1"/>
    <w:rsid w:val="00E45FD9"/>
    <w:rsid w:val="00E46AC7"/>
    <w:rsid w:val="00E5005F"/>
    <w:rsid w:val="00E507AC"/>
    <w:rsid w:val="00E507EB"/>
    <w:rsid w:val="00E53D36"/>
    <w:rsid w:val="00E54ABD"/>
    <w:rsid w:val="00E66B49"/>
    <w:rsid w:val="00E66BDB"/>
    <w:rsid w:val="00E7065B"/>
    <w:rsid w:val="00E71461"/>
    <w:rsid w:val="00E7234B"/>
    <w:rsid w:val="00E74592"/>
    <w:rsid w:val="00E80690"/>
    <w:rsid w:val="00E81586"/>
    <w:rsid w:val="00E81ABA"/>
    <w:rsid w:val="00E8268C"/>
    <w:rsid w:val="00E8445E"/>
    <w:rsid w:val="00E92574"/>
    <w:rsid w:val="00E9638F"/>
    <w:rsid w:val="00E9671E"/>
    <w:rsid w:val="00E96EE0"/>
    <w:rsid w:val="00E97841"/>
    <w:rsid w:val="00EA00D0"/>
    <w:rsid w:val="00EA0BB5"/>
    <w:rsid w:val="00EA1E21"/>
    <w:rsid w:val="00EA2F66"/>
    <w:rsid w:val="00EA3163"/>
    <w:rsid w:val="00EA4153"/>
    <w:rsid w:val="00EA690A"/>
    <w:rsid w:val="00EA7EB4"/>
    <w:rsid w:val="00EB1409"/>
    <w:rsid w:val="00EB404E"/>
    <w:rsid w:val="00EB459B"/>
    <w:rsid w:val="00EB5B8B"/>
    <w:rsid w:val="00EB69ED"/>
    <w:rsid w:val="00EC08D2"/>
    <w:rsid w:val="00EC1AD4"/>
    <w:rsid w:val="00EC2AD0"/>
    <w:rsid w:val="00EC366B"/>
    <w:rsid w:val="00EC588C"/>
    <w:rsid w:val="00ED4152"/>
    <w:rsid w:val="00EE49A3"/>
    <w:rsid w:val="00EE5497"/>
    <w:rsid w:val="00EE6632"/>
    <w:rsid w:val="00EF055E"/>
    <w:rsid w:val="00EF0583"/>
    <w:rsid w:val="00EF1385"/>
    <w:rsid w:val="00EF175E"/>
    <w:rsid w:val="00EF61DD"/>
    <w:rsid w:val="00EF6C56"/>
    <w:rsid w:val="00F01710"/>
    <w:rsid w:val="00F01FE5"/>
    <w:rsid w:val="00F05682"/>
    <w:rsid w:val="00F058B3"/>
    <w:rsid w:val="00F05C8E"/>
    <w:rsid w:val="00F07E5A"/>
    <w:rsid w:val="00F1082F"/>
    <w:rsid w:val="00F10EB2"/>
    <w:rsid w:val="00F1104B"/>
    <w:rsid w:val="00F124A5"/>
    <w:rsid w:val="00F12E26"/>
    <w:rsid w:val="00F14331"/>
    <w:rsid w:val="00F15328"/>
    <w:rsid w:val="00F16962"/>
    <w:rsid w:val="00F20D30"/>
    <w:rsid w:val="00F21000"/>
    <w:rsid w:val="00F2263E"/>
    <w:rsid w:val="00F2309C"/>
    <w:rsid w:val="00F237E1"/>
    <w:rsid w:val="00F23D13"/>
    <w:rsid w:val="00F24BCE"/>
    <w:rsid w:val="00F24DCD"/>
    <w:rsid w:val="00F30BDA"/>
    <w:rsid w:val="00F31612"/>
    <w:rsid w:val="00F32D73"/>
    <w:rsid w:val="00F3343A"/>
    <w:rsid w:val="00F344B3"/>
    <w:rsid w:val="00F351F5"/>
    <w:rsid w:val="00F36787"/>
    <w:rsid w:val="00F37007"/>
    <w:rsid w:val="00F437DB"/>
    <w:rsid w:val="00F448A3"/>
    <w:rsid w:val="00F44E01"/>
    <w:rsid w:val="00F45116"/>
    <w:rsid w:val="00F561BE"/>
    <w:rsid w:val="00F600F2"/>
    <w:rsid w:val="00F605B8"/>
    <w:rsid w:val="00F60E46"/>
    <w:rsid w:val="00F611E1"/>
    <w:rsid w:val="00F618EF"/>
    <w:rsid w:val="00F61EBC"/>
    <w:rsid w:val="00F61EC6"/>
    <w:rsid w:val="00F62D12"/>
    <w:rsid w:val="00F643CF"/>
    <w:rsid w:val="00F64F08"/>
    <w:rsid w:val="00F6533A"/>
    <w:rsid w:val="00F668EE"/>
    <w:rsid w:val="00F72F08"/>
    <w:rsid w:val="00F733BC"/>
    <w:rsid w:val="00F83260"/>
    <w:rsid w:val="00F83585"/>
    <w:rsid w:val="00F86522"/>
    <w:rsid w:val="00F86B36"/>
    <w:rsid w:val="00F8758C"/>
    <w:rsid w:val="00F938B7"/>
    <w:rsid w:val="00FA04BA"/>
    <w:rsid w:val="00FA0DC6"/>
    <w:rsid w:val="00FA1ECF"/>
    <w:rsid w:val="00FA2E7C"/>
    <w:rsid w:val="00FA2F22"/>
    <w:rsid w:val="00FA33FF"/>
    <w:rsid w:val="00FA4C11"/>
    <w:rsid w:val="00FB28C8"/>
    <w:rsid w:val="00FB56BA"/>
    <w:rsid w:val="00FB5BA3"/>
    <w:rsid w:val="00FB5F1C"/>
    <w:rsid w:val="00FB6C44"/>
    <w:rsid w:val="00FB6C99"/>
    <w:rsid w:val="00FC104F"/>
    <w:rsid w:val="00FC1238"/>
    <w:rsid w:val="00FC188B"/>
    <w:rsid w:val="00FC1FFF"/>
    <w:rsid w:val="00FC48FA"/>
    <w:rsid w:val="00FC572F"/>
    <w:rsid w:val="00FC596E"/>
    <w:rsid w:val="00FC5EC3"/>
    <w:rsid w:val="00FD0769"/>
    <w:rsid w:val="00FD2603"/>
    <w:rsid w:val="00FD418A"/>
    <w:rsid w:val="00FD5DE5"/>
    <w:rsid w:val="00FD64E9"/>
    <w:rsid w:val="00FD667E"/>
    <w:rsid w:val="00FE4DC0"/>
    <w:rsid w:val="00FE52E1"/>
    <w:rsid w:val="00FE607A"/>
    <w:rsid w:val="00FE61EC"/>
    <w:rsid w:val="00FE6B4C"/>
    <w:rsid w:val="00FF13E5"/>
    <w:rsid w:val="00FF5B7B"/>
    <w:rsid w:val="00FF5DF1"/>
    <w:rsid w:val="00FF6D59"/>
    <w:rsid w:val="00FF7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BCB6B"/>
  <w15:docId w15:val="{C8A29604-E9BD-4B16-8BEE-71D027194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62E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656A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656A51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4">
    <w:name w:val="heading 4"/>
    <w:basedOn w:val="a"/>
    <w:link w:val="40"/>
    <w:uiPriority w:val="9"/>
    <w:qFormat/>
    <w:rsid w:val="00656A51"/>
    <w:pPr>
      <w:autoSpaceDE/>
      <w:autoSpaceDN/>
      <w:spacing w:before="100" w:beforeAutospacing="1" w:after="100" w:afterAutospacing="1"/>
      <w:outlineLvl w:val="3"/>
    </w:pPr>
    <w:rPr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0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uiPriority w:val="99"/>
    <w:rsid w:val="0057062E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uiPriority w:val="99"/>
    <w:rsid w:val="0057062E"/>
    <w:pPr>
      <w:jc w:val="both"/>
    </w:pPr>
  </w:style>
  <w:style w:type="character" w:customStyle="1" w:styleId="22">
    <w:name w:val="Основной текст 2 Знак"/>
    <w:link w:val="21"/>
    <w:uiPriority w:val="99"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57062E"/>
    <w:pPr>
      <w:jc w:val="center"/>
    </w:pPr>
    <w:rPr>
      <w:b/>
      <w:bCs/>
    </w:rPr>
  </w:style>
  <w:style w:type="character" w:customStyle="1" w:styleId="30">
    <w:name w:val="Основной текст 3 Знак"/>
    <w:link w:val="3"/>
    <w:uiPriority w:val="99"/>
    <w:rsid w:val="005706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06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57062E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1113A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D528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No Spacing"/>
    <w:basedOn w:val="a"/>
    <w:link w:val="aa"/>
    <w:uiPriority w:val="1"/>
    <w:qFormat/>
    <w:rsid w:val="002171AB"/>
    <w:pPr>
      <w:autoSpaceDE/>
      <w:autoSpaceDN/>
      <w:spacing w:after="1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2171A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CE2A3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2A3C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56A5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656A51"/>
    <w:rPr>
      <w:rFonts w:ascii="Calibri Light" w:eastAsia="Times New Roman" w:hAnsi="Calibri Light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656A51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customStyle="1" w:styleId="ConsPlusTitle">
    <w:name w:val="ConsPlusTitle"/>
    <w:qFormat/>
    <w:rsid w:val="00656A5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656A51"/>
  </w:style>
  <w:style w:type="paragraph" w:styleId="ad">
    <w:name w:val="Body Text"/>
    <w:basedOn w:val="a"/>
    <w:link w:val="ae"/>
    <w:uiPriority w:val="99"/>
    <w:unhideWhenUsed/>
    <w:rsid w:val="00656A51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basedOn w:val="a0"/>
    <w:link w:val="ad"/>
    <w:uiPriority w:val="99"/>
    <w:rsid w:val="00656A51"/>
    <w:rPr>
      <w:rFonts w:ascii="Times New Roman" w:eastAsia="Times New Roman" w:hAnsi="Times New Roman"/>
      <w:sz w:val="28"/>
      <w:szCs w:val="28"/>
      <w:lang w:val="x-none" w:eastAsia="x-none"/>
    </w:rPr>
  </w:style>
  <w:style w:type="paragraph" w:styleId="af">
    <w:name w:val="List Paragraph"/>
    <w:basedOn w:val="a"/>
    <w:uiPriority w:val="34"/>
    <w:qFormat/>
    <w:rsid w:val="00656A51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Заголовок №2_"/>
    <w:link w:val="24"/>
    <w:rsid w:val="00656A5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656A51"/>
    <w:pPr>
      <w:widowControl w:val="0"/>
      <w:shd w:val="clear" w:color="auto" w:fill="FFFFFF"/>
      <w:autoSpaceDE/>
      <w:autoSpaceDN/>
      <w:spacing w:before="300" w:after="300" w:line="370" w:lineRule="exact"/>
      <w:jc w:val="center"/>
      <w:outlineLvl w:val="1"/>
    </w:pPr>
    <w:rPr>
      <w:b/>
      <w:bCs/>
    </w:rPr>
  </w:style>
  <w:style w:type="paragraph" w:customStyle="1" w:styleId="ConsPlusNonformat">
    <w:name w:val="ConsPlusNonformat"/>
    <w:uiPriority w:val="99"/>
    <w:rsid w:val="00656A5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56A5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0">
    <w:name w:val="footnote text"/>
    <w:basedOn w:val="a"/>
    <w:link w:val="af1"/>
    <w:uiPriority w:val="99"/>
    <w:unhideWhenUsed/>
    <w:rsid w:val="00656A51"/>
    <w:pPr>
      <w:autoSpaceDE/>
      <w:autoSpaceDN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1">
    <w:name w:val="Текст сноски Знак"/>
    <w:basedOn w:val="a0"/>
    <w:link w:val="af0"/>
    <w:uiPriority w:val="99"/>
    <w:rsid w:val="00656A51"/>
    <w:rPr>
      <w:lang w:val="x-none" w:eastAsia="x-none"/>
    </w:rPr>
  </w:style>
  <w:style w:type="character" w:styleId="af2">
    <w:name w:val="footnote reference"/>
    <w:uiPriority w:val="99"/>
    <w:semiHidden/>
    <w:unhideWhenUsed/>
    <w:rsid w:val="00656A51"/>
    <w:rPr>
      <w:vertAlign w:val="superscript"/>
    </w:rPr>
  </w:style>
  <w:style w:type="character" w:styleId="af3">
    <w:name w:val="Strong"/>
    <w:uiPriority w:val="22"/>
    <w:qFormat/>
    <w:rsid w:val="00656A51"/>
    <w:rPr>
      <w:b/>
      <w:bCs/>
    </w:rPr>
  </w:style>
  <w:style w:type="paragraph" w:customStyle="1" w:styleId="Default">
    <w:name w:val="Default"/>
    <w:rsid w:val="00656A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4">
    <w:name w:val="Normal (Web)"/>
    <w:basedOn w:val="a"/>
    <w:unhideWhenUsed/>
    <w:rsid w:val="00656A5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HTML">
    <w:name w:val="HTML Typewriter"/>
    <w:uiPriority w:val="99"/>
    <w:semiHidden/>
    <w:unhideWhenUsed/>
    <w:rsid w:val="00656A51"/>
    <w:rPr>
      <w:rFonts w:ascii="Courier New" w:eastAsia="Times New Roman" w:hAnsi="Courier New" w:cs="Courier New"/>
      <w:sz w:val="20"/>
      <w:szCs w:val="20"/>
    </w:rPr>
  </w:style>
  <w:style w:type="character" w:customStyle="1" w:styleId="s103">
    <w:name w:val="s_103"/>
    <w:rsid w:val="00656A51"/>
    <w:rPr>
      <w:b/>
      <w:bCs/>
      <w:color w:val="000080"/>
    </w:rPr>
  </w:style>
  <w:style w:type="paragraph" w:customStyle="1" w:styleId="tdzag">
    <w:name w:val="td_zag"/>
    <w:basedOn w:val="a"/>
    <w:rsid w:val="00656A5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blk6">
    <w:name w:val="blk6"/>
    <w:rsid w:val="00656A51"/>
    <w:rPr>
      <w:vanish w:val="0"/>
      <w:webHidden w:val="0"/>
      <w:specVanish w:val="0"/>
    </w:rPr>
  </w:style>
  <w:style w:type="character" w:styleId="af5">
    <w:name w:val="annotation reference"/>
    <w:uiPriority w:val="99"/>
    <w:semiHidden/>
    <w:unhideWhenUsed/>
    <w:rsid w:val="00656A5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56A51"/>
    <w:rPr>
      <w:sz w:val="20"/>
      <w:szCs w:val="20"/>
      <w:lang w:val="x-none" w:eastAsia="x-none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56A51"/>
    <w:rPr>
      <w:rFonts w:ascii="Times New Roman" w:eastAsia="Times New Roman" w:hAnsi="Times New Roman"/>
      <w:lang w:val="x-none" w:eastAsia="x-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56A5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56A51"/>
    <w:rPr>
      <w:rFonts w:ascii="Times New Roman" w:eastAsia="Times New Roman" w:hAnsi="Times New Roman"/>
      <w:b/>
      <w:bCs/>
      <w:lang w:val="x-none" w:eastAsia="x-none"/>
    </w:rPr>
  </w:style>
  <w:style w:type="paragraph" w:styleId="afa">
    <w:name w:val="Revision"/>
    <w:hidden/>
    <w:uiPriority w:val="99"/>
    <w:semiHidden/>
    <w:rsid w:val="00656A51"/>
    <w:rPr>
      <w:rFonts w:ascii="Times New Roman" w:eastAsia="Times New Roman" w:hAnsi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160A0"/>
    <w:pPr>
      <w:widowControl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2160A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iv\Desktop\&#1048;&#1089;&#1087;&#1086;&#1083;&#1085;&#1077;&#1085;&#1080;&#1077;\&#1050;&#1086;&#1085;&#1094;&#1077;&#1087;&#1094;&#1080;&#1103;%20&#1088;&#1072;&#1079;&#1074;&#1080;&#1090;&#1080;&#1103;%20&#1087;&#1089;&#1080;&#1093;&#1086;&#1083;&#1086;&#1075;&#1080;&#1095;&#1077;&#1089;&#1082;&#1086;&#1081;%20&#1089;&#1083;&#1091;&#1078;&#1073;&#1099;\&#1052;&#1048;&#1053;&#1048;&#1057;&#1058;&#1056;,%20&#1052;&#1054;&#1053;&#1080;&#1048;&#105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3FCFE-D8EB-43A3-AA60-665A213BB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МИНИСТР, МОНиИП</Template>
  <TotalTime>2</TotalTime>
  <Pages>11</Pages>
  <Words>3226</Words>
  <Characters>18389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</Company>
  <LinksUpToDate>false</LinksUpToDate>
  <CharactersWithSpaces>21572</CharactersWithSpaces>
  <SharedDoc>false</SharedDoc>
  <HLinks>
    <vt:vector size="6" baseType="variant">
      <vt:variant>
        <vt:i4>7012429</vt:i4>
      </vt:variant>
      <vt:variant>
        <vt:i4>0</vt:i4>
      </vt:variant>
      <vt:variant>
        <vt:i4>0</vt:i4>
      </vt:variant>
      <vt:variant>
        <vt:i4>5</vt:i4>
      </vt:variant>
      <vt:variant>
        <vt:lpwstr>mailto:minobr@nso.ru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Попкова Ирина Владимировна</dc:creator>
  <cp:lastModifiedBy>User</cp:lastModifiedBy>
  <cp:revision>3</cp:revision>
  <cp:lastPrinted>2023-06-07T02:00:00Z</cp:lastPrinted>
  <dcterms:created xsi:type="dcterms:W3CDTF">2023-06-09T08:37:00Z</dcterms:created>
  <dcterms:modified xsi:type="dcterms:W3CDTF">2023-06-13T09:10:00Z</dcterms:modified>
</cp:coreProperties>
</file>